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AB60" w14:textId="77777777" w:rsidR="00A061B8" w:rsidRDefault="00A061B8" w:rsidP="00831347">
      <w:pPr>
        <w:rPr>
          <w:rFonts w:ascii="Arial" w:hAnsi="Arial" w:cs="Arial"/>
          <w:sz w:val="22"/>
          <w:szCs w:val="22"/>
        </w:rPr>
        <w:sectPr w:rsidR="00A061B8" w:rsidSect="006F0858">
          <w:headerReference w:type="default" r:id="rId8"/>
          <w:footerReference w:type="default" r:id="rId9"/>
          <w:pgSz w:w="11907" w:h="16840" w:code="9"/>
          <w:pgMar w:top="222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64CF269D" w14:textId="77777777">
        <w:tc>
          <w:tcPr>
            <w:tcW w:w="9002" w:type="dxa"/>
            <w:tcBorders>
              <w:top w:val="nil"/>
              <w:left w:val="nil"/>
              <w:bottom w:val="nil"/>
              <w:right w:val="nil"/>
            </w:tcBorders>
            <w:shd w:val="solid" w:color="66CCFF" w:fill="auto"/>
          </w:tcPr>
          <w:p w14:paraId="2A2A472F" w14:textId="77777777" w:rsidR="00A061B8" w:rsidRPr="008F0715" w:rsidRDefault="00C226AD" w:rsidP="00831347">
            <w:pPr>
              <w:spacing w:before="120"/>
              <w:jc w:val="center"/>
              <w:rPr>
                <w:rFonts w:ascii="Arial" w:hAnsi="Arial" w:cs="Arial"/>
                <w:b/>
                <w:bCs/>
                <w:sz w:val="28"/>
                <w:szCs w:val="28"/>
              </w:rPr>
            </w:pPr>
            <w:r>
              <w:rPr>
                <w:rFonts w:ascii="Arial" w:hAnsi="Arial" w:cs="Arial"/>
                <w:b/>
                <w:bCs/>
                <w:sz w:val="28"/>
                <w:szCs w:val="28"/>
              </w:rPr>
              <w:t xml:space="preserve">MARCHES </w:t>
            </w:r>
            <w:r w:rsidR="00D27F48">
              <w:rPr>
                <w:rFonts w:ascii="Arial" w:hAnsi="Arial" w:cs="Arial"/>
                <w:b/>
                <w:bCs/>
                <w:sz w:val="28"/>
                <w:szCs w:val="28"/>
              </w:rPr>
              <w:t>PUBLICS</w:t>
            </w:r>
          </w:p>
          <w:p w14:paraId="32F9B097" w14:textId="77777777" w:rsidR="00A061B8" w:rsidRPr="008F0715" w:rsidRDefault="00A061B8" w:rsidP="00831347">
            <w:pPr>
              <w:spacing w:before="120"/>
              <w:jc w:val="center"/>
              <w:rPr>
                <w:rFonts w:ascii="Arial" w:hAnsi="Arial" w:cs="Arial"/>
                <w:b/>
                <w:bCs/>
                <w:sz w:val="28"/>
                <w:szCs w:val="28"/>
              </w:rPr>
            </w:pPr>
            <w:r w:rsidRPr="008F0715">
              <w:rPr>
                <w:rFonts w:ascii="Arial" w:hAnsi="Arial" w:cs="Arial"/>
                <w:b/>
                <w:bCs/>
                <w:sz w:val="28"/>
                <w:szCs w:val="28"/>
              </w:rPr>
              <w:t>ACTE</w:t>
            </w:r>
            <w:r>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2FF85484" w14:textId="77777777" w:rsidR="00A061B8" w:rsidRDefault="00DD40EB" w:rsidP="00831347">
            <w:pPr>
              <w:pStyle w:val="Titre8"/>
              <w:tabs>
                <w:tab w:val="right" w:pos="9639"/>
              </w:tabs>
              <w:spacing w:before="120"/>
              <w:rPr>
                <w:caps/>
                <w:sz w:val="28"/>
                <w:szCs w:val="28"/>
              </w:rPr>
            </w:pPr>
            <w:r>
              <w:rPr>
                <w:caps/>
                <w:sz w:val="28"/>
                <w:szCs w:val="28"/>
              </w:rPr>
              <w:t>DC3</w:t>
            </w:r>
          </w:p>
        </w:tc>
      </w:tr>
    </w:tbl>
    <w:p w14:paraId="51DBA50F"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3570177D" w14:textId="77777777">
        <w:tc>
          <w:tcPr>
            <w:tcW w:w="10277" w:type="dxa"/>
            <w:tcBorders>
              <w:top w:val="nil"/>
              <w:left w:val="nil"/>
              <w:bottom w:val="nil"/>
              <w:right w:val="nil"/>
            </w:tcBorders>
            <w:shd w:val="solid" w:color="66CCFF" w:fill="auto"/>
          </w:tcPr>
          <w:p w14:paraId="725802CB"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C7755F1" w14:textId="1F061D98" w:rsidR="00AE2B33" w:rsidRDefault="00AE2B33" w:rsidP="006824A8">
      <w:pPr>
        <w:pStyle w:val="fcase1ertab"/>
        <w:ind w:left="0" w:firstLine="0"/>
        <w:rPr>
          <w:rFonts w:ascii="Arial" w:hAnsi="Arial" w:cs="Arial"/>
          <w:b/>
          <w:iCs/>
        </w:rPr>
      </w:pPr>
    </w:p>
    <w:p w14:paraId="1CB7E063" w14:textId="0118AB25" w:rsidR="00AE2B33" w:rsidRDefault="003C00DF" w:rsidP="006824A8">
      <w:pPr>
        <w:pStyle w:val="fcase1ertab"/>
        <w:ind w:left="0" w:firstLine="0"/>
        <w:rPr>
          <w:rFonts w:ascii="Arial" w:hAnsi="Arial" w:cs="Arial"/>
          <w:b/>
          <w:iCs/>
        </w:rPr>
      </w:pPr>
      <w:r>
        <w:rPr>
          <w:rFonts w:ascii="Arial" w:hAnsi="Arial" w:cs="Arial"/>
          <w:b/>
          <w:iCs/>
        </w:rPr>
        <w:t>…………………………………………………………………….</w:t>
      </w:r>
    </w:p>
    <w:p w14:paraId="76A3AC30" w14:textId="58626073" w:rsidR="00AE2B33" w:rsidRDefault="003C00DF" w:rsidP="006824A8">
      <w:pPr>
        <w:pStyle w:val="fcase1ertab"/>
        <w:ind w:left="0" w:firstLine="0"/>
        <w:rPr>
          <w:rFonts w:ascii="Arial" w:hAnsi="Arial" w:cs="Arial"/>
          <w:b/>
          <w:iCs/>
        </w:rPr>
      </w:pPr>
      <w:r>
        <w:rPr>
          <w:rFonts w:ascii="Arial" w:hAnsi="Arial" w:cs="Arial"/>
          <w:b/>
          <w:iCs/>
        </w:rPr>
        <w:t>…………………………………………………………………….</w:t>
      </w:r>
    </w:p>
    <w:p w14:paraId="6675530C" w14:textId="77777777" w:rsidR="003C00DF" w:rsidRDefault="003C00DF" w:rsidP="003C00DF">
      <w:pPr>
        <w:pStyle w:val="fcase1ertab"/>
        <w:ind w:left="0" w:firstLine="0"/>
        <w:rPr>
          <w:rFonts w:ascii="Arial" w:hAnsi="Arial" w:cs="Arial"/>
          <w:b/>
          <w:iCs/>
        </w:rPr>
      </w:pPr>
      <w:r>
        <w:rPr>
          <w:rFonts w:ascii="Arial" w:hAnsi="Arial" w:cs="Arial"/>
          <w:b/>
          <w:iCs/>
        </w:rPr>
        <w:t>…………………………………………………………………….</w:t>
      </w:r>
    </w:p>
    <w:p w14:paraId="73CF7212" w14:textId="77777777" w:rsidR="003C00DF" w:rsidRDefault="003C00DF" w:rsidP="003C00DF">
      <w:pPr>
        <w:pStyle w:val="fcase1ertab"/>
        <w:ind w:left="0" w:firstLine="0"/>
        <w:rPr>
          <w:rFonts w:ascii="Arial" w:hAnsi="Arial" w:cs="Arial"/>
          <w:b/>
          <w:iCs/>
        </w:rPr>
      </w:pPr>
      <w:r>
        <w:rPr>
          <w:rFonts w:ascii="Arial" w:hAnsi="Arial" w:cs="Arial"/>
          <w:b/>
          <w:iCs/>
        </w:rPr>
        <w:t>…………………………………………………………………….</w:t>
      </w:r>
    </w:p>
    <w:p w14:paraId="28D974D3" w14:textId="2C74396C" w:rsidR="00AE2B33" w:rsidRDefault="003C00DF" w:rsidP="006824A8">
      <w:pPr>
        <w:pStyle w:val="fcase1ertab"/>
        <w:ind w:left="0" w:firstLine="0"/>
        <w:rPr>
          <w:rFonts w:ascii="Arial" w:hAnsi="Arial" w:cs="Arial"/>
          <w:b/>
          <w:iCs/>
        </w:rPr>
      </w:pPr>
      <w:r>
        <w:rPr>
          <w:rFonts w:ascii="Arial" w:hAnsi="Arial" w:cs="Arial"/>
          <w:b/>
          <w:iCs/>
        </w:rPr>
        <w:t>…………………………………………………………………….</w:t>
      </w:r>
    </w:p>
    <w:p w14:paraId="3C608BFE" w14:textId="77777777" w:rsidR="00AE2B33" w:rsidRPr="00205FCD" w:rsidRDefault="00AE2B33" w:rsidP="006824A8">
      <w:pPr>
        <w:pStyle w:val="fcase1ertab"/>
        <w:ind w:left="0" w:firstLine="0"/>
        <w:rPr>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7AE901A0" w14:textId="77777777">
        <w:tc>
          <w:tcPr>
            <w:tcW w:w="10277" w:type="dxa"/>
            <w:tcBorders>
              <w:top w:val="nil"/>
              <w:left w:val="nil"/>
              <w:bottom w:val="nil"/>
              <w:right w:val="nil"/>
            </w:tcBorders>
            <w:shd w:val="solid" w:color="66CCFF" w:fill="auto"/>
          </w:tcPr>
          <w:p w14:paraId="4C5884BC"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57F05574" w14:textId="77777777" w:rsidR="00094967" w:rsidRDefault="00094967" w:rsidP="00CA38CF">
      <w:pPr>
        <w:tabs>
          <w:tab w:val="left" w:pos="426"/>
          <w:tab w:val="left" w:pos="851"/>
        </w:tabs>
        <w:jc w:val="both"/>
        <w:rPr>
          <w:rFonts w:ascii="Arial" w:hAnsi="Arial" w:cs="Arial"/>
        </w:rPr>
      </w:pPr>
    </w:p>
    <w:p w14:paraId="3A0B2692" w14:textId="24318700" w:rsidR="00CA38CF" w:rsidRDefault="00CA38CF" w:rsidP="00CA38CF">
      <w:pPr>
        <w:tabs>
          <w:tab w:val="left" w:pos="426"/>
          <w:tab w:val="left" w:pos="851"/>
        </w:tabs>
        <w:jc w:val="both"/>
        <w:rPr>
          <w:rFonts w:ascii="Arial" w:hAnsi="Arial" w:cs="Arial"/>
        </w:rPr>
      </w:pPr>
      <w:bookmarkStart w:id="0" w:name="_Hlk193445770"/>
      <w:r w:rsidRPr="00B627AB">
        <w:rPr>
          <w:rFonts w:ascii="Arial" w:hAnsi="Arial" w:cs="Arial"/>
        </w:rPr>
        <w:t xml:space="preserve">Direction </w:t>
      </w:r>
      <w:r w:rsidR="00205FCD">
        <w:rPr>
          <w:rFonts w:ascii="Arial" w:hAnsi="Arial" w:cs="Arial"/>
        </w:rPr>
        <w:t>g</w:t>
      </w:r>
      <w:r w:rsidRPr="00B627AB">
        <w:rPr>
          <w:rFonts w:ascii="Arial" w:hAnsi="Arial" w:cs="Arial"/>
        </w:rPr>
        <w:t>énérale de l’</w:t>
      </w:r>
      <w:r w:rsidR="00205FCD">
        <w:rPr>
          <w:rFonts w:ascii="Arial" w:hAnsi="Arial" w:cs="Arial"/>
        </w:rPr>
        <w:t>a</w:t>
      </w:r>
      <w:r w:rsidRPr="00B627AB">
        <w:rPr>
          <w:rFonts w:ascii="Arial" w:hAnsi="Arial" w:cs="Arial"/>
        </w:rPr>
        <w:t>viation civile</w:t>
      </w:r>
    </w:p>
    <w:p w14:paraId="58D38A4D" w14:textId="23DC6EBA" w:rsidR="00053A74" w:rsidRDefault="00A12DFB" w:rsidP="00CA38CF">
      <w:pPr>
        <w:tabs>
          <w:tab w:val="left" w:pos="426"/>
          <w:tab w:val="left" w:pos="851"/>
        </w:tabs>
        <w:jc w:val="both"/>
        <w:rPr>
          <w:rFonts w:ascii="Arial" w:hAnsi="Arial" w:cs="Arial"/>
        </w:rPr>
      </w:pPr>
      <w:r>
        <w:rPr>
          <w:rFonts w:ascii="Arial" w:hAnsi="Arial" w:cs="Arial"/>
        </w:rPr>
        <w:t>Se</w:t>
      </w:r>
      <w:r w:rsidR="00A21A10">
        <w:rPr>
          <w:rFonts w:ascii="Arial" w:hAnsi="Arial" w:cs="Arial"/>
        </w:rPr>
        <w:t>rvice technique de l’aviation civile</w:t>
      </w:r>
    </w:p>
    <w:p w14:paraId="4B599FD4" w14:textId="3A728927" w:rsidR="00A21A10" w:rsidRPr="00A21A10" w:rsidRDefault="00A21A10" w:rsidP="00A21A10">
      <w:pPr>
        <w:tabs>
          <w:tab w:val="left" w:pos="426"/>
          <w:tab w:val="left" w:pos="851"/>
        </w:tabs>
        <w:jc w:val="both"/>
        <w:rPr>
          <w:rFonts w:ascii="Arial" w:hAnsi="Arial" w:cs="Arial"/>
        </w:rPr>
      </w:pPr>
      <w:r>
        <w:rPr>
          <w:rFonts w:ascii="Arial" w:hAnsi="Arial" w:cs="Arial"/>
        </w:rPr>
        <w:t>3</w:t>
      </w:r>
      <w:r w:rsidRPr="00A21A10">
        <w:rPr>
          <w:rFonts w:ascii="Arial" w:hAnsi="Arial" w:cs="Arial"/>
        </w:rPr>
        <w:t>1</w:t>
      </w:r>
      <w:r w:rsidR="00FD4353">
        <w:rPr>
          <w:rFonts w:ascii="Arial" w:hAnsi="Arial" w:cs="Arial"/>
        </w:rPr>
        <w:t>, a</w:t>
      </w:r>
      <w:r w:rsidRPr="00A21A10">
        <w:rPr>
          <w:rFonts w:ascii="Arial" w:hAnsi="Arial" w:cs="Arial"/>
        </w:rPr>
        <w:t>venue du Maréchal Leclerc</w:t>
      </w:r>
    </w:p>
    <w:bookmarkEnd w:id="0"/>
    <w:p w14:paraId="4A817A23" w14:textId="77777777" w:rsidR="00220814" w:rsidRPr="00B627AB" w:rsidRDefault="00220814" w:rsidP="00220814">
      <w:pPr>
        <w:tabs>
          <w:tab w:val="left" w:pos="426"/>
          <w:tab w:val="left" w:pos="851"/>
        </w:tabs>
        <w:jc w:val="both"/>
        <w:rPr>
          <w:rFonts w:ascii="Arial" w:hAnsi="Arial" w:cs="Arial"/>
        </w:rPr>
      </w:pPr>
      <w:r>
        <w:rPr>
          <w:rFonts w:ascii="Arial" w:hAnsi="Arial" w:cs="Arial"/>
        </w:rPr>
        <w:t>94380 Bonneuil-sur-Marne</w:t>
      </w:r>
    </w:p>
    <w:p w14:paraId="773A8E6C" w14:textId="77777777" w:rsidR="00A21A10" w:rsidRPr="00205FCD" w:rsidRDefault="00A21A10" w:rsidP="00A21A10">
      <w:pPr>
        <w:tabs>
          <w:tab w:val="left" w:pos="426"/>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16AC2EA" w14:textId="77777777">
        <w:tc>
          <w:tcPr>
            <w:tcW w:w="10277" w:type="dxa"/>
            <w:tcBorders>
              <w:top w:val="nil"/>
              <w:left w:val="nil"/>
              <w:bottom w:val="nil"/>
              <w:right w:val="nil"/>
            </w:tcBorders>
            <w:shd w:val="solid" w:color="66CCFF" w:fill="auto"/>
          </w:tcPr>
          <w:p w14:paraId="7B3EC078" w14:textId="447734B2"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67C466A5" w14:textId="77777777" w:rsidR="00A061B8" w:rsidRDefault="00A061B8">
      <w:pPr>
        <w:tabs>
          <w:tab w:val="left" w:pos="426"/>
          <w:tab w:val="left" w:pos="851"/>
        </w:tabs>
        <w:jc w:val="both"/>
        <w:rPr>
          <w:rFonts w:ascii="Arial" w:hAnsi="Arial" w:cs="Arial"/>
        </w:rPr>
      </w:pPr>
    </w:p>
    <w:p w14:paraId="74A2A766" w14:textId="7480EFDE"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w:t>
      </w:r>
      <w:r w:rsidR="00730D24">
        <w:rPr>
          <w:rFonts w:ascii="Arial" w:hAnsi="Arial" w:cs="Arial"/>
        </w:rPr>
        <w:t xml:space="preserve"> : </w:t>
      </w:r>
      <w:r w:rsidR="00A21A10">
        <w:rPr>
          <w:rFonts w:ascii="Arial" w:hAnsi="Arial" w:cs="Arial"/>
        </w:rPr>
        <w:t>S</w:t>
      </w:r>
      <w:r w:rsidR="00A21A10" w:rsidRPr="00A21A10">
        <w:rPr>
          <w:rFonts w:ascii="Arial" w:hAnsi="Arial" w:cs="Arial"/>
        </w:rPr>
        <w:t>uivi métrologique des équipements et instruments de mesure des laboratoires d'essais des 3 sites du STAC</w:t>
      </w:r>
      <w:r w:rsidR="00AE2B33">
        <w:rPr>
          <w:rFonts w:ascii="Arial" w:hAnsi="Arial" w:cs="Arial"/>
        </w:rPr>
        <w:t>.</w:t>
      </w:r>
    </w:p>
    <w:p w14:paraId="1EFCDDA2" w14:textId="77777777" w:rsidR="009561A8" w:rsidRPr="00B627AB" w:rsidRDefault="009561A8" w:rsidP="00EA2EE8">
      <w:pPr>
        <w:pStyle w:val="Corpsdetexte3"/>
        <w:rPr>
          <w:i w:val="0"/>
          <w:sz w:val="20"/>
          <w:szCs w:val="20"/>
        </w:rPr>
      </w:pPr>
    </w:p>
    <w:p w14:paraId="49C41F0F" w14:textId="77777777" w:rsidR="00A21A10" w:rsidRDefault="00A061B8" w:rsidP="00A21A10">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w:t>
      </w:r>
    </w:p>
    <w:p w14:paraId="5AF50395" w14:textId="1534D1B7" w:rsidR="00730D24" w:rsidRPr="00A21A10" w:rsidRDefault="00A21A10" w:rsidP="00A21A10">
      <w:pPr>
        <w:pStyle w:val="Paragraphedeliste"/>
        <w:numPr>
          <w:ilvl w:val="0"/>
          <w:numId w:val="16"/>
        </w:numPr>
        <w:tabs>
          <w:tab w:val="left" w:pos="426"/>
          <w:tab w:val="left" w:pos="851"/>
          <w:tab w:val="left" w:pos="1560"/>
        </w:tabs>
        <w:jc w:val="both"/>
        <w:rPr>
          <w:rFonts w:ascii="Arial" w:hAnsi="Arial" w:cs="Arial"/>
        </w:rPr>
      </w:pPr>
      <w:r w:rsidRPr="00A21A10">
        <w:rPr>
          <w:rFonts w:ascii="Arial" w:hAnsi="Arial" w:cs="Arial"/>
        </w:rPr>
        <w:t>50433000-9</w:t>
      </w:r>
      <w:r>
        <w:rPr>
          <w:rFonts w:ascii="Arial" w:hAnsi="Arial" w:cs="Arial"/>
        </w:rPr>
        <w:t> :</w:t>
      </w:r>
      <w:r w:rsidRPr="00A21A10">
        <w:rPr>
          <w:rFonts w:ascii="Arial" w:hAnsi="Arial" w:cs="Arial"/>
        </w:rPr>
        <w:t xml:space="preserve"> Service d’étalonnage</w:t>
      </w:r>
    </w:p>
    <w:p w14:paraId="04975D8C" w14:textId="77777777" w:rsidR="00EA2EE8" w:rsidRPr="00B627AB" w:rsidRDefault="00EA2EE8" w:rsidP="00EA2EE8">
      <w:pPr>
        <w:tabs>
          <w:tab w:val="left" w:pos="426"/>
          <w:tab w:val="left" w:pos="2268"/>
        </w:tabs>
        <w:jc w:val="both"/>
        <w:rPr>
          <w:rFonts w:ascii="Arial" w:hAnsi="Arial" w:cs="Arial"/>
        </w:rPr>
      </w:pPr>
    </w:p>
    <w:p w14:paraId="3DEC8559"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35C477BB" w14:textId="52B0CD34" w:rsidR="00A061B8" w:rsidRDefault="0050184C" w:rsidP="00A700AE">
      <w:pPr>
        <w:tabs>
          <w:tab w:val="left" w:pos="426"/>
          <w:tab w:val="left" w:pos="851"/>
        </w:tabs>
        <w:jc w:val="both"/>
        <w:rPr>
          <w:rFonts w:ascii="Arial" w:hAnsi="Arial" w:cs="Arial"/>
        </w:rPr>
      </w:pPr>
      <w:r>
        <w:tab/>
      </w:r>
      <w:r>
        <w:tab/>
      </w:r>
      <w:r>
        <w:tab/>
      </w:r>
      <w:r w:rsidR="0026329D">
        <w:fldChar w:fldCharType="begin">
          <w:ffData>
            <w:name w:val=""/>
            <w:enabled/>
            <w:calcOnExit w:val="0"/>
            <w:checkBox>
              <w:size w:val="20"/>
              <w:default w:val="0"/>
            </w:checkBox>
          </w:ffData>
        </w:fldChar>
      </w:r>
      <w:r w:rsidR="0026329D">
        <w:instrText xml:space="preserve"> FORMCHECKBOX </w:instrText>
      </w:r>
      <w:r w:rsidR="00D32464">
        <w:fldChar w:fldCharType="separate"/>
      </w:r>
      <w:r w:rsidR="0026329D">
        <w:fldChar w:fldCharType="end"/>
      </w:r>
      <w:r>
        <w:rPr>
          <w:rFonts w:ascii="Arial" w:hAnsi="Arial" w:cs="Arial"/>
        </w:rPr>
        <w:t xml:space="preserve"> </w:t>
      </w:r>
      <w:r w:rsidR="00356F79">
        <w:rPr>
          <w:rFonts w:ascii="Arial" w:hAnsi="Arial" w:cs="Arial"/>
        </w:rPr>
        <w:t>au lot n° 1</w:t>
      </w:r>
    </w:p>
    <w:p w14:paraId="4D3216F3"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4FA2A7E9" w14:textId="77777777">
        <w:tc>
          <w:tcPr>
            <w:tcW w:w="10277" w:type="dxa"/>
            <w:tcBorders>
              <w:top w:val="nil"/>
              <w:left w:val="nil"/>
              <w:bottom w:val="nil"/>
              <w:right w:val="nil"/>
            </w:tcBorders>
            <w:shd w:val="solid" w:color="66CCFF" w:fill="auto"/>
          </w:tcPr>
          <w:p w14:paraId="15A75633" w14:textId="0AFDC4E5"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2E107721" w14:textId="77777777" w:rsidR="00390663" w:rsidRDefault="00390663">
      <w:pPr>
        <w:pStyle w:val="Titre2"/>
        <w:tabs>
          <w:tab w:val="left" w:pos="2268"/>
        </w:tabs>
        <w:rPr>
          <w:rFonts w:ascii="Arial" w:hAnsi="Arial" w:cs="Arial"/>
          <w:sz w:val="22"/>
          <w:szCs w:val="22"/>
        </w:rPr>
      </w:pPr>
    </w:p>
    <w:p w14:paraId="48B6EC87"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C9CD215"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17343DB5" w14:textId="77777777" w:rsidR="009F62F0" w:rsidRDefault="009F62F0" w:rsidP="009F62F0">
      <w:pPr>
        <w:tabs>
          <w:tab w:val="left" w:pos="851"/>
        </w:tabs>
        <w:rPr>
          <w:rFonts w:ascii="Arial" w:hAnsi="Arial" w:cs="Arial"/>
        </w:rPr>
      </w:pPr>
    </w:p>
    <w:p w14:paraId="4A300692"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2F78E343" w14:textId="3DE31ED3" w:rsidR="006D6CBC" w:rsidRPr="00E209DD" w:rsidRDefault="00EA2EE8" w:rsidP="006D6CB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32464">
        <w:fldChar w:fldCharType="separate"/>
      </w:r>
      <w:r>
        <w:fldChar w:fldCharType="end"/>
      </w:r>
      <w:r w:rsidR="006D6CBC" w:rsidRPr="00E209DD">
        <w:rPr>
          <w:rFonts w:ascii="Arial" w:hAnsi="Arial" w:cs="Arial"/>
        </w:rPr>
        <w:t xml:space="preserve"> CC</w:t>
      </w:r>
      <w:r w:rsidR="00356F79" w:rsidRPr="00E209DD">
        <w:rPr>
          <w:rFonts w:ascii="Arial" w:hAnsi="Arial" w:cs="Arial"/>
        </w:rPr>
        <w:t>A</w:t>
      </w:r>
      <w:r w:rsidR="006D6CBC" w:rsidRPr="00E209DD">
        <w:rPr>
          <w:rFonts w:ascii="Arial" w:hAnsi="Arial" w:cs="Arial"/>
        </w:rPr>
        <w:t>P n°</w:t>
      </w:r>
      <w:r w:rsidRPr="00E209DD">
        <w:rPr>
          <w:rFonts w:ascii="Arial" w:hAnsi="Arial" w:cs="Arial"/>
        </w:rPr>
        <w:t xml:space="preserve"> 20</w:t>
      </w:r>
      <w:r w:rsidR="00924258" w:rsidRPr="00E209DD">
        <w:rPr>
          <w:rFonts w:ascii="Arial" w:hAnsi="Arial" w:cs="Arial"/>
        </w:rPr>
        <w:t>2</w:t>
      </w:r>
      <w:r w:rsidR="00A21A10" w:rsidRPr="00E209DD">
        <w:rPr>
          <w:rFonts w:ascii="Arial" w:hAnsi="Arial" w:cs="Arial"/>
        </w:rPr>
        <w:t>5STAC</w:t>
      </w:r>
      <w:r w:rsidRPr="00E209DD">
        <w:rPr>
          <w:rFonts w:ascii="Arial" w:hAnsi="Arial" w:cs="Arial"/>
        </w:rPr>
        <w:t>0</w:t>
      </w:r>
      <w:r w:rsidR="00A21A10" w:rsidRPr="00E209DD">
        <w:rPr>
          <w:rFonts w:ascii="Arial" w:hAnsi="Arial" w:cs="Arial"/>
        </w:rPr>
        <w:t>1</w:t>
      </w:r>
      <w:r w:rsidR="00356F79" w:rsidRPr="00E209DD">
        <w:rPr>
          <w:rFonts w:ascii="Arial" w:hAnsi="Arial" w:cs="Arial"/>
        </w:rPr>
        <w:t xml:space="preserve"> et son annexe</w:t>
      </w:r>
    </w:p>
    <w:p w14:paraId="0053F458" w14:textId="2519E346" w:rsidR="00356F79" w:rsidRPr="00E209DD" w:rsidRDefault="00356F79" w:rsidP="00356F79">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32464">
        <w:fldChar w:fldCharType="separate"/>
      </w:r>
      <w:r>
        <w:fldChar w:fldCharType="end"/>
      </w:r>
      <w:r w:rsidRPr="00E209DD">
        <w:rPr>
          <w:rFonts w:ascii="Arial" w:hAnsi="Arial" w:cs="Arial"/>
        </w:rPr>
        <w:t xml:space="preserve"> CCTP n° 2025STAC01</w:t>
      </w:r>
    </w:p>
    <w:p w14:paraId="4BB33B1C" w14:textId="42251483" w:rsidR="009F62F0" w:rsidRPr="00E209DD" w:rsidRDefault="00F97533" w:rsidP="009F62F0">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32464">
        <w:fldChar w:fldCharType="separate"/>
      </w:r>
      <w:r>
        <w:fldChar w:fldCharType="end"/>
      </w:r>
      <w:r w:rsidR="00BC1AA9" w:rsidRPr="00E209DD">
        <w:rPr>
          <w:rFonts w:ascii="Arial" w:hAnsi="Arial" w:cs="Arial"/>
        </w:rPr>
        <w:t xml:space="preserve"> CCAG</w:t>
      </w:r>
      <w:r w:rsidR="00EA2EE8" w:rsidRPr="00E209DD">
        <w:rPr>
          <w:rFonts w:ascii="Arial" w:hAnsi="Arial" w:cs="Arial"/>
        </w:rPr>
        <w:t xml:space="preserve"> </w:t>
      </w:r>
      <w:r w:rsidR="00CC5350" w:rsidRPr="00E209DD">
        <w:rPr>
          <w:rFonts w:ascii="Arial" w:hAnsi="Arial" w:cs="Arial"/>
        </w:rPr>
        <w:t xml:space="preserve">applicable </w:t>
      </w:r>
      <w:proofErr w:type="gramStart"/>
      <w:r w:rsidR="00CC5350" w:rsidRPr="00E209DD">
        <w:rPr>
          <w:rFonts w:ascii="Arial" w:hAnsi="Arial" w:cs="Arial"/>
        </w:rPr>
        <w:t>aux marches publics</w:t>
      </w:r>
      <w:proofErr w:type="gramEnd"/>
      <w:r w:rsidR="00CC5350" w:rsidRPr="00E209DD">
        <w:rPr>
          <w:rFonts w:ascii="Arial" w:hAnsi="Arial" w:cs="Arial"/>
        </w:rPr>
        <w:t xml:space="preserve"> de </w:t>
      </w:r>
      <w:r w:rsidR="00A21A10" w:rsidRPr="00E209DD">
        <w:rPr>
          <w:rFonts w:ascii="Arial" w:hAnsi="Arial" w:cs="Arial"/>
        </w:rPr>
        <w:t xml:space="preserve">fournitures courantes et </w:t>
      </w:r>
      <w:r w:rsidR="00FD4353" w:rsidRPr="00E209DD">
        <w:rPr>
          <w:rFonts w:ascii="Arial" w:hAnsi="Arial" w:cs="Arial"/>
        </w:rPr>
        <w:t xml:space="preserve">de </w:t>
      </w:r>
      <w:r w:rsidR="00A21A10" w:rsidRPr="00E209DD">
        <w:rPr>
          <w:rFonts w:ascii="Arial" w:hAnsi="Arial" w:cs="Arial"/>
        </w:rPr>
        <w:t xml:space="preserve">services </w:t>
      </w:r>
      <w:r w:rsidR="00CC5350" w:rsidRPr="00E209DD">
        <w:rPr>
          <w:rFonts w:ascii="Arial" w:hAnsi="Arial" w:cs="Arial"/>
        </w:rPr>
        <w:t>(CCAG-</w:t>
      </w:r>
      <w:r w:rsidR="00A21A10" w:rsidRPr="00E209DD">
        <w:rPr>
          <w:rFonts w:ascii="Arial" w:hAnsi="Arial" w:cs="Arial"/>
        </w:rPr>
        <w:t>FCS</w:t>
      </w:r>
      <w:r w:rsidR="00CC5350" w:rsidRPr="00E209DD">
        <w:rPr>
          <w:rFonts w:ascii="Arial" w:hAnsi="Arial" w:cs="Arial"/>
        </w:rPr>
        <w:t>)</w:t>
      </w:r>
    </w:p>
    <w:p w14:paraId="35EF7CBC" w14:textId="77777777"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rPr>
          <w:rFonts w:ascii="Arial" w:hAnsi="Arial" w:cs="Arial"/>
        </w:rPr>
        <w:t xml:space="preserve"> Autres</w:t>
      </w:r>
      <w:proofErr w:type="gramStart"/>
      <w:r w:rsidR="00730D24">
        <w:rPr>
          <w:rFonts w:ascii="Arial" w:hAnsi="Arial" w:cs="Arial"/>
        </w:rPr>
        <w:t> </w:t>
      </w:r>
      <w:r>
        <w:rPr>
          <w:rFonts w:ascii="Arial" w:hAnsi="Arial" w:cs="Arial"/>
        </w:rPr>
        <w:t>:…</w:t>
      </w:r>
      <w:proofErr w:type="gramEnd"/>
      <w:r>
        <w:rPr>
          <w:rFonts w:ascii="Arial" w:hAnsi="Arial" w:cs="Arial"/>
        </w:rPr>
        <w:t>…………………………………………………………………………………………</w:t>
      </w:r>
    </w:p>
    <w:p w14:paraId="3F9110CA" w14:textId="77777777" w:rsidR="009F62F0" w:rsidRDefault="009F62F0" w:rsidP="009F62F0">
      <w:pPr>
        <w:tabs>
          <w:tab w:val="left" w:pos="851"/>
        </w:tabs>
        <w:jc w:val="both"/>
        <w:rPr>
          <w:rFonts w:ascii="Arial" w:hAnsi="Arial" w:cs="Arial"/>
        </w:rPr>
      </w:pPr>
    </w:p>
    <w:p w14:paraId="4F492F52" w14:textId="4300C8D7" w:rsidR="009F62F0" w:rsidRDefault="009F62F0" w:rsidP="00205FCD">
      <w:pPr>
        <w:tabs>
          <w:tab w:val="left" w:pos="851"/>
        </w:tabs>
        <w:spacing w:after="120"/>
        <w:jc w:val="both"/>
        <w:rPr>
          <w:rFonts w:ascii="Arial" w:hAnsi="Arial" w:cs="Arial"/>
        </w:rPr>
      </w:pPr>
      <w:r>
        <w:rPr>
          <w:rFonts w:ascii="Arial" w:hAnsi="Arial" w:cs="Arial"/>
        </w:rPr>
        <w:t>et conformément à leurs clauses,</w:t>
      </w:r>
    </w:p>
    <w:p w14:paraId="45A94AA2" w14:textId="77777777" w:rsidR="009F62F0" w:rsidRDefault="00F97533" w:rsidP="00205FCD">
      <w:pPr>
        <w:tabs>
          <w:tab w:val="left" w:pos="851"/>
        </w:tabs>
        <w:spacing w:after="12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32464">
        <w:fldChar w:fldCharType="separate"/>
      </w:r>
      <w:r>
        <w:fldChar w:fldCharType="end"/>
      </w:r>
      <w:r w:rsidR="009F62F0">
        <w:rPr>
          <w:rFonts w:ascii="Arial" w:hAnsi="Arial" w:cs="Arial"/>
        </w:rPr>
        <w:t xml:space="preserve"> Le signataire</w:t>
      </w:r>
    </w:p>
    <w:p w14:paraId="5F94BF17" w14:textId="77777777" w:rsidR="009F62F0" w:rsidRDefault="00F97533" w:rsidP="009152FC">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D32464">
        <w:fldChar w:fldCharType="separate"/>
      </w:r>
      <w:r>
        <w:fldChar w:fldCharType="end"/>
      </w:r>
      <w:r w:rsidR="009F62F0">
        <w:rPr>
          <w:rFonts w:ascii="Arial" w:hAnsi="Arial" w:cs="Arial"/>
        </w:rPr>
        <w:t xml:space="preserve"> engage la société </w:t>
      </w:r>
      <w:r>
        <w:rPr>
          <w:rFonts w:ascii="Arial" w:hAnsi="Arial" w:cs="Arial"/>
        </w:rPr>
        <w:t>suivante</w:t>
      </w:r>
      <w:r w:rsidR="009F62F0">
        <w:rPr>
          <w:rFonts w:ascii="Arial" w:hAnsi="Arial" w:cs="Arial"/>
        </w:rPr>
        <w:t xml:space="preserve"> sur la base de son offre</w:t>
      </w:r>
      <w:r w:rsidR="00730D24">
        <w:rPr>
          <w:rFonts w:ascii="Arial" w:hAnsi="Arial" w:cs="Arial"/>
        </w:rPr>
        <w:t> </w:t>
      </w:r>
      <w:r w:rsidR="009F62F0">
        <w:rPr>
          <w:rFonts w:ascii="Arial" w:hAnsi="Arial" w:cs="Arial"/>
        </w:rPr>
        <w:t>;</w:t>
      </w:r>
    </w:p>
    <w:p w14:paraId="6873BAE2" w14:textId="77777777" w:rsidR="00F97533" w:rsidRDefault="00F97533" w:rsidP="009F62F0">
      <w:pPr>
        <w:tabs>
          <w:tab w:val="left" w:pos="851"/>
        </w:tabs>
        <w:jc w:val="both"/>
        <w:rPr>
          <w:rFonts w:ascii="Arial" w:hAnsi="Arial" w:cs="Arial"/>
          <w:sz w:val="18"/>
          <w:szCs w:val="18"/>
        </w:rPr>
      </w:pPr>
    </w:p>
    <w:p w14:paraId="3AD54EA9" w14:textId="5A7E5F3A" w:rsidR="009F62F0" w:rsidRPr="00205FCD" w:rsidRDefault="00F97533" w:rsidP="00205FCD">
      <w:pPr>
        <w:tabs>
          <w:tab w:val="left" w:pos="851"/>
        </w:tabs>
        <w:ind w:left="1134"/>
        <w:jc w:val="both"/>
        <w:rPr>
          <w:rFonts w:ascii="Arial" w:hAnsi="Arial" w:cs="Arial"/>
        </w:rPr>
      </w:pPr>
      <w:r w:rsidRPr="00205FCD">
        <w:rPr>
          <w:rFonts w:ascii="Arial" w:hAnsi="Arial" w:cs="Arial"/>
        </w:rPr>
        <w:t>Nom commercial</w:t>
      </w:r>
      <w:r w:rsidR="00730D24" w:rsidRPr="00205FCD">
        <w:rPr>
          <w:rFonts w:ascii="Arial" w:hAnsi="Arial" w:cs="Arial"/>
        </w:rPr>
        <w:t> </w:t>
      </w:r>
      <w:r w:rsidRPr="00205FCD">
        <w:rPr>
          <w:rFonts w:ascii="Arial" w:hAnsi="Arial" w:cs="Arial"/>
        </w:rPr>
        <w:t xml:space="preserve">: </w:t>
      </w:r>
    </w:p>
    <w:p w14:paraId="24378C14" w14:textId="77777777" w:rsidR="00F97533" w:rsidRPr="00205FCD" w:rsidRDefault="00F97533" w:rsidP="00205FCD">
      <w:pPr>
        <w:tabs>
          <w:tab w:val="left" w:pos="851"/>
        </w:tabs>
        <w:ind w:left="1134"/>
        <w:jc w:val="both"/>
        <w:rPr>
          <w:rFonts w:ascii="Arial" w:hAnsi="Arial" w:cs="Arial"/>
        </w:rPr>
      </w:pPr>
      <w:r w:rsidRPr="00205FCD">
        <w:rPr>
          <w:rFonts w:ascii="Arial" w:hAnsi="Arial" w:cs="Arial"/>
        </w:rPr>
        <w:t>Dénomination sociale</w:t>
      </w:r>
    </w:p>
    <w:p w14:paraId="02059736" w14:textId="7C155C2F" w:rsidR="004E1560" w:rsidRPr="00205FCD" w:rsidRDefault="00F97533" w:rsidP="00205FCD">
      <w:pPr>
        <w:pStyle w:val="fcase1ertab"/>
        <w:ind w:left="1134" w:firstLine="0"/>
        <w:rPr>
          <w:rFonts w:ascii="Arial" w:hAnsi="Arial" w:cs="Arial"/>
          <w:iCs/>
        </w:rPr>
      </w:pPr>
      <w:r w:rsidRPr="00205FCD">
        <w:rPr>
          <w:rFonts w:ascii="Arial" w:hAnsi="Arial" w:cs="Arial"/>
        </w:rPr>
        <w:t>Adresse (siège social)</w:t>
      </w:r>
      <w:r w:rsidR="00730D24" w:rsidRPr="00205FCD">
        <w:rPr>
          <w:rFonts w:ascii="Arial" w:hAnsi="Arial" w:cs="Arial"/>
        </w:rPr>
        <w:t> </w:t>
      </w:r>
      <w:r w:rsidR="004E1560" w:rsidRPr="00205FCD">
        <w:rPr>
          <w:rFonts w:ascii="Arial" w:hAnsi="Arial" w:cs="Arial"/>
        </w:rPr>
        <w:t xml:space="preserve">: </w:t>
      </w:r>
    </w:p>
    <w:p w14:paraId="2B86B215" w14:textId="328EBDCF" w:rsidR="00F97533" w:rsidRPr="00205FCD" w:rsidRDefault="00F97533" w:rsidP="00205FCD">
      <w:pPr>
        <w:tabs>
          <w:tab w:val="left" w:pos="851"/>
        </w:tabs>
        <w:ind w:left="1134"/>
        <w:jc w:val="both"/>
        <w:rPr>
          <w:rFonts w:ascii="Arial" w:hAnsi="Arial" w:cs="Arial"/>
        </w:rPr>
      </w:pPr>
      <w:r w:rsidRPr="00205FCD">
        <w:rPr>
          <w:rFonts w:ascii="Arial" w:hAnsi="Arial" w:cs="Arial"/>
        </w:rPr>
        <w:t>Adresse électronique</w:t>
      </w:r>
      <w:r w:rsidR="00C716F1" w:rsidRPr="00205FCD">
        <w:rPr>
          <w:rFonts w:ascii="Arial" w:hAnsi="Arial" w:cs="Arial"/>
        </w:rPr>
        <w:t xml:space="preserve"> : </w:t>
      </w:r>
    </w:p>
    <w:p w14:paraId="696AA3B3" w14:textId="12D1A3BE" w:rsidR="00F97533" w:rsidRPr="00205FCD" w:rsidRDefault="00F97533" w:rsidP="00205FCD">
      <w:pPr>
        <w:tabs>
          <w:tab w:val="left" w:pos="851"/>
        </w:tabs>
        <w:ind w:left="1134"/>
        <w:jc w:val="both"/>
        <w:rPr>
          <w:rFonts w:ascii="Arial" w:hAnsi="Arial" w:cs="Arial"/>
        </w:rPr>
      </w:pPr>
      <w:r w:rsidRPr="00205FCD">
        <w:rPr>
          <w:rFonts w:ascii="Arial" w:hAnsi="Arial" w:cs="Arial"/>
        </w:rPr>
        <w:t>Téléphone</w:t>
      </w:r>
      <w:r w:rsidR="00730D24" w:rsidRPr="00205FCD">
        <w:rPr>
          <w:rFonts w:ascii="Arial" w:hAnsi="Arial" w:cs="Arial"/>
        </w:rPr>
        <w:t> </w:t>
      </w:r>
      <w:r w:rsidR="004E1560" w:rsidRPr="00205FCD">
        <w:rPr>
          <w:rFonts w:ascii="Arial" w:hAnsi="Arial" w:cs="Arial"/>
        </w:rPr>
        <w:t xml:space="preserve">: </w:t>
      </w:r>
    </w:p>
    <w:p w14:paraId="3B16F33A" w14:textId="49F6D918" w:rsidR="00F97533" w:rsidRPr="00205FCD" w:rsidRDefault="00F97533" w:rsidP="00205FCD">
      <w:pPr>
        <w:tabs>
          <w:tab w:val="left" w:pos="851"/>
        </w:tabs>
        <w:ind w:left="1134"/>
        <w:jc w:val="both"/>
        <w:rPr>
          <w:rFonts w:ascii="Arial" w:hAnsi="Arial" w:cs="Arial"/>
        </w:rPr>
      </w:pPr>
      <w:r w:rsidRPr="00205FCD">
        <w:rPr>
          <w:rFonts w:ascii="Arial" w:hAnsi="Arial" w:cs="Arial"/>
        </w:rPr>
        <w:t>Télécopie</w:t>
      </w:r>
      <w:r w:rsidR="00730D24" w:rsidRPr="00205FCD">
        <w:rPr>
          <w:rFonts w:ascii="Arial" w:hAnsi="Arial" w:cs="Arial"/>
        </w:rPr>
        <w:t> </w:t>
      </w:r>
      <w:r w:rsidR="004E1560" w:rsidRPr="00205FCD">
        <w:rPr>
          <w:rFonts w:ascii="Arial" w:hAnsi="Arial" w:cs="Arial"/>
        </w:rPr>
        <w:t xml:space="preserve">: </w:t>
      </w:r>
    </w:p>
    <w:p w14:paraId="7A7DD2CE" w14:textId="1D509185" w:rsidR="00F97533" w:rsidRPr="00205FCD" w:rsidRDefault="00F97533" w:rsidP="00205FCD">
      <w:pPr>
        <w:tabs>
          <w:tab w:val="left" w:pos="851"/>
        </w:tabs>
        <w:ind w:left="1134"/>
        <w:jc w:val="both"/>
        <w:rPr>
          <w:rFonts w:ascii="Arial" w:hAnsi="Arial" w:cs="Arial"/>
        </w:rPr>
      </w:pPr>
      <w:r w:rsidRPr="00205FCD">
        <w:rPr>
          <w:rFonts w:ascii="Arial" w:hAnsi="Arial" w:cs="Arial"/>
        </w:rPr>
        <w:t>SIRET</w:t>
      </w:r>
      <w:r w:rsidR="00730D24" w:rsidRPr="00205FCD">
        <w:rPr>
          <w:rFonts w:ascii="Arial" w:hAnsi="Arial" w:cs="Arial"/>
        </w:rPr>
        <w:t> </w:t>
      </w:r>
      <w:r w:rsidR="004E1560" w:rsidRPr="00205FCD">
        <w:rPr>
          <w:rFonts w:ascii="Arial" w:hAnsi="Arial" w:cs="Arial"/>
        </w:rPr>
        <w:t xml:space="preserve">: </w:t>
      </w:r>
    </w:p>
    <w:p w14:paraId="480D27C4" w14:textId="77777777" w:rsidR="004E1560" w:rsidRDefault="004E1560" w:rsidP="009A4E50">
      <w:pPr>
        <w:pStyle w:val="fcase1ertab"/>
        <w:tabs>
          <w:tab w:val="left" w:pos="851"/>
        </w:tabs>
        <w:ind w:left="0" w:firstLine="0"/>
        <w:rPr>
          <w:rFonts w:ascii="Arial" w:hAnsi="Arial" w:cs="Arial"/>
        </w:rPr>
      </w:pPr>
    </w:p>
    <w:p w14:paraId="3BBB58A7" w14:textId="77777777" w:rsidR="009F62F0" w:rsidRPr="009A4E50" w:rsidRDefault="009F62F0" w:rsidP="009A4E50">
      <w:pPr>
        <w:pStyle w:val="fcase1ertab"/>
        <w:tabs>
          <w:tab w:val="left" w:pos="851"/>
        </w:tabs>
        <w:ind w:left="0" w:firstLine="0"/>
      </w:pPr>
      <w:r>
        <w:rPr>
          <w:rFonts w:ascii="Arial" w:hAnsi="Arial" w:cs="Arial"/>
        </w:rPr>
        <w:t>à exécuter les prestations demandées aux prix indiqués dans l’annexe financière jointe au présent document.</w:t>
      </w:r>
    </w:p>
    <w:p w14:paraId="1D44DF54" w14:textId="77777777" w:rsidR="009F62F0" w:rsidRDefault="009F62F0" w:rsidP="009F62F0">
      <w:pPr>
        <w:pStyle w:val="fcasegauche"/>
        <w:tabs>
          <w:tab w:val="left" w:pos="851"/>
        </w:tabs>
        <w:spacing w:after="0"/>
        <w:ind w:left="0" w:firstLine="0"/>
        <w:rPr>
          <w:rFonts w:ascii="Arial" w:hAnsi="Arial" w:cs="Arial"/>
        </w:rPr>
      </w:pPr>
    </w:p>
    <w:p w14:paraId="76385920" w14:textId="77777777" w:rsidR="00C716F1" w:rsidRDefault="00C716F1" w:rsidP="009F62F0">
      <w:pPr>
        <w:pStyle w:val="fcasegauche"/>
        <w:tabs>
          <w:tab w:val="left" w:pos="851"/>
        </w:tabs>
        <w:spacing w:after="0"/>
        <w:ind w:left="0" w:firstLine="0"/>
        <w:rPr>
          <w:rFonts w:ascii="Arial" w:hAnsi="Arial" w:cs="Arial"/>
        </w:rPr>
      </w:pPr>
    </w:p>
    <w:p w14:paraId="6AC028FE" w14:textId="77777777" w:rsidR="00BF2674" w:rsidRPr="00C716F1" w:rsidRDefault="00BF2674" w:rsidP="00BF2674">
      <w:pPr>
        <w:tabs>
          <w:tab w:val="left" w:pos="851"/>
          <w:tab w:val="left" w:pos="6237"/>
        </w:tabs>
        <w:rPr>
          <w:rFonts w:ascii="Arial" w:hAnsi="Arial" w:cs="Arial"/>
          <w:b/>
          <w:iCs/>
          <w:sz w:val="22"/>
          <w:szCs w:val="22"/>
        </w:rPr>
      </w:pPr>
      <w:r w:rsidRPr="00C716F1">
        <w:rPr>
          <w:rFonts w:ascii="Arial" w:hAnsi="Arial" w:cs="Arial"/>
          <w:b/>
          <w:sz w:val="22"/>
          <w:szCs w:val="22"/>
        </w:rPr>
        <w:t>B2 – Nature du groupement et, en cas de groupement conjoint,</w:t>
      </w:r>
      <w:r w:rsidRPr="00C716F1" w:rsidDel="0021797C">
        <w:rPr>
          <w:rFonts w:ascii="Arial" w:hAnsi="Arial" w:cs="Arial"/>
          <w:b/>
          <w:sz w:val="22"/>
          <w:szCs w:val="22"/>
        </w:rPr>
        <w:t xml:space="preserve"> </w:t>
      </w:r>
      <w:r w:rsidRPr="00C716F1">
        <w:rPr>
          <w:rFonts w:ascii="Arial" w:hAnsi="Arial" w:cs="Arial"/>
          <w:b/>
          <w:sz w:val="22"/>
          <w:szCs w:val="22"/>
        </w:rPr>
        <w:t>répartition des prestations</w:t>
      </w:r>
      <w:r w:rsidRPr="00C716F1">
        <w:rPr>
          <w:rFonts w:ascii="Arial" w:hAnsi="Arial" w:cs="Arial"/>
          <w:b/>
          <w:iCs/>
          <w:sz w:val="22"/>
          <w:szCs w:val="22"/>
        </w:rPr>
        <w:t> :</w:t>
      </w:r>
    </w:p>
    <w:p w14:paraId="68F18897"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(en cas de groupement d’opérateurs économiques.)</w:t>
      </w:r>
    </w:p>
    <w:p w14:paraId="1511ED6A" w14:textId="77777777" w:rsidR="00BF2674" w:rsidRPr="00C716F1" w:rsidRDefault="00BF2674" w:rsidP="00BF2674">
      <w:pPr>
        <w:tabs>
          <w:tab w:val="left" w:pos="851"/>
          <w:tab w:val="left" w:pos="6237"/>
        </w:tabs>
        <w:rPr>
          <w:rFonts w:ascii="Arial" w:hAnsi="Arial" w:cs="Arial"/>
          <w:i/>
          <w:iCs/>
          <w:sz w:val="18"/>
          <w:szCs w:val="18"/>
        </w:rPr>
      </w:pPr>
    </w:p>
    <w:p w14:paraId="6BCDA5D7" w14:textId="77777777" w:rsidR="00BF2674" w:rsidRPr="00C716F1" w:rsidRDefault="00BF2674" w:rsidP="00BF2674">
      <w:pPr>
        <w:pStyle w:val="fcase1ertab"/>
        <w:tabs>
          <w:tab w:val="left" w:pos="851"/>
        </w:tabs>
        <w:ind w:left="0" w:firstLine="0"/>
        <w:rPr>
          <w:rFonts w:ascii="Arial" w:hAnsi="Arial" w:cs="Arial"/>
        </w:rPr>
      </w:pPr>
      <w:r w:rsidRPr="00C716F1">
        <w:rPr>
          <w:rFonts w:ascii="Arial" w:hAnsi="Arial" w:cs="Arial"/>
        </w:rPr>
        <w:t>Pour l’exécution du marché public, le groupement d’opérateurs économiques est :</w:t>
      </w:r>
    </w:p>
    <w:p w14:paraId="4B601AFF" w14:textId="77777777" w:rsidR="00BF2674" w:rsidRPr="00C716F1" w:rsidRDefault="00BF2674" w:rsidP="00BF2674">
      <w:pPr>
        <w:pStyle w:val="fcase1ertab"/>
        <w:tabs>
          <w:tab w:val="left" w:pos="851"/>
        </w:tabs>
        <w:rPr>
          <w:rFonts w:ascii="Arial" w:hAnsi="Arial" w:cs="Arial"/>
        </w:rPr>
      </w:pPr>
      <w:r w:rsidRPr="00C716F1">
        <w:rPr>
          <w:rFonts w:ascii="Arial" w:hAnsi="Arial" w:cs="Arial"/>
          <w:i/>
          <w:iCs/>
          <w:sz w:val="18"/>
          <w:szCs w:val="18"/>
        </w:rPr>
        <w:t>(Cocher la case correspondante.)</w:t>
      </w:r>
    </w:p>
    <w:p w14:paraId="193C4DCA" w14:textId="3B1488D7" w:rsidR="00C716F1" w:rsidRDefault="00BF2674" w:rsidP="00C0321C">
      <w:pPr>
        <w:pStyle w:val="fcase1ertab"/>
        <w:tabs>
          <w:tab w:val="clear" w:pos="426"/>
          <w:tab w:val="left" w:pos="851"/>
        </w:tabs>
        <w:spacing w:before="120"/>
        <w:ind w:left="0" w:firstLine="851"/>
        <w:rPr>
          <w:rFonts w:ascii="Arial" w:hAnsi="Arial" w:cs="Arial"/>
        </w:rPr>
      </w:pPr>
      <w:r w:rsidRPr="00C716F1">
        <w:fldChar w:fldCharType="begin">
          <w:ffData>
            <w:name w:val=""/>
            <w:enabled/>
            <w:calcOnExit w:val="0"/>
            <w:checkBox>
              <w:size w:val="20"/>
              <w:default w:val="0"/>
            </w:checkBox>
          </w:ffData>
        </w:fldChar>
      </w:r>
      <w:r w:rsidRPr="00C716F1">
        <w:instrText xml:space="preserve"> FORMCHECKBOX </w:instrText>
      </w:r>
      <w:r w:rsidR="00D32464">
        <w:fldChar w:fldCharType="separate"/>
      </w:r>
      <w:r w:rsidRPr="00C716F1">
        <w:fldChar w:fldCharType="end"/>
      </w:r>
      <w:r w:rsidRPr="00C716F1">
        <w:rPr>
          <w:rFonts w:ascii="Arial" w:hAnsi="Arial" w:cs="Arial"/>
          <w:i/>
          <w:iCs/>
        </w:rPr>
        <w:t xml:space="preserve"> </w:t>
      </w:r>
      <w:r w:rsidRPr="00C716F1">
        <w:rPr>
          <w:rFonts w:ascii="Arial" w:hAnsi="Arial" w:cs="Arial"/>
        </w:rPr>
        <w:t>Conjoint</w:t>
      </w:r>
      <w:r w:rsidRPr="00C716F1">
        <w:rPr>
          <w:rFonts w:ascii="Arial" w:hAnsi="Arial" w:cs="Arial"/>
        </w:rPr>
        <w:tab/>
      </w:r>
      <w:r w:rsidRPr="00C716F1">
        <w:rPr>
          <w:rFonts w:ascii="Arial" w:hAnsi="Arial" w:cs="Arial"/>
        </w:rPr>
        <w:tab/>
        <w:t>ou</w:t>
      </w:r>
      <w:r w:rsidRPr="00C716F1">
        <w:rPr>
          <w:rFonts w:ascii="Arial" w:hAnsi="Arial" w:cs="Arial"/>
        </w:rPr>
        <w:tab/>
      </w:r>
      <w:r w:rsidRPr="00C716F1">
        <w:rPr>
          <w:rFonts w:ascii="Arial" w:hAnsi="Arial" w:cs="Arial"/>
        </w:rPr>
        <w:tab/>
      </w:r>
      <w:r w:rsidRPr="00C716F1">
        <w:fldChar w:fldCharType="begin">
          <w:ffData>
            <w:name w:val=""/>
            <w:enabled/>
            <w:calcOnExit w:val="0"/>
            <w:checkBox>
              <w:size w:val="20"/>
              <w:default w:val="0"/>
            </w:checkBox>
          </w:ffData>
        </w:fldChar>
      </w:r>
      <w:r w:rsidRPr="00C716F1">
        <w:instrText xml:space="preserve"> FORMCHECKBOX </w:instrText>
      </w:r>
      <w:r w:rsidR="00D32464">
        <w:fldChar w:fldCharType="separate"/>
      </w:r>
      <w:r w:rsidRPr="00C716F1">
        <w:fldChar w:fldCharType="end"/>
      </w:r>
      <w:r w:rsidRPr="00C716F1">
        <w:rPr>
          <w:rFonts w:ascii="Arial" w:hAnsi="Arial" w:cs="Arial"/>
          <w:iCs/>
        </w:rPr>
        <w:t xml:space="preserve"> </w:t>
      </w:r>
      <w:r w:rsidRPr="00C716F1">
        <w:rPr>
          <w:rFonts w:ascii="Arial" w:hAnsi="Arial" w:cs="Arial"/>
        </w:rPr>
        <w:t>Solidaire</w:t>
      </w:r>
    </w:p>
    <w:p w14:paraId="3980EB6A" w14:textId="77777777" w:rsidR="00C716F1" w:rsidRDefault="00C716F1" w:rsidP="00C716F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716F1" w14:paraId="3886F3B9" w14:textId="77777777" w:rsidTr="000E0BB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421B8" w14:textId="77777777" w:rsidR="00C716F1" w:rsidRDefault="00C716F1" w:rsidP="000E0BB0">
            <w:pPr>
              <w:tabs>
                <w:tab w:val="left" w:pos="851"/>
              </w:tabs>
              <w:jc w:val="center"/>
              <w:rPr>
                <w:rFonts w:ascii="Arial" w:hAnsi="Arial" w:cs="Arial"/>
                <w:b/>
              </w:rPr>
            </w:pPr>
            <w:r>
              <w:rPr>
                <w:rFonts w:ascii="Arial" w:hAnsi="Arial" w:cs="Arial"/>
                <w:b/>
              </w:rPr>
              <w:t xml:space="preserve">Désignation des membres </w:t>
            </w:r>
          </w:p>
          <w:p w14:paraId="621E4C02" w14:textId="77777777" w:rsidR="00C716F1" w:rsidRDefault="00C716F1" w:rsidP="000E0BB0">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6E376" w14:textId="77777777" w:rsidR="00C716F1" w:rsidRDefault="00C716F1" w:rsidP="000E0BB0">
            <w:pPr>
              <w:pStyle w:val="Titre5"/>
              <w:tabs>
                <w:tab w:val="left" w:pos="851"/>
              </w:tabs>
              <w:ind w:left="0" w:hanging="1008"/>
              <w:jc w:val="center"/>
              <w:rPr>
                <w:b/>
                <w:i w:val="0"/>
                <w:sz w:val="20"/>
              </w:rPr>
            </w:pPr>
            <w:r>
              <w:rPr>
                <w:b/>
                <w:i w:val="0"/>
                <w:sz w:val="20"/>
              </w:rPr>
              <w:t>Prestations exécutées par les membres</w:t>
            </w:r>
          </w:p>
          <w:p w14:paraId="0360ED94" w14:textId="77777777" w:rsidR="00C716F1" w:rsidRDefault="00C716F1" w:rsidP="000E0BB0">
            <w:pPr>
              <w:pStyle w:val="Titre5"/>
              <w:tabs>
                <w:tab w:val="left" w:pos="851"/>
              </w:tabs>
              <w:ind w:left="0" w:hanging="1008"/>
              <w:jc w:val="center"/>
              <w:rPr>
                <w:b/>
              </w:rPr>
            </w:pPr>
            <w:r>
              <w:rPr>
                <w:b/>
                <w:i w:val="0"/>
                <w:sz w:val="20"/>
              </w:rPr>
              <w:t>du groupement conjoint</w:t>
            </w:r>
          </w:p>
        </w:tc>
      </w:tr>
      <w:tr w:rsidR="00C716F1" w14:paraId="0B7A6B8C" w14:textId="77777777" w:rsidTr="000E0BB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40D973" w14:textId="77777777" w:rsidR="00C716F1" w:rsidRDefault="00C716F1" w:rsidP="000E0BB0">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E2D111" w14:textId="77777777" w:rsidR="00C716F1" w:rsidRDefault="00C716F1" w:rsidP="000E0BB0">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B4D2B" w14:textId="77777777" w:rsidR="00C716F1" w:rsidRDefault="00C716F1" w:rsidP="000E0BB0">
            <w:pPr>
              <w:tabs>
                <w:tab w:val="left" w:pos="851"/>
              </w:tabs>
              <w:jc w:val="center"/>
              <w:rPr>
                <w:rFonts w:ascii="Arial" w:hAnsi="Arial" w:cs="Arial"/>
                <w:b/>
              </w:rPr>
            </w:pPr>
            <w:r>
              <w:rPr>
                <w:rFonts w:ascii="Arial" w:hAnsi="Arial" w:cs="Arial"/>
                <w:b/>
              </w:rPr>
              <w:t xml:space="preserve">Montant HT </w:t>
            </w:r>
          </w:p>
          <w:p w14:paraId="0B4C5C37" w14:textId="77777777" w:rsidR="00C716F1" w:rsidRDefault="00C716F1" w:rsidP="000E0BB0">
            <w:pPr>
              <w:tabs>
                <w:tab w:val="left" w:pos="851"/>
              </w:tabs>
              <w:jc w:val="center"/>
              <w:rPr>
                <w:rFonts w:ascii="Arial" w:hAnsi="Arial" w:cs="Arial"/>
              </w:rPr>
            </w:pPr>
            <w:r>
              <w:rPr>
                <w:rFonts w:ascii="Arial" w:hAnsi="Arial" w:cs="Arial"/>
                <w:b/>
              </w:rPr>
              <w:t>de la prestation</w:t>
            </w:r>
          </w:p>
        </w:tc>
      </w:tr>
      <w:tr w:rsidR="00C716F1" w14:paraId="7A15B775" w14:textId="77777777" w:rsidTr="000E0BB0">
        <w:trPr>
          <w:trHeight w:val="1021"/>
        </w:trPr>
        <w:tc>
          <w:tcPr>
            <w:tcW w:w="4503" w:type="dxa"/>
            <w:tcBorders>
              <w:top w:val="single" w:sz="4" w:space="0" w:color="000000"/>
              <w:left w:val="single" w:sz="4" w:space="0" w:color="000000"/>
            </w:tcBorders>
            <w:shd w:val="clear" w:color="auto" w:fill="CCFFFF"/>
          </w:tcPr>
          <w:p w14:paraId="727C8ADC" w14:textId="77777777" w:rsidR="00C716F1" w:rsidRDefault="00C716F1" w:rsidP="000E0BB0">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E8122F" w14:textId="77777777" w:rsidR="00C716F1" w:rsidRDefault="00C716F1" w:rsidP="000E0BB0">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0E5D15" w14:textId="77777777" w:rsidR="00C716F1" w:rsidRDefault="00C716F1" w:rsidP="000E0BB0">
            <w:pPr>
              <w:tabs>
                <w:tab w:val="left" w:pos="851"/>
              </w:tabs>
              <w:snapToGrid w:val="0"/>
              <w:jc w:val="both"/>
              <w:rPr>
                <w:rFonts w:ascii="Arial" w:hAnsi="Arial" w:cs="Arial"/>
              </w:rPr>
            </w:pPr>
          </w:p>
        </w:tc>
      </w:tr>
      <w:tr w:rsidR="00C716F1" w14:paraId="286CB1CC" w14:textId="77777777" w:rsidTr="00AE2B33">
        <w:trPr>
          <w:trHeight w:val="777"/>
        </w:trPr>
        <w:tc>
          <w:tcPr>
            <w:tcW w:w="4503" w:type="dxa"/>
            <w:tcBorders>
              <w:left w:val="single" w:sz="4" w:space="0" w:color="000000"/>
            </w:tcBorders>
            <w:shd w:val="clear" w:color="auto" w:fill="auto"/>
          </w:tcPr>
          <w:p w14:paraId="2E2BF2A0"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707A5FC"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77A7CA" w14:textId="77777777" w:rsidR="00C716F1" w:rsidRDefault="00C716F1" w:rsidP="000E0BB0">
            <w:pPr>
              <w:tabs>
                <w:tab w:val="left" w:pos="851"/>
              </w:tabs>
              <w:snapToGrid w:val="0"/>
              <w:jc w:val="both"/>
              <w:rPr>
                <w:rFonts w:ascii="Arial" w:hAnsi="Arial" w:cs="Arial"/>
              </w:rPr>
            </w:pPr>
          </w:p>
        </w:tc>
      </w:tr>
      <w:tr w:rsidR="00C716F1" w14:paraId="3152F3E3" w14:textId="77777777" w:rsidTr="000E0BB0">
        <w:trPr>
          <w:trHeight w:val="1021"/>
        </w:trPr>
        <w:tc>
          <w:tcPr>
            <w:tcW w:w="4503" w:type="dxa"/>
            <w:tcBorders>
              <w:left w:val="single" w:sz="4" w:space="0" w:color="000000"/>
              <w:bottom w:val="single" w:sz="4" w:space="0" w:color="000000"/>
            </w:tcBorders>
            <w:shd w:val="clear" w:color="auto" w:fill="CCFFFF"/>
          </w:tcPr>
          <w:p w14:paraId="6CEDA889" w14:textId="77777777" w:rsidR="00C716F1" w:rsidRDefault="00C716F1" w:rsidP="000E0BB0">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679045" w14:textId="77777777" w:rsidR="00C716F1" w:rsidRDefault="00C716F1" w:rsidP="000E0BB0">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1694B0" w14:textId="77777777" w:rsidR="00C716F1" w:rsidRDefault="00C716F1" w:rsidP="000E0BB0">
            <w:pPr>
              <w:tabs>
                <w:tab w:val="left" w:pos="851"/>
              </w:tabs>
              <w:snapToGrid w:val="0"/>
              <w:jc w:val="both"/>
              <w:rPr>
                <w:rFonts w:ascii="Arial" w:hAnsi="Arial" w:cs="Arial"/>
              </w:rPr>
            </w:pPr>
          </w:p>
        </w:tc>
      </w:tr>
    </w:tbl>
    <w:p w14:paraId="56631E09" w14:textId="77777777" w:rsidR="00C716F1" w:rsidRDefault="00C716F1" w:rsidP="00C716F1">
      <w:pPr>
        <w:pStyle w:val="Titre2"/>
        <w:tabs>
          <w:tab w:val="left" w:pos="2268"/>
        </w:tabs>
        <w:rPr>
          <w:rFonts w:ascii="Arial" w:hAnsi="Arial" w:cs="Arial"/>
          <w:sz w:val="22"/>
          <w:szCs w:val="22"/>
        </w:rPr>
      </w:pPr>
    </w:p>
    <w:p w14:paraId="33841F8E" w14:textId="77777777" w:rsidR="00A061B8" w:rsidRDefault="00C716F1" w:rsidP="004E1560">
      <w:pPr>
        <w:tabs>
          <w:tab w:val="left" w:pos="851"/>
          <w:tab w:val="left" w:pos="6237"/>
        </w:tabs>
        <w:rPr>
          <w:rFonts w:ascii="Arial" w:hAnsi="Arial" w:cs="Arial"/>
          <w:sz w:val="22"/>
          <w:szCs w:val="22"/>
        </w:rPr>
      </w:pPr>
      <w:r>
        <w:rPr>
          <w:rFonts w:ascii="Arial" w:hAnsi="Arial" w:cs="Arial"/>
          <w:b/>
          <w:sz w:val="22"/>
          <w:szCs w:val="22"/>
        </w:rPr>
        <w:t>B3</w:t>
      </w:r>
      <w:r w:rsidR="009F62F0">
        <w:rPr>
          <w:rFonts w:ascii="Arial" w:hAnsi="Arial" w:cs="Arial"/>
          <w:b/>
          <w:sz w:val="22"/>
          <w:szCs w:val="22"/>
        </w:rPr>
        <w:t xml:space="preserve"> –</w:t>
      </w:r>
      <w:r w:rsidR="00A061B8">
        <w:rPr>
          <w:rFonts w:ascii="Arial" w:hAnsi="Arial" w:cs="Arial"/>
          <w:b/>
          <w:bCs/>
          <w:sz w:val="22"/>
          <w:szCs w:val="22"/>
        </w:rPr>
        <w:t xml:space="preserve"> Compte à créditer</w:t>
      </w:r>
      <w:r w:rsidR="008B3776">
        <w:rPr>
          <w:rFonts w:ascii="Arial" w:hAnsi="Arial" w:cs="Arial"/>
          <w:b/>
          <w:bCs/>
          <w:sz w:val="22"/>
          <w:szCs w:val="22"/>
        </w:rPr>
        <w:t xml:space="preserve"> (titulaire individuel)</w:t>
      </w:r>
      <w:r w:rsidR="00730D24">
        <w:rPr>
          <w:rFonts w:ascii="Arial" w:hAnsi="Arial" w:cs="Arial"/>
          <w:b/>
          <w:bCs/>
          <w:sz w:val="22"/>
          <w:szCs w:val="22"/>
        </w:rPr>
        <w:t> </w:t>
      </w:r>
      <w:r w:rsidR="00A061B8">
        <w:rPr>
          <w:rFonts w:ascii="Arial" w:hAnsi="Arial" w:cs="Arial"/>
          <w:b/>
          <w:bCs/>
          <w:sz w:val="22"/>
          <w:szCs w:val="22"/>
        </w:rPr>
        <w:t>:</w:t>
      </w:r>
    </w:p>
    <w:p w14:paraId="6EBB4DB8"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22A18275"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w:t>
      </w:r>
      <w:r w:rsidR="00730D24">
        <w:rPr>
          <w:rFonts w:ascii="Arial" w:hAnsi="Arial" w:cs="Arial"/>
        </w:rPr>
        <w:t> </w:t>
      </w:r>
      <w:r>
        <w:rPr>
          <w:rFonts w:ascii="Arial" w:hAnsi="Arial" w:cs="Arial"/>
        </w:rPr>
        <w:t>:</w:t>
      </w:r>
      <w:r w:rsidR="00943524">
        <w:rPr>
          <w:rFonts w:ascii="Arial" w:hAnsi="Arial" w:cs="Arial"/>
        </w:rPr>
        <w:t xml:space="preserve"> </w:t>
      </w:r>
      <w:r w:rsidR="00382AE1" w:rsidRPr="00C3319A">
        <w:rPr>
          <w:rFonts w:ascii="Arial" w:hAnsi="Arial" w:cs="Arial"/>
          <w:sz w:val="18"/>
          <w:szCs w:val="18"/>
        </w:rPr>
        <w:t>…………………………</w:t>
      </w:r>
    </w:p>
    <w:p w14:paraId="29168AA9"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w:t>
      </w:r>
      <w:r w:rsidR="00730D24">
        <w:rPr>
          <w:rFonts w:ascii="Arial" w:hAnsi="Arial" w:cs="Arial"/>
        </w:rPr>
        <w:t> </w:t>
      </w:r>
      <w:r>
        <w:rPr>
          <w:rFonts w:ascii="Arial" w:hAnsi="Arial" w:cs="Arial"/>
        </w:rPr>
        <w:t>:</w:t>
      </w:r>
      <w:r w:rsidR="00382AE1">
        <w:rPr>
          <w:rFonts w:ascii="Arial" w:hAnsi="Arial" w:cs="Arial"/>
        </w:rPr>
        <w:t xml:space="preserve"> </w:t>
      </w:r>
      <w:r w:rsidR="00382AE1" w:rsidRPr="00C3319A">
        <w:rPr>
          <w:rFonts w:ascii="Arial" w:hAnsi="Arial" w:cs="Arial"/>
          <w:sz w:val="18"/>
          <w:szCs w:val="18"/>
        </w:rPr>
        <w:t>…………………………</w:t>
      </w:r>
    </w:p>
    <w:p w14:paraId="60D24C29" w14:textId="77777777" w:rsidR="00C716F1" w:rsidRDefault="00C716F1" w:rsidP="00831B52">
      <w:pPr>
        <w:pStyle w:val="fcasegauche"/>
        <w:tabs>
          <w:tab w:val="left" w:pos="426"/>
        </w:tabs>
        <w:spacing w:before="60"/>
        <w:ind w:left="0" w:firstLine="0"/>
        <w:jc w:val="left"/>
        <w:rPr>
          <w:rFonts w:ascii="Arial" w:hAnsi="Arial" w:cs="Arial"/>
          <w:sz w:val="18"/>
          <w:szCs w:val="18"/>
        </w:rPr>
      </w:pPr>
    </w:p>
    <w:p w14:paraId="7EC0A7C4" w14:textId="77777777" w:rsidR="00C716F1" w:rsidRDefault="00C716F1" w:rsidP="00C716F1">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3FF11977"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1F6ACF76"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5FA5A48D"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70A6A863" w14:textId="77777777" w:rsidR="00C716F1" w:rsidRDefault="00C716F1" w:rsidP="00C716F1">
      <w:pPr>
        <w:pStyle w:val="fcasegauche"/>
        <w:tabs>
          <w:tab w:val="left" w:pos="426"/>
        </w:tabs>
        <w:spacing w:before="60"/>
        <w:ind w:left="0" w:firstLine="0"/>
        <w:jc w:val="left"/>
        <w:rPr>
          <w:rFonts w:ascii="Arial" w:hAnsi="Arial" w:cs="Arial"/>
          <w:sz w:val="18"/>
          <w:szCs w:val="18"/>
        </w:rPr>
      </w:pPr>
    </w:p>
    <w:p w14:paraId="4496BEC6" w14:textId="77777777" w:rsidR="00C716F1" w:rsidRDefault="00C716F1" w:rsidP="00C716F1">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217F7A" w14:textId="77777777" w:rsidR="00C716F1" w:rsidRDefault="00C716F1" w:rsidP="00C716F1">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2E246B73" w14:textId="77777777" w:rsidR="00C716F1" w:rsidRDefault="00C716F1" w:rsidP="00C716F1">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463AE57B" w14:textId="77777777" w:rsidR="0010453C" w:rsidRDefault="0010453C" w:rsidP="00831B52">
      <w:pPr>
        <w:pStyle w:val="fcasegauche"/>
        <w:tabs>
          <w:tab w:val="left" w:pos="426"/>
        </w:tabs>
        <w:spacing w:before="60"/>
        <w:ind w:left="0" w:firstLine="0"/>
        <w:jc w:val="left"/>
        <w:rPr>
          <w:rFonts w:ascii="Arial" w:hAnsi="Arial" w:cs="Arial"/>
        </w:rPr>
      </w:pPr>
    </w:p>
    <w:p w14:paraId="5C827D31"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C716F1">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14:paraId="1509B504"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w:t>
      </w:r>
      <w:r w:rsidR="00730D24">
        <w:t>’</w:t>
      </w:r>
      <w:r>
        <w:t>avance</w:t>
      </w:r>
      <w:r w:rsidR="00730D24">
        <w:t> </w:t>
      </w:r>
      <w:r>
        <w:t>:</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D32464">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D32464">
        <w:fldChar w:fldCharType="separate"/>
      </w:r>
      <w:r w:rsidR="00390663">
        <w:fldChar w:fldCharType="end"/>
      </w:r>
      <w:r>
        <w:tab/>
        <w:t>OUI</w:t>
      </w:r>
    </w:p>
    <w:p w14:paraId="307229BB"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C716F1">
        <w:rPr>
          <w:sz w:val="22"/>
          <w:szCs w:val="22"/>
        </w:rPr>
        <w:t>6</w:t>
      </w:r>
      <w:r w:rsidRPr="007E72BE">
        <w:rPr>
          <w:sz w:val="22"/>
          <w:szCs w:val="22"/>
        </w:rPr>
        <w:t xml:space="preserve"> </w:t>
      </w:r>
      <w:r w:rsidR="00730D24">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730D24">
        <w:rPr>
          <w:sz w:val="22"/>
          <w:szCs w:val="22"/>
        </w:rPr>
        <w:t> </w:t>
      </w:r>
      <w:r w:rsidR="00A061B8" w:rsidRPr="007E72BE">
        <w:rPr>
          <w:sz w:val="22"/>
          <w:szCs w:val="22"/>
        </w:rPr>
        <w:t>:</w:t>
      </w:r>
    </w:p>
    <w:p w14:paraId="26B7A528" w14:textId="5D437CEF" w:rsidR="00A061B8" w:rsidRPr="007E72BE" w:rsidRDefault="00390663" w:rsidP="007E72BE">
      <w:pPr>
        <w:pStyle w:val="fcase1ertab"/>
        <w:spacing w:before="60" w:after="60"/>
        <w:ind w:left="0" w:firstLine="0"/>
      </w:pPr>
      <w:r w:rsidRPr="0026329D">
        <w:rPr>
          <w:rFonts w:ascii="Arial" w:hAnsi="Arial" w:cs="Arial"/>
        </w:rPr>
        <w:t>Le marché</w:t>
      </w:r>
      <w:r w:rsidR="00D27F48" w:rsidRPr="0026329D">
        <w:rPr>
          <w:rFonts w:ascii="Arial" w:hAnsi="Arial" w:cs="Arial"/>
        </w:rPr>
        <w:t xml:space="preserve"> public</w:t>
      </w:r>
      <w:r w:rsidR="00053A74" w:rsidRPr="0026329D">
        <w:rPr>
          <w:rFonts w:ascii="Arial" w:hAnsi="Arial" w:cs="Arial"/>
        </w:rPr>
        <w:t xml:space="preserve"> </w:t>
      </w:r>
      <w:r w:rsidR="00EA2EE8" w:rsidRPr="0026329D">
        <w:rPr>
          <w:rFonts w:ascii="Arial" w:hAnsi="Arial" w:cs="Arial"/>
        </w:rPr>
        <w:t xml:space="preserve">est conclu pour </w:t>
      </w:r>
      <w:r w:rsidR="003F62B8" w:rsidRPr="0026329D">
        <w:rPr>
          <w:rFonts w:ascii="Arial" w:hAnsi="Arial" w:cs="Arial"/>
        </w:rPr>
        <w:t xml:space="preserve">une durée de </w:t>
      </w:r>
      <w:r w:rsidR="00AE2B33" w:rsidRPr="0026329D">
        <w:rPr>
          <w:rFonts w:ascii="Arial" w:hAnsi="Arial" w:cs="Arial"/>
        </w:rPr>
        <w:t>12</w:t>
      </w:r>
      <w:r w:rsidR="003F62B8" w:rsidRPr="0026329D">
        <w:rPr>
          <w:rFonts w:ascii="Arial" w:hAnsi="Arial" w:cs="Arial"/>
        </w:rPr>
        <w:t xml:space="preserve"> mois </w:t>
      </w:r>
      <w:r w:rsidR="00AE2B33" w:rsidRPr="0026329D">
        <w:rPr>
          <w:rFonts w:ascii="Arial" w:hAnsi="Arial" w:cs="Arial"/>
        </w:rPr>
        <w:t>reconductible tacitement 3 fois par nouvelles périodes de 12 mois, sans que sa durée maximale ne puisse excéder 48 mois</w:t>
      </w:r>
      <w:r w:rsidR="00EA2EE8" w:rsidRPr="0026329D">
        <w:rPr>
          <w:rFonts w:ascii="Arial" w:hAnsi="Arial" w:cs="Arial"/>
        </w:rPr>
        <w:t xml:space="preserve">. </w:t>
      </w:r>
      <w:r w:rsidR="004E1560" w:rsidRPr="0026329D">
        <w:rPr>
          <w:rFonts w:ascii="Arial" w:hAnsi="Arial" w:cs="Arial"/>
        </w:rPr>
        <w:t xml:space="preserve">La durée d’exécution </w:t>
      </w:r>
      <w:r w:rsidR="00D00917" w:rsidRPr="0026329D">
        <w:rPr>
          <w:rFonts w:ascii="Arial" w:hAnsi="Arial" w:cs="Arial"/>
        </w:rPr>
        <w:t>démarre</w:t>
      </w:r>
      <w:r w:rsidR="004E1560" w:rsidRPr="0026329D">
        <w:rPr>
          <w:rFonts w:ascii="Arial" w:hAnsi="Arial" w:cs="Arial"/>
        </w:rPr>
        <w:t xml:space="preserve"> à compter de la notification</w:t>
      </w:r>
      <w:r w:rsidR="00CC5350" w:rsidRPr="0026329D">
        <w:rPr>
          <w:rFonts w:ascii="Arial" w:hAnsi="Arial" w:cs="Arial"/>
        </w:rPr>
        <w:t xml:space="preserve"> du marché</w:t>
      </w:r>
      <w:r w:rsidR="004E1560">
        <w:t>.</w:t>
      </w:r>
    </w:p>
    <w:p w14:paraId="6E47A82D" w14:textId="38B28BD6" w:rsidR="00AE2B33" w:rsidRDefault="00AE2B33">
      <w:pPr>
        <w:rPr>
          <w:rFonts w:ascii="Arial" w:hAnsi="Arial" w:cs="Arial"/>
          <w:b/>
          <w:bCs/>
          <w:sz w:val="22"/>
          <w:szCs w:val="22"/>
        </w:rPr>
      </w:pPr>
      <w:r>
        <w:rPr>
          <w:rFonts w:ascii="Arial" w:hAnsi="Arial" w:cs="Arial"/>
          <w:b/>
          <w:bCs/>
          <w:sz w:val="22"/>
          <w:szCs w:val="22"/>
        </w:rPr>
        <w:br w:type="page"/>
      </w:r>
    </w:p>
    <w:p w14:paraId="34AB61E4" w14:textId="77777777" w:rsidR="00943524" w:rsidRDefault="00943524">
      <w:pPr>
        <w:tabs>
          <w:tab w:val="left" w:pos="426"/>
        </w:tabs>
        <w:jc w:val="both"/>
        <w:rPr>
          <w:rFonts w:ascii="Arial" w:hAnsi="Arial" w:cs="Arial"/>
          <w:b/>
          <w:bCs/>
          <w:sz w:val="22"/>
          <w:szCs w:val="22"/>
        </w:rPr>
      </w:pPr>
    </w:p>
    <w:p w14:paraId="4E0BAC79"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D00917">
        <w:rPr>
          <w:rFonts w:ascii="Arial" w:hAnsi="Arial" w:cs="Arial"/>
          <w:b/>
          <w:bCs/>
          <w:sz w:val="22"/>
          <w:szCs w:val="22"/>
        </w:rPr>
        <w:t>7</w:t>
      </w:r>
      <w:r>
        <w:rPr>
          <w:rFonts w:ascii="Arial" w:hAnsi="Arial" w:cs="Arial"/>
          <w:b/>
          <w:bCs/>
          <w:sz w:val="22"/>
          <w:szCs w:val="22"/>
        </w:rPr>
        <w:t xml:space="preserve"> </w:t>
      </w:r>
      <w:r w:rsidR="00730D24">
        <w:rPr>
          <w:rFonts w:ascii="Arial" w:hAnsi="Arial" w:cs="Arial"/>
          <w:b/>
          <w:bCs/>
          <w:sz w:val="22"/>
          <w:szCs w:val="22"/>
        </w:rPr>
        <w:t>–</w:t>
      </w:r>
      <w:r w:rsidR="00A061B8">
        <w:rPr>
          <w:rFonts w:ascii="Arial" w:hAnsi="Arial" w:cs="Arial"/>
          <w:b/>
          <w:bCs/>
          <w:sz w:val="22"/>
          <w:szCs w:val="22"/>
        </w:rPr>
        <w:t xml:space="preserve"> Délai de validité de l’offre</w:t>
      </w:r>
      <w:r w:rsidR="00730D24">
        <w:rPr>
          <w:rFonts w:ascii="Arial" w:hAnsi="Arial" w:cs="Arial"/>
          <w:b/>
          <w:bCs/>
          <w:sz w:val="22"/>
          <w:szCs w:val="22"/>
        </w:rPr>
        <w:t> </w:t>
      </w:r>
      <w:r w:rsidR="00A061B8">
        <w:rPr>
          <w:rFonts w:ascii="Arial" w:hAnsi="Arial" w:cs="Arial"/>
          <w:b/>
          <w:bCs/>
          <w:sz w:val="22"/>
          <w:szCs w:val="22"/>
        </w:rPr>
        <w:t>:</w:t>
      </w:r>
    </w:p>
    <w:p w14:paraId="30E48DFA" w14:textId="1B5860F2" w:rsidR="00390663" w:rsidRDefault="00E4790C" w:rsidP="00831B52">
      <w:pPr>
        <w:pStyle w:val="fcase1ertab"/>
        <w:spacing w:before="60" w:after="60"/>
        <w:ind w:left="0" w:firstLine="0"/>
      </w:pPr>
      <w:r>
        <w:t>Le délai de validité de</w:t>
      </w:r>
      <w:r w:rsidR="00A061B8">
        <w:t xml:space="preserve"> </w:t>
      </w:r>
      <w:r>
        <w:t>l’</w:t>
      </w:r>
      <w:r w:rsidR="00A061B8">
        <w:t>offre</w:t>
      </w:r>
      <w:r>
        <w:t xml:space="preserve"> est</w:t>
      </w:r>
      <w:r w:rsidR="00A061B8">
        <w:t xml:space="preserve"> </w:t>
      </w:r>
      <w:r w:rsidR="00053A74">
        <w:t xml:space="preserve">de </w:t>
      </w:r>
      <w:r w:rsidR="00C210AB">
        <w:t>6 mois</w:t>
      </w:r>
      <w:r>
        <w:t xml:space="preserve"> à compter de la date limite de remise des offres.</w:t>
      </w:r>
    </w:p>
    <w:p w14:paraId="4B277880"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659BAE9A" w14:textId="77777777">
        <w:tc>
          <w:tcPr>
            <w:tcW w:w="10419" w:type="dxa"/>
            <w:tcBorders>
              <w:top w:val="nil"/>
              <w:left w:val="nil"/>
              <w:bottom w:val="nil"/>
              <w:right w:val="nil"/>
            </w:tcBorders>
            <w:shd w:val="solid" w:color="66CCFF" w:fill="auto"/>
          </w:tcPr>
          <w:p w14:paraId="4446A7AF" w14:textId="77777777" w:rsidR="00A061B8" w:rsidRDefault="00A061B8" w:rsidP="004E1560">
            <w:pPr>
              <w:tabs>
                <w:tab w:val="left" w:pos="-142"/>
                <w:tab w:val="left" w:pos="4111"/>
              </w:tabs>
              <w:jc w:val="both"/>
              <w:rPr>
                <w:rFonts w:ascii="Arial" w:hAnsi="Arial" w:cs="Arial"/>
                <w:b/>
                <w:bCs/>
                <w:sz w:val="22"/>
                <w:szCs w:val="22"/>
              </w:rPr>
            </w:pPr>
            <w:r>
              <w:rPr>
                <w:rFonts w:ascii="Arial" w:hAnsi="Arial" w:cs="Arial"/>
                <w:b/>
                <w:bCs/>
                <w:sz w:val="22"/>
                <w:szCs w:val="22"/>
              </w:rPr>
              <w:t xml:space="preserve">C </w:t>
            </w:r>
            <w:r w:rsidR="00730D24">
              <w:rPr>
                <w:rFonts w:ascii="Arial" w:hAnsi="Arial" w:cs="Arial"/>
                <w:b/>
                <w:bCs/>
                <w:sz w:val="22"/>
                <w:szCs w:val="22"/>
              </w:rPr>
              <w:t>–</w:t>
            </w:r>
            <w:r>
              <w:rPr>
                <w:rFonts w:ascii="Arial" w:hAnsi="Arial" w:cs="Arial"/>
                <w:b/>
                <w:bCs/>
                <w:sz w:val="22"/>
                <w:szCs w:val="22"/>
              </w:rPr>
              <w:t xml:space="preserve">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w:t>
            </w:r>
            <w:r w:rsidR="00D00917">
              <w:rPr>
                <w:rFonts w:ascii="Arial" w:hAnsi="Arial" w:cs="Arial"/>
                <w:b/>
                <w:bCs/>
                <w:sz w:val="22"/>
                <w:szCs w:val="22"/>
              </w:rPr>
              <w:t xml:space="preserve"> individuel ou, en cas de groupement, le mandataire dûment habilité ou chaque membre du groupement</w:t>
            </w:r>
          </w:p>
        </w:tc>
      </w:tr>
    </w:tbl>
    <w:p w14:paraId="20863578" w14:textId="77777777" w:rsidR="00A061B8" w:rsidRDefault="00A061B8">
      <w:pPr>
        <w:jc w:val="both"/>
        <w:rPr>
          <w:rFonts w:ascii="Arial" w:hAnsi="Arial" w:cs="Arial"/>
        </w:rPr>
      </w:pPr>
    </w:p>
    <w:p w14:paraId="57BE092B"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w:t>
      </w:r>
      <w:r w:rsidR="00730D24">
        <w:rPr>
          <w:rFonts w:ascii="Arial" w:hAnsi="Arial" w:cs="Arial"/>
          <w:b/>
          <w:sz w:val="22"/>
          <w:szCs w:val="22"/>
        </w:rPr>
        <w:t> </w:t>
      </w:r>
      <w:r>
        <w:rPr>
          <w:rFonts w:ascii="Arial" w:hAnsi="Arial" w:cs="Arial"/>
          <w:b/>
          <w:sz w:val="22"/>
          <w:szCs w:val="22"/>
        </w:rPr>
        <w:t>:</w:t>
      </w:r>
    </w:p>
    <w:p w14:paraId="3072A8E3" w14:textId="77777777" w:rsidR="00D00917" w:rsidRDefault="00D00917" w:rsidP="00D0091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D00917" w14:paraId="31F54D7D" w14:textId="77777777" w:rsidTr="000E0BB0">
        <w:tc>
          <w:tcPr>
            <w:tcW w:w="4644" w:type="dxa"/>
            <w:vAlign w:val="center"/>
          </w:tcPr>
          <w:p w14:paraId="39C5E661" w14:textId="77777777" w:rsidR="00D00917" w:rsidRDefault="00D00917" w:rsidP="000E0BB0">
            <w:pPr>
              <w:jc w:val="center"/>
              <w:rPr>
                <w:rFonts w:ascii="Arial" w:hAnsi="Arial" w:cs="Arial"/>
                <w:b/>
                <w:bCs/>
              </w:rPr>
            </w:pPr>
            <w:r>
              <w:rPr>
                <w:rFonts w:ascii="Arial" w:hAnsi="Arial" w:cs="Arial"/>
                <w:b/>
                <w:bCs/>
              </w:rPr>
              <w:t>Nom, prénom et qualité</w:t>
            </w:r>
          </w:p>
          <w:p w14:paraId="7823EFE0" w14:textId="77777777" w:rsidR="00D00917" w:rsidRDefault="00D00917" w:rsidP="000E0BB0">
            <w:pPr>
              <w:jc w:val="center"/>
              <w:rPr>
                <w:rFonts w:ascii="Arial" w:hAnsi="Arial" w:cs="Arial"/>
                <w:b/>
                <w:bCs/>
              </w:rPr>
            </w:pPr>
            <w:r>
              <w:rPr>
                <w:rFonts w:ascii="Arial" w:hAnsi="Arial" w:cs="Arial"/>
                <w:b/>
                <w:bCs/>
              </w:rPr>
              <w:t>du signataire (*)</w:t>
            </w:r>
          </w:p>
        </w:tc>
        <w:tc>
          <w:tcPr>
            <w:tcW w:w="2694" w:type="dxa"/>
            <w:vAlign w:val="center"/>
          </w:tcPr>
          <w:p w14:paraId="15B66002" w14:textId="77777777" w:rsidR="00D00917" w:rsidRDefault="00D00917" w:rsidP="000E0BB0">
            <w:pPr>
              <w:jc w:val="center"/>
              <w:rPr>
                <w:rFonts w:ascii="Arial" w:hAnsi="Arial" w:cs="Arial"/>
                <w:b/>
                <w:bCs/>
              </w:rPr>
            </w:pPr>
            <w:r>
              <w:rPr>
                <w:rFonts w:ascii="Arial" w:hAnsi="Arial" w:cs="Arial"/>
                <w:b/>
                <w:bCs/>
              </w:rPr>
              <w:t>Lieu et date de signature</w:t>
            </w:r>
          </w:p>
        </w:tc>
        <w:tc>
          <w:tcPr>
            <w:tcW w:w="2976" w:type="dxa"/>
            <w:vAlign w:val="center"/>
          </w:tcPr>
          <w:p w14:paraId="108DFB7B" w14:textId="77777777" w:rsidR="00D00917" w:rsidRDefault="00D00917" w:rsidP="000E0BB0">
            <w:pPr>
              <w:jc w:val="center"/>
              <w:rPr>
                <w:rFonts w:ascii="Arial" w:hAnsi="Arial" w:cs="Arial"/>
                <w:b/>
                <w:bCs/>
              </w:rPr>
            </w:pPr>
            <w:r>
              <w:rPr>
                <w:rFonts w:ascii="Arial" w:hAnsi="Arial" w:cs="Arial"/>
                <w:b/>
                <w:bCs/>
              </w:rPr>
              <w:t>Signature</w:t>
            </w:r>
          </w:p>
        </w:tc>
      </w:tr>
      <w:tr w:rsidR="00D00917" w14:paraId="1453E793" w14:textId="77777777" w:rsidTr="000E0BB0">
        <w:trPr>
          <w:trHeight w:val="1273"/>
        </w:trPr>
        <w:tc>
          <w:tcPr>
            <w:tcW w:w="4644" w:type="dxa"/>
            <w:shd w:val="solid" w:color="CCECFF" w:fill="auto"/>
          </w:tcPr>
          <w:p w14:paraId="2AAA89E8" w14:textId="77777777" w:rsidR="00D00917" w:rsidRDefault="00D00917" w:rsidP="000E0BB0">
            <w:pPr>
              <w:jc w:val="both"/>
              <w:rPr>
                <w:rFonts w:ascii="Arial" w:hAnsi="Arial" w:cs="Arial"/>
                <w:b/>
                <w:bCs/>
              </w:rPr>
            </w:pPr>
          </w:p>
          <w:p w14:paraId="6B79466C" w14:textId="77777777" w:rsidR="00D00917" w:rsidRPr="004E72E9" w:rsidRDefault="00D00917" w:rsidP="000E0BB0">
            <w:pPr>
              <w:jc w:val="both"/>
              <w:rPr>
                <w:rFonts w:ascii="Arial" w:hAnsi="Arial" w:cs="Arial"/>
                <w:b/>
                <w:bCs/>
                <w:sz w:val="12"/>
              </w:rPr>
            </w:pPr>
          </w:p>
          <w:p w14:paraId="268F7F78" w14:textId="77777777" w:rsidR="00D00917" w:rsidRDefault="00D00917" w:rsidP="000E0BB0">
            <w:pPr>
              <w:jc w:val="both"/>
              <w:rPr>
                <w:rFonts w:ascii="Arial" w:hAnsi="Arial" w:cs="Arial"/>
                <w:b/>
                <w:bCs/>
              </w:rPr>
            </w:pPr>
          </w:p>
        </w:tc>
        <w:tc>
          <w:tcPr>
            <w:tcW w:w="2694" w:type="dxa"/>
            <w:shd w:val="solid" w:color="CCECFF" w:fill="auto"/>
          </w:tcPr>
          <w:p w14:paraId="6A19D72A" w14:textId="77777777" w:rsidR="00D00917" w:rsidRDefault="00D00917" w:rsidP="000E0BB0">
            <w:pPr>
              <w:jc w:val="both"/>
              <w:rPr>
                <w:rFonts w:ascii="Arial" w:hAnsi="Arial" w:cs="Arial"/>
                <w:b/>
                <w:bCs/>
              </w:rPr>
            </w:pPr>
          </w:p>
        </w:tc>
        <w:tc>
          <w:tcPr>
            <w:tcW w:w="2976" w:type="dxa"/>
            <w:shd w:val="solid" w:color="CCECFF" w:fill="auto"/>
          </w:tcPr>
          <w:p w14:paraId="7C60456A" w14:textId="77777777" w:rsidR="00D00917" w:rsidRDefault="00D00917" w:rsidP="000E0BB0">
            <w:pPr>
              <w:jc w:val="both"/>
              <w:rPr>
                <w:rFonts w:ascii="Arial" w:hAnsi="Arial" w:cs="Arial"/>
                <w:b/>
                <w:bCs/>
              </w:rPr>
            </w:pPr>
          </w:p>
        </w:tc>
      </w:tr>
    </w:tbl>
    <w:p w14:paraId="71E7B3D0" w14:textId="77777777" w:rsidR="00D00917" w:rsidRDefault="00D00917">
      <w:pPr>
        <w:jc w:val="both"/>
        <w:rPr>
          <w:rFonts w:ascii="Arial" w:hAnsi="Arial" w:cs="Arial"/>
        </w:rPr>
      </w:pPr>
      <w:r>
        <w:rPr>
          <w:rFonts w:ascii="Arial" w:hAnsi="Arial" w:cs="Arial"/>
          <w:sz w:val="18"/>
          <w:szCs w:val="18"/>
        </w:rPr>
        <w:t>(*) Le signataire doit avoir le pouvoir d’engager la personne qu’il représente</w:t>
      </w:r>
    </w:p>
    <w:p w14:paraId="60EA225B" w14:textId="77777777" w:rsidR="00D00917" w:rsidRDefault="00D00917">
      <w:pPr>
        <w:jc w:val="both"/>
        <w:rPr>
          <w:rFonts w:ascii="Arial" w:hAnsi="Arial" w:cs="Arial"/>
        </w:rPr>
      </w:pPr>
    </w:p>
    <w:p w14:paraId="1134D733" w14:textId="77777777" w:rsidR="00D00917" w:rsidRDefault="00D00917" w:rsidP="00D0091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33086B6" w14:textId="77777777" w:rsidR="00D00917" w:rsidRDefault="00D00917" w:rsidP="00D00917">
      <w:pPr>
        <w:tabs>
          <w:tab w:val="left" w:pos="851"/>
        </w:tabs>
        <w:jc w:val="both"/>
      </w:pPr>
    </w:p>
    <w:p w14:paraId="67ACBD05" w14:textId="77777777" w:rsidR="00D00917" w:rsidRDefault="00D00917" w:rsidP="00D0091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E06FC9">
        <w:rPr>
          <w:rFonts w:ascii="Arial" w:hAnsi="Arial" w:cs="Arial"/>
          <w:i/>
          <w:sz w:val="18"/>
          <w:szCs w:val="18"/>
        </w:rPr>
        <w:t>R2142-24 du Code de la commande publique</w:t>
      </w:r>
      <w:r>
        <w:rPr>
          <w:rFonts w:ascii="Arial" w:hAnsi="Arial" w:cs="Arial"/>
          <w:i/>
          <w:sz w:val="18"/>
          <w:szCs w:val="18"/>
        </w:rPr>
        <w:t>) </w:t>
      </w:r>
      <w:r>
        <w:rPr>
          <w:rFonts w:ascii="Arial" w:hAnsi="Arial" w:cs="Arial"/>
          <w:sz w:val="18"/>
          <w:szCs w:val="18"/>
        </w:rPr>
        <w:t>:</w:t>
      </w:r>
    </w:p>
    <w:p w14:paraId="68DC5EE7" w14:textId="77777777" w:rsidR="00D0091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Pr>
          <w:rFonts w:ascii="Arial" w:hAnsi="Arial" w:cs="Arial"/>
          <w:i/>
          <w:sz w:val="18"/>
          <w:szCs w:val="18"/>
        </w:rPr>
        <w:t> : ……………………………………..……………………………………………………………….</w:t>
      </w:r>
    </w:p>
    <w:p w14:paraId="6931A7F2" w14:textId="77777777" w:rsidR="00D00917" w:rsidRPr="00503D87" w:rsidRDefault="00D00917" w:rsidP="00D00917">
      <w:pPr>
        <w:tabs>
          <w:tab w:val="left" w:pos="851"/>
        </w:tabs>
        <w:rPr>
          <w:rFonts w:ascii="Arial" w:hAnsi="Arial" w:cs="Arial"/>
          <w:i/>
          <w:sz w:val="18"/>
          <w:szCs w:val="18"/>
        </w:rPr>
      </w:pPr>
      <w:proofErr w:type="gramStart"/>
      <w:r w:rsidRPr="009B45B9">
        <w:rPr>
          <w:rFonts w:ascii="Arial" w:hAnsi="Arial" w:cs="Arial"/>
          <w:i/>
          <w:sz w:val="18"/>
          <w:szCs w:val="18"/>
        </w:rPr>
        <w:t>dén</w:t>
      </w:r>
      <w:r>
        <w:rPr>
          <w:rFonts w:ascii="Arial" w:hAnsi="Arial" w:cs="Arial"/>
          <w:i/>
          <w:sz w:val="18"/>
          <w:szCs w:val="18"/>
        </w:rPr>
        <w:t>omination</w:t>
      </w:r>
      <w:proofErr w:type="gramEnd"/>
      <w:r>
        <w:rPr>
          <w:rFonts w:ascii="Arial" w:hAnsi="Arial" w:cs="Arial"/>
          <w:i/>
          <w:sz w:val="18"/>
          <w:szCs w:val="18"/>
        </w:rPr>
        <w:t xml:space="preserve"> sociale du mandataire : ……………….………………………………………………………………</w:t>
      </w:r>
    </w:p>
    <w:p w14:paraId="3104DB90" w14:textId="77777777" w:rsidR="00D00917" w:rsidRDefault="00D00917" w:rsidP="00D00917">
      <w:pPr>
        <w:tabs>
          <w:tab w:val="left" w:pos="851"/>
        </w:tabs>
        <w:rPr>
          <w:rFonts w:ascii="Arial" w:hAnsi="Arial" w:cs="Arial"/>
        </w:rPr>
      </w:pPr>
    </w:p>
    <w:p w14:paraId="2267E554" w14:textId="77777777" w:rsidR="00D00917" w:rsidRDefault="00D00917" w:rsidP="00D00917">
      <w:pPr>
        <w:tabs>
          <w:tab w:val="left" w:pos="851"/>
        </w:tabs>
        <w:rPr>
          <w:rFonts w:ascii="Arial" w:hAnsi="Arial" w:cs="Arial"/>
        </w:rPr>
      </w:pPr>
    </w:p>
    <w:p w14:paraId="06D57BF8" w14:textId="77777777" w:rsidR="00D00917" w:rsidRDefault="00D00917" w:rsidP="00D0091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7019244" w14:textId="77777777" w:rsidR="00D00917" w:rsidRDefault="00D00917" w:rsidP="00D00917">
      <w:pPr>
        <w:pStyle w:val="fcase1ertab"/>
        <w:tabs>
          <w:tab w:val="left" w:pos="851"/>
        </w:tabs>
        <w:rPr>
          <w:rFonts w:ascii="Arial" w:hAnsi="Arial" w:cs="Arial"/>
        </w:rPr>
      </w:pPr>
      <w:r>
        <w:rPr>
          <w:rFonts w:ascii="Arial" w:hAnsi="Arial" w:cs="Arial"/>
          <w:i/>
          <w:iCs/>
          <w:sz w:val="18"/>
          <w:szCs w:val="18"/>
        </w:rPr>
        <w:t>(Cocher la case correspondante.)</w:t>
      </w:r>
    </w:p>
    <w:p w14:paraId="225504E2" w14:textId="77777777" w:rsidR="00D00917" w:rsidRDefault="00D00917" w:rsidP="00D0091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rPr>
          <w:rFonts w:ascii="Arial" w:hAnsi="Arial" w:cs="Arial"/>
          <w:iCs/>
        </w:rPr>
        <w:t xml:space="preserve"> </w:t>
      </w:r>
      <w:r>
        <w:rPr>
          <w:rFonts w:ascii="Arial" w:hAnsi="Arial" w:cs="Arial"/>
        </w:rPr>
        <w:t>solidaire</w:t>
      </w:r>
    </w:p>
    <w:p w14:paraId="32A92533" w14:textId="77777777" w:rsidR="00D00917" w:rsidRDefault="00D00917" w:rsidP="00D00917">
      <w:pPr>
        <w:tabs>
          <w:tab w:val="left" w:pos="851"/>
        </w:tabs>
        <w:rPr>
          <w:rFonts w:ascii="Arial" w:hAnsi="Arial" w:cs="Arial"/>
        </w:rPr>
      </w:pPr>
    </w:p>
    <w:p w14:paraId="1E04D9DD" w14:textId="77777777" w:rsidR="00D00917" w:rsidRDefault="00D00917" w:rsidP="00D00917">
      <w:pPr>
        <w:tabs>
          <w:tab w:val="left" w:pos="851"/>
        </w:tabs>
        <w:rPr>
          <w:rFonts w:ascii="Arial" w:hAnsi="Arial" w:cs="Arial"/>
        </w:rPr>
      </w:pPr>
    </w:p>
    <w:p w14:paraId="3B26BFF0" w14:textId="77777777" w:rsidR="00D00917" w:rsidRDefault="00D00917" w:rsidP="00D0091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t xml:space="preserve"> </w:t>
      </w:r>
      <w:r>
        <w:rPr>
          <w:rFonts w:ascii="Arial" w:hAnsi="Arial" w:cs="Arial"/>
        </w:rPr>
        <w:t>Les membres du groupement ont donné mandat au mandataire, qui signe le présent acte d’engagement :</w:t>
      </w:r>
    </w:p>
    <w:p w14:paraId="589E2D0F" w14:textId="77777777" w:rsidR="00D00917" w:rsidRDefault="00D00917" w:rsidP="00D00917">
      <w:pPr>
        <w:tabs>
          <w:tab w:val="left" w:pos="851"/>
        </w:tabs>
        <w:rPr>
          <w:rFonts w:ascii="Arial" w:hAnsi="Arial" w:cs="Arial"/>
        </w:rPr>
      </w:pPr>
      <w:r>
        <w:rPr>
          <w:rFonts w:ascii="Arial" w:hAnsi="Arial" w:cs="Arial"/>
          <w:i/>
          <w:sz w:val="18"/>
          <w:szCs w:val="18"/>
        </w:rPr>
        <w:t>(Cocher la ou les cases correspondantes.)</w:t>
      </w:r>
    </w:p>
    <w:p w14:paraId="47336E3E" w14:textId="77777777" w:rsidR="00D00917" w:rsidRDefault="00D00917" w:rsidP="00D00917">
      <w:pPr>
        <w:pStyle w:val="fcasegauche"/>
        <w:tabs>
          <w:tab w:val="left" w:pos="426"/>
          <w:tab w:val="left" w:pos="851"/>
        </w:tabs>
        <w:spacing w:after="0"/>
        <w:ind w:left="0" w:firstLine="0"/>
        <w:jc w:val="left"/>
        <w:rPr>
          <w:rFonts w:ascii="Arial" w:hAnsi="Arial" w:cs="Arial"/>
        </w:rPr>
      </w:pPr>
    </w:p>
    <w:p w14:paraId="1B19198A" w14:textId="77777777" w:rsidR="00D00917" w:rsidRDefault="00D00917" w:rsidP="00D0091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CF594E2"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45D5C18" w14:textId="77777777" w:rsidR="00D00917" w:rsidRDefault="00D00917" w:rsidP="00D00917">
      <w:pPr>
        <w:tabs>
          <w:tab w:val="left" w:pos="851"/>
        </w:tabs>
        <w:rPr>
          <w:rFonts w:ascii="Arial" w:hAnsi="Arial" w:cs="Arial"/>
        </w:rPr>
      </w:pPr>
    </w:p>
    <w:p w14:paraId="6CA2F52F"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tab/>
      </w:r>
      <w:r>
        <w:rPr>
          <w:rFonts w:ascii="Arial" w:hAnsi="Arial" w:cs="Arial"/>
        </w:rPr>
        <w:t>pour signer, en leur nom et pour leur compte, les modifications ultérieures du marché public ;</w:t>
      </w:r>
    </w:p>
    <w:p w14:paraId="42A4FE91" w14:textId="77777777" w:rsidR="00D00917" w:rsidRDefault="00D00917" w:rsidP="00D0091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C6C922" w14:textId="77777777" w:rsidR="00D00917" w:rsidRDefault="00D00917" w:rsidP="00D00917">
      <w:pPr>
        <w:tabs>
          <w:tab w:val="left" w:pos="851"/>
        </w:tabs>
        <w:rPr>
          <w:rFonts w:ascii="Arial" w:hAnsi="Arial" w:cs="Arial"/>
          <w:iCs/>
        </w:rPr>
      </w:pPr>
    </w:p>
    <w:p w14:paraId="3B1EE9A1" w14:textId="77777777" w:rsidR="00D00917" w:rsidRDefault="00D00917" w:rsidP="00D0091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BF59BE2" w14:textId="77777777" w:rsidR="00D00917" w:rsidRDefault="00D00917" w:rsidP="00D00917">
      <w:pPr>
        <w:tabs>
          <w:tab w:val="left" w:pos="851"/>
        </w:tabs>
        <w:ind w:left="1134" w:hanging="850"/>
        <w:rPr>
          <w:rFonts w:ascii="Arial" w:hAnsi="Arial" w:cs="Arial"/>
          <w:i/>
          <w:sz w:val="18"/>
          <w:szCs w:val="18"/>
        </w:rPr>
      </w:pPr>
    </w:p>
    <w:p w14:paraId="0869F124" w14:textId="77777777" w:rsidR="00D00917" w:rsidRDefault="00D00917" w:rsidP="00D00917">
      <w:pPr>
        <w:tabs>
          <w:tab w:val="left" w:pos="851"/>
        </w:tabs>
        <w:rPr>
          <w:rFonts w:ascii="Arial" w:hAnsi="Arial" w:cs="Arial"/>
          <w:i/>
          <w:sz w:val="18"/>
          <w:szCs w:val="18"/>
        </w:rPr>
      </w:pPr>
    </w:p>
    <w:p w14:paraId="6354A2DB" w14:textId="77777777" w:rsidR="00D00917" w:rsidRDefault="00D00917" w:rsidP="00D0091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t xml:space="preserve"> </w:t>
      </w:r>
      <w:r>
        <w:rPr>
          <w:rFonts w:ascii="Arial" w:hAnsi="Arial" w:cs="Arial"/>
        </w:rPr>
        <w:t>Les membres du groupement, qui signent le présent acte d’engagement :</w:t>
      </w:r>
    </w:p>
    <w:p w14:paraId="40F88EEA" w14:textId="77777777" w:rsidR="00D00917" w:rsidRDefault="00D00917" w:rsidP="00D00917">
      <w:pPr>
        <w:tabs>
          <w:tab w:val="left" w:pos="851"/>
        </w:tabs>
        <w:rPr>
          <w:rFonts w:ascii="Arial" w:hAnsi="Arial" w:cs="Arial"/>
        </w:rPr>
      </w:pPr>
      <w:r>
        <w:rPr>
          <w:rFonts w:ascii="Arial" w:hAnsi="Arial" w:cs="Arial"/>
          <w:i/>
          <w:sz w:val="18"/>
          <w:szCs w:val="18"/>
        </w:rPr>
        <w:t>(Cocher la case correspondante.)</w:t>
      </w:r>
    </w:p>
    <w:p w14:paraId="1A8F7B4E" w14:textId="77777777" w:rsidR="00D00917" w:rsidRDefault="00D00917" w:rsidP="00D00917">
      <w:pPr>
        <w:tabs>
          <w:tab w:val="left" w:pos="851"/>
        </w:tabs>
        <w:rPr>
          <w:rFonts w:ascii="Arial" w:hAnsi="Arial" w:cs="Arial"/>
        </w:rPr>
      </w:pPr>
    </w:p>
    <w:p w14:paraId="0D7A2014" w14:textId="77777777" w:rsidR="00D00917" w:rsidRDefault="00D00917" w:rsidP="00D0091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12D5059" w14:textId="77777777" w:rsidR="00D00917" w:rsidRDefault="00D00917" w:rsidP="00D00917">
      <w:pPr>
        <w:tabs>
          <w:tab w:val="left" w:pos="851"/>
        </w:tabs>
        <w:ind w:left="1701" w:hanging="850"/>
        <w:jc w:val="both"/>
      </w:pPr>
    </w:p>
    <w:p w14:paraId="627018D5" w14:textId="77777777" w:rsidR="00D00917" w:rsidRDefault="00D00917" w:rsidP="00D0091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1758D8E" w14:textId="77777777" w:rsidR="00D00917" w:rsidRDefault="00D00917" w:rsidP="00D00917">
      <w:pPr>
        <w:tabs>
          <w:tab w:val="left" w:pos="851"/>
        </w:tabs>
        <w:rPr>
          <w:rFonts w:ascii="Arial" w:hAnsi="Arial" w:cs="Arial"/>
          <w:iCs/>
        </w:rPr>
      </w:pPr>
    </w:p>
    <w:p w14:paraId="15C442D3" w14:textId="77777777" w:rsidR="00D00917" w:rsidRDefault="00D00917" w:rsidP="00D0091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32464">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446203" w14:textId="77777777" w:rsidR="00D00917" w:rsidRDefault="00D00917" w:rsidP="00D0091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B70C566" w14:textId="77777777" w:rsidR="00D00917" w:rsidRDefault="00D00917" w:rsidP="00D00917">
      <w:pPr>
        <w:tabs>
          <w:tab w:val="left" w:pos="851"/>
        </w:tabs>
        <w:ind w:left="1134" w:hanging="850"/>
        <w:rPr>
          <w:rFonts w:ascii="Arial" w:hAnsi="Arial" w:cs="Arial"/>
        </w:rPr>
      </w:pPr>
    </w:p>
    <w:p w14:paraId="4051B402" w14:textId="3990AAE4" w:rsidR="00EF25AB" w:rsidRDefault="00EF25AB">
      <w:pPr>
        <w:rPr>
          <w:rFonts w:ascii="Arial" w:hAnsi="Arial" w:cs="Arial"/>
        </w:rPr>
      </w:pPr>
      <w:r>
        <w:rPr>
          <w:rFonts w:ascii="Arial" w:hAnsi="Arial" w:cs="Arial"/>
        </w:rPr>
        <w:br w:type="page"/>
      </w:r>
    </w:p>
    <w:p w14:paraId="7DF8BFB2" w14:textId="77777777" w:rsidR="00D00917" w:rsidRDefault="00D00917">
      <w:pPr>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43AB7C0E" w14:textId="77777777" w:rsidTr="00A92A0A">
        <w:tc>
          <w:tcPr>
            <w:tcW w:w="4644" w:type="dxa"/>
            <w:shd w:val="clear" w:color="auto" w:fill="auto"/>
            <w:vAlign w:val="center"/>
          </w:tcPr>
          <w:p w14:paraId="197379B6"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7E10EB71" w14:textId="77777777"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14:paraId="6A255452"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3520BAD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3E62491B" w14:textId="77777777" w:rsidTr="00A92A0A">
        <w:trPr>
          <w:trHeight w:val="1021"/>
        </w:trPr>
        <w:tc>
          <w:tcPr>
            <w:tcW w:w="4644" w:type="dxa"/>
            <w:shd w:val="clear" w:color="auto" w:fill="CCFFFF"/>
          </w:tcPr>
          <w:p w14:paraId="24C2EB4C"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C97DA7"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20E64E9B" w14:textId="77777777" w:rsidR="00A92A0A" w:rsidRDefault="00A92A0A" w:rsidP="00D46337">
            <w:pPr>
              <w:tabs>
                <w:tab w:val="left" w:pos="851"/>
              </w:tabs>
              <w:snapToGrid w:val="0"/>
              <w:jc w:val="both"/>
              <w:rPr>
                <w:rFonts w:ascii="Arial" w:hAnsi="Arial" w:cs="Arial"/>
                <w:b/>
                <w:bCs/>
              </w:rPr>
            </w:pPr>
          </w:p>
        </w:tc>
      </w:tr>
      <w:tr w:rsidR="00A92A0A" w14:paraId="240F4012" w14:textId="77777777" w:rsidTr="00A92A0A">
        <w:trPr>
          <w:trHeight w:val="1021"/>
        </w:trPr>
        <w:tc>
          <w:tcPr>
            <w:tcW w:w="4644" w:type="dxa"/>
            <w:shd w:val="clear" w:color="auto" w:fill="auto"/>
          </w:tcPr>
          <w:p w14:paraId="5B9B5E82"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728588ED"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07E2D4ED" w14:textId="77777777" w:rsidR="00A92A0A" w:rsidRDefault="00A92A0A" w:rsidP="00D46337">
            <w:pPr>
              <w:tabs>
                <w:tab w:val="left" w:pos="851"/>
              </w:tabs>
              <w:snapToGrid w:val="0"/>
              <w:jc w:val="both"/>
              <w:rPr>
                <w:rFonts w:ascii="Arial" w:hAnsi="Arial" w:cs="Arial"/>
                <w:b/>
                <w:bCs/>
              </w:rPr>
            </w:pPr>
          </w:p>
        </w:tc>
      </w:tr>
      <w:tr w:rsidR="00A92A0A" w14:paraId="435170B8" w14:textId="77777777" w:rsidTr="00A92A0A">
        <w:trPr>
          <w:trHeight w:val="1021"/>
        </w:trPr>
        <w:tc>
          <w:tcPr>
            <w:tcW w:w="4644" w:type="dxa"/>
            <w:shd w:val="clear" w:color="auto" w:fill="CCFFFF"/>
          </w:tcPr>
          <w:p w14:paraId="7819C050"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EF3ABBC"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51009B7" w14:textId="77777777" w:rsidR="00A92A0A" w:rsidRDefault="00A92A0A" w:rsidP="00D46337">
            <w:pPr>
              <w:tabs>
                <w:tab w:val="left" w:pos="851"/>
              </w:tabs>
              <w:snapToGrid w:val="0"/>
              <w:jc w:val="both"/>
              <w:rPr>
                <w:rFonts w:ascii="Arial" w:hAnsi="Arial" w:cs="Arial"/>
                <w:b/>
                <w:bCs/>
              </w:rPr>
            </w:pPr>
          </w:p>
        </w:tc>
      </w:tr>
      <w:tr w:rsidR="00A92A0A" w14:paraId="772A62A6" w14:textId="77777777" w:rsidTr="00A92A0A">
        <w:trPr>
          <w:trHeight w:val="1021"/>
        </w:trPr>
        <w:tc>
          <w:tcPr>
            <w:tcW w:w="4644" w:type="dxa"/>
            <w:shd w:val="clear" w:color="auto" w:fill="auto"/>
          </w:tcPr>
          <w:p w14:paraId="265E2860"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053FA313"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755FCC37" w14:textId="77777777" w:rsidR="00A92A0A" w:rsidRDefault="00A92A0A" w:rsidP="00D46337">
            <w:pPr>
              <w:tabs>
                <w:tab w:val="left" w:pos="851"/>
              </w:tabs>
              <w:snapToGrid w:val="0"/>
              <w:jc w:val="both"/>
              <w:rPr>
                <w:rFonts w:ascii="Arial" w:hAnsi="Arial" w:cs="Arial"/>
                <w:b/>
                <w:bCs/>
              </w:rPr>
            </w:pPr>
          </w:p>
        </w:tc>
      </w:tr>
    </w:tbl>
    <w:p w14:paraId="30176022" w14:textId="77777777" w:rsidR="00A92A0A" w:rsidRDefault="00A92A0A" w:rsidP="00EA4DE1">
      <w:pPr>
        <w:spacing w:after="240"/>
        <w:jc w:val="both"/>
        <w:rPr>
          <w:rFonts w:ascii="Arial" w:hAnsi="Arial" w:cs="Arial"/>
          <w:sz w:val="18"/>
          <w:szCs w:val="18"/>
        </w:rPr>
      </w:pPr>
      <w:r>
        <w:rPr>
          <w:rFonts w:ascii="Arial" w:hAnsi="Arial" w:cs="Arial"/>
          <w:sz w:val="18"/>
          <w:szCs w:val="18"/>
        </w:rPr>
        <w:t>(*) Le signataire doit avoir le pouvoir d’engager la personne qu’il représente.</w:t>
      </w:r>
      <w:r w:rsidR="008B75D1">
        <w:rPr>
          <w:rFonts w:ascii="Arial" w:hAnsi="Arial" w:cs="Arial"/>
          <w:sz w:val="18"/>
          <w:szCs w:val="18"/>
        </w:rPr>
        <w:t xml:space="preserve"> Les pouvoirs ou documents d’effet équivalant sont joints à la proposition </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3DE4FD4D" w14:textId="77777777">
        <w:tc>
          <w:tcPr>
            <w:tcW w:w="10277" w:type="dxa"/>
            <w:tcBorders>
              <w:top w:val="nil"/>
              <w:left w:val="nil"/>
              <w:bottom w:val="nil"/>
              <w:right w:val="nil"/>
            </w:tcBorders>
            <w:shd w:val="solid" w:color="66CCFF" w:fill="auto"/>
          </w:tcPr>
          <w:p w14:paraId="0BCFCC80" w14:textId="77777777" w:rsidR="00A061B8" w:rsidRDefault="00A061B8">
            <w:pPr>
              <w:pStyle w:val="Titre4"/>
              <w:rPr>
                <w:sz w:val="22"/>
                <w:szCs w:val="22"/>
              </w:rPr>
            </w:pPr>
            <w:r>
              <w:rPr>
                <w:sz w:val="22"/>
                <w:szCs w:val="22"/>
              </w:rPr>
              <w:br w:type="page"/>
            </w:r>
            <w:r>
              <w:rPr>
                <w:sz w:val="22"/>
                <w:szCs w:val="22"/>
              </w:rPr>
              <w:br w:type="page"/>
              <w:t xml:space="preserve">D </w:t>
            </w:r>
            <w:r w:rsidR="00730D24">
              <w:rPr>
                <w:sz w:val="22"/>
                <w:szCs w:val="22"/>
              </w:rPr>
              <w:t>–</w:t>
            </w:r>
            <w:r>
              <w:rPr>
                <w:sz w:val="22"/>
                <w:szCs w:val="22"/>
              </w:rPr>
              <w:t xml:space="preserve"> Identification du pouvoir adjudicateur </w:t>
            </w:r>
          </w:p>
        </w:tc>
      </w:tr>
    </w:tbl>
    <w:p w14:paraId="14D652A9"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730D24">
        <w:rPr>
          <w:rFonts w:ascii="Arial" w:hAnsi="Arial" w:cs="Arial"/>
        </w:rPr>
        <w:t> </w:t>
      </w:r>
      <w:r w:rsidRPr="0050384D">
        <w:rPr>
          <w:rFonts w:ascii="Arial" w:hAnsi="Arial" w:cs="Arial"/>
        </w:rPr>
        <w:t>:</w:t>
      </w:r>
    </w:p>
    <w:p w14:paraId="093E3BEF" w14:textId="77777777" w:rsidR="004126E1" w:rsidRDefault="004126E1" w:rsidP="004126E1">
      <w:pPr>
        <w:pStyle w:val="En-tte"/>
        <w:jc w:val="both"/>
        <w:rPr>
          <w:rFonts w:ascii="Arial" w:hAnsi="Arial" w:cs="Arial"/>
        </w:rPr>
      </w:pPr>
      <w:r w:rsidRPr="004126E1">
        <w:rPr>
          <w:rFonts w:ascii="Arial" w:hAnsi="Arial" w:cs="Arial"/>
        </w:rPr>
        <w:t>Direction générale de l’aviation civile</w:t>
      </w:r>
    </w:p>
    <w:p w14:paraId="338E055C" w14:textId="77777777" w:rsidR="004126E1" w:rsidRPr="004126E1" w:rsidRDefault="004126E1" w:rsidP="004126E1">
      <w:pPr>
        <w:pStyle w:val="En-tte"/>
        <w:jc w:val="both"/>
        <w:rPr>
          <w:rFonts w:ascii="Arial" w:hAnsi="Arial" w:cs="Arial"/>
        </w:rPr>
      </w:pPr>
      <w:r w:rsidRPr="004126E1">
        <w:rPr>
          <w:rFonts w:ascii="Arial" w:hAnsi="Arial" w:cs="Arial"/>
        </w:rPr>
        <w:t>Service technique de l’aviation civile</w:t>
      </w:r>
    </w:p>
    <w:p w14:paraId="74A51CFA" w14:textId="4FCBADBC" w:rsidR="004126E1" w:rsidRPr="004126E1" w:rsidRDefault="004126E1" w:rsidP="004126E1">
      <w:pPr>
        <w:pStyle w:val="En-tte"/>
        <w:jc w:val="both"/>
        <w:rPr>
          <w:rFonts w:ascii="Arial" w:hAnsi="Arial" w:cs="Arial"/>
        </w:rPr>
      </w:pPr>
      <w:r w:rsidRPr="004126E1">
        <w:rPr>
          <w:rFonts w:ascii="Arial" w:hAnsi="Arial" w:cs="Arial"/>
        </w:rPr>
        <w:t>31</w:t>
      </w:r>
      <w:r w:rsidR="00FD4353">
        <w:rPr>
          <w:rFonts w:ascii="Arial" w:hAnsi="Arial" w:cs="Arial"/>
        </w:rPr>
        <w:t>,</w:t>
      </w:r>
      <w:r w:rsidRPr="004126E1">
        <w:rPr>
          <w:rFonts w:ascii="Arial" w:hAnsi="Arial" w:cs="Arial"/>
        </w:rPr>
        <w:t xml:space="preserve"> </w:t>
      </w:r>
      <w:r w:rsidR="00FD4353">
        <w:rPr>
          <w:rFonts w:ascii="Arial" w:hAnsi="Arial" w:cs="Arial"/>
        </w:rPr>
        <w:t>a</w:t>
      </w:r>
      <w:r w:rsidRPr="004126E1">
        <w:rPr>
          <w:rFonts w:ascii="Arial" w:hAnsi="Arial" w:cs="Arial"/>
        </w:rPr>
        <w:t>venue du Maréchal Leclerc</w:t>
      </w:r>
    </w:p>
    <w:p w14:paraId="4BDF6EEE" w14:textId="77777777" w:rsidR="003E4CCE" w:rsidRDefault="003E4CCE" w:rsidP="003E4CCE">
      <w:pPr>
        <w:pStyle w:val="En-tte"/>
        <w:tabs>
          <w:tab w:val="clear" w:pos="4536"/>
          <w:tab w:val="clear" w:pos="9072"/>
        </w:tabs>
        <w:jc w:val="both"/>
        <w:rPr>
          <w:rFonts w:ascii="Arial" w:hAnsi="Arial" w:cs="Arial"/>
          <w:b/>
        </w:rPr>
      </w:pPr>
      <w:r w:rsidRPr="0093003B">
        <w:rPr>
          <w:rFonts w:ascii="Arial" w:hAnsi="Arial" w:cs="Arial"/>
        </w:rPr>
        <w:t>94380 Bonneuil-sur-Marne</w:t>
      </w:r>
      <w:r w:rsidRPr="0093003B">
        <w:rPr>
          <w:rFonts w:ascii="Arial" w:hAnsi="Arial" w:cs="Arial"/>
          <w:b/>
        </w:rPr>
        <w:t xml:space="preserve"> </w:t>
      </w:r>
    </w:p>
    <w:p w14:paraId="7ED864CE" w14:textId="77777777" w:rsidR="00053A74" w:rsidRPr="00053A74" w:rsidRDefault="00053A74">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29 120 064 019)</w:t>
      </w:r>
    </w:p>
    <w:p w14:paraId="4EA031D7"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w:t>
      </w:r>
      <w:r w:rsidR="00730D24">
        <w:rPr>
          <w:rFonts w:ascii="Arial" w:hAnsi="Arial" w:cs="Arial"/>
          <w:b/>
          <w:bCs/>
        </w:rPr>
        <w:t> </w:t>
      </w:r>
      <w:r w:rsidRPr="0050384D">
        <w:rPr>
          <w:rFonts w:ascii="Arial" w:hAnsi="Arial" w:cs="Arial"/>
          <w:b/>
          <w:bCs/>
        </w:rPr>
        <w:t>:</w:t>
      </w:r>
    </w:p>
    <w:p w14:paraId="72A4DA72" w14:textId="2F42B2AD" w:rsidR="00053A74" w:rsidRPr="00DA3A5F" w:rsidRDefault="0026329D" w:rsidP="00E4790C">
      <w:pPr>
        <w:tabs>
          <w:tab w:val="left" w:pos="426"/>
          <w:tab w:val="left" w:pos="5103"/>
        </w:tabs>
        <w:spacing w:before="240" w:after="120"/>
        <w:jc w:val="both"/>
        <w:rPr>
          <w:rFonts w:ascii="Arial" w:hAnsi="Arial" w:cs="Arial"/>
          <w:bCs/>
        </w:rPr>
      </w:pPr>
      <w:r w:rsidRPr="0026329D">
        <w:rPr>
          <w:rFonts w:ascii="Arial" w:hAnsi="Arial" w:cs="Arial"/>
          <w:bCs/>
        </w:rPr>
        <w:t>Le directeur du service technique de l’aviation civile ou son représentant, selon le décret n°2005-850 du 27 juillet 2005 modifié relatif aux délégations de signature des membres du Gouvernement et l’arrêté du 14 février 2023 portant délégation de signature (direction générale de l’aviation civile – direction du transport aérien).</w:t>
      </w:r>
    </w:p>
    <w:p w14:paraId="395D4359" w14:textId="77777777"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 xml:space="preserve">L2191-8 et </w:t>
      </w:r>
      <w:r w:rsidR="00D00917">
        <w:rPr>
          <w:rFonts w:ascii="Arial" w:hAnsi="Arial" w:cs="Arial"/>
          <w:b/>
          <w:bCs/>
        </w:rPr>
        <w:t>R</w:t>
      </w:r>
      <w:r w:rsidR="00153E29">
        <w:rPr>
          <w:rFonts w:ascii="Arial" w:hAnsi="Arial" w:cs="Arial"/>
          <w:b/>
          <w:bCs/>
        </w:rPr>
        <w:t>2191-</w:t>
      </w:r>
      <w:r w:rsidR="00D00917">
        <w:rPr>
          <w:rFonts w:ascii="Arial" w:hAnsi="Arial" w:cs="Arial"/>
          <w:b/>
          <w:bCs/>
        </w:rPr>
        <w:t>60</w:t>
      </w:r>
      <w:r w:rsidR="006A72AB">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00730D24">
        <w:rPr>
          <w:rFonts w:ascii="Arial" w:hAnsi="Arial" w:cs="Arial"/>
          <w:b/>
          <w:bCs/>
          <w:iCs/>
          <w:sz w:val="18"/>
          <w:szCs w:val="18"/>
        </w:rPr>
        <w:t> </w:t>
      </w:r>
      <w:r w:rsidRPr="00C06427">
        <w:rPr>
          <w:rFonts w:ascii="Arial" w:hAnsi="Arial" w:cs="Arial"/>
          <w:b/>
          <w:bCs/>
          <w:iCs/>
          <w:sz w:val="18"/>
          <w:szCs w:val="18"/>
        </w:rPr>
        <w:t>:</w:t>
      </w:r>
    </w:p>
    <w:p w14:paraId="1670BFB9" w14:textId="77777777" w:rsidR="0026329D" w:rsidRDefault="0026329D" w:rsidP="0026329D">
      <w:pPr>
        <w:pStyle w:val="fcase2metab"/>
        <w:rPr>
          <w:rFonts w:ascii="Arial" w:hAnsi="Arial" w:cs="Arial"/>
        </w:rPr>
      </w:pPr>
      <w:r>
        <w:rPr>
          <w:rFonts w:ascii="Arial" w:hAnsi="Arial" w:cs="Arial"/>
        </w:rPr>
        <w:t>L’agent comptable du BACEA</w:t>
      </w:r>
    </w:p>
    <w:p w14:paraId="7E77C929" w14:textId="77777777" w:rsidR="0026329D" w:rsidRDefault="0026329D" w:rsidP="0026329D">
      <w:pPr>
        <w:pStyle w:val="En-tte"/>
        <w:tabs>
          <w:tab w:val="clear" w:pos="4536"/>
          <w:tab w:val="clear" w:pos="9072"/>
        </w:tabs>
        <w:jc w:val="both"/>
        <w:rPr>
          <w:rFonts w:ascii="Arial" w:hAnsi="Arial" w:cs="Arial"/>
        </w:rPr>
      </w:pPr>
      <w:r>
        <w:rPr>
          <w:rFonts w:ascii="Arial" w:hAnsi="Arial" w:cs="Arial"/>
        </w:rPr>
        <w:t>Direction générale de l’aviation civile</w:t>
      </w:r>
    </w:p>
    <w:p w14:paraId="546D297F" w14:textId="77777777" w:rsidR="0026329D" w:rsidRPr="00E209DD" w:rsidRDefault="0026329D" w:rsidP="0026329D">
      <w:pPr>
        <w:pStyle w:val="fcase2metab"/>
        <w:rPr>
          <w:rFonts w:ascii="Arial" w:hAnsi="Arial" w:cs="Arial"/>
          <w:lang w:val="en-GB"/>
        </w:rPr>
      </w:pPr>
      <w:r w:rsidRPr="00E209DD">
        <w:rPr>
          <w:rFonts w:ascii="Arial" w:hAnsi="Arial" w:cs="Arial"/>
          <w:lang w:val="en-GB"/>
        </w:rPr>
        <w:t>50 rue Henry Farman</w:t>
      </w:r>
    </w:p>
    <w:p w14:paraId="7ADDD3DC" w14:textId="64B28243" w:rsidR="0026329D" w:rsidRPr="00E209DD" w:rsidRDefault="0026329D" w:rsidP="0026329D">
      <w:pPr>
        <w:pStyle w:val="fcase2metab"/>
        <w:rPr>
          <w:rFonts w:ascii="Arial" w:hAnsi="Arial" w:cs="Arial"/>
          <w:lang w:val="en-GB"/>
        </w:rPr>
      </w:pPr>
      <w:r w:rsidRPr="00E209DD">
        <w:rPr>
          <w:rFonts w:ascii="Arial" w:hAnsi="Arial" w:cs="Arial"/>
          <w:lang w:val="en-GB"/>
        </w:rPr>
        <w:t xml:space="preserve">75720 Paris </w:t>
      </w:r>
      <w:r w:rsidR="0074373C" w:rsidRPr="00E209DD">
        <w:rPr>
          <w:rFonts w:ascii="Arial" w:hAnsi="Arial" w:cs="Arial"/>
          <w:lang w:val="en-GB"/>
        </w:rPr>
        <w:t>Cedex</w:t>
      </w:r>
      <w:r w:rsidRPr="00E209DD">
        <w:rPr>
          <w:rFonts w:ascii="Arial" w:hAnsi="Arial" w:cs="Arial"/>
          <w:lang w:val="en-GB"/>
        </w:rPr>
        <w:t xml:space="preserve"> 15</w:t>
      </w:r>
    </w:p>
    <w:p w14:paraId="2B15A040" w14:textId="77777777" w:rsidR="0026329D" w:rsidRDefault="0026329D" w:rsidP="0026329D">
      <w:pPr>
        <w:pStyle w:val="fcase2metab"/>
        <w:ind w:left="0" w:firstLine="0"/>
        <w:rPr>
          <w:rFonts w:ascii="Arial" w:hAnsi="Arial" w:cs="Arial"/>
        </w:rPr>
      </w:pPr>
      <w:r>
        <w:rPr>
          <w:rFonts w:ascii="Arial" w:hAnsi="Arial" w:cs="Arial"/>
        </w:rPr>
        <w:t>Téléphone : 01.58.09.46.76</w:t>
      </w:r>
      <w:r w:rsidRPr="00C15627">
        <w:rPr>
          <w:rFonts w:ascii="Arial" w:hAnsi="Arial" w:cs="Arial"/>
        </w:rPr>
        <w:t xml:space="preserve"> </w:t>
      </w:r>
    </w:p>
    <w:p w14:paraId="345CCF0F"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w:t>
      </w:r>
      <w:r w:rsidR="00730D24">
        <w:rPr>
          <w:rFonts w:ascii="Arial" w:hAnsi="Arial" w:cs="Arial"/>
          <w:b/>
          <w:bCs/>
        </w:rPr>
        <w:t> </w:t>
      </w:r>
      <w:r w:rsidRPr="0050384D">
        <w:rPr>
          <w:rFonts w:ascii="Arial" w:hAnsi="Arial" w:cs="Arial"/>
          <w:b/>
          <w:bCs/>
        </w:rPr>
        <w:t>:</w:t>
      </w:r>
    </w:p>
    <w:p w14:paraId="67804E29"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40436152" w14:textId="7DBE4100"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w:t>
      </w:r>
      <w:r w:rsidR="00205FCD">
        <w:rPr>
          <w:rFonts w:ascii="Arial" w:hAnsi="Arial" w:cs="Arial"/>
        </w:rPr>
        <w:t>a</w:t>
      </w:r>
      <w:r>
        <w:rPr>
          <w:rFonts w:ascii="Arial" w:hAnsi="Arial" w:cs="Arial"/>
        </w:rPr>
        <w:t xml:space="preserve">viation </w:t>
      </w:r>
      <w:r w:rsidR="00205FCD">
        <w:rPr>
          <w:rFonts w:ascii="Arial" w:hAnsi="Arial" w:cs="Arial"/>
        </w:rPr>
        <w:t>c</w:t>
      </w:r>
      <w:r>
        <w:rPr>
          <w:rFonts w:ascii="Arial" w:hAnsi="Arial" w:cs="Arial"/>
        </w:rPr>
        <w:t>ivile</w:t>
      </w:r>
    </w:p>
    <w:p w14:paraId="73F96C3D" w14:textId="77777777" w:rsidR="00C15627" w:rsidRPr="00E209DD" w:rsidRDefault="00C15627">
      <w:pPr>
        <w:pStyle w:val="fcase2metab"/>
        <w:rPr>
          <w:rFonts w:ascii="Arial" w:hAnsi="Arial" w:cs="Arial"/>
          <w:lang w:val="en-GB"/>
        </w:rPr>
      </w:pPr>
      <w:r w:rsidRPr="00E209DD">
        <w:rPr>
          <w:rFonts w:ascii="Arial" w:hAnsi="Arial" w:cs="Arial"/>
          <w:lang w:val="en-GB"/>
        </w:rPr>
        <w:t>50 rue</w:t>
      </w:r>
      <w:r w:rsidR="00FF185E" w:rsidRPr="00E209DD">
        <w:rPr>
          <w:rFonts w:ascii="Arial" w:hAnsi="Arial" w:cs="Arial"/>
          <w:lang w:val="en-GB"/>
        </w:rPr>
        <w:t xml:space="preserve"> Henry</w:t>
      </w:r>
      <w:r w:rsidRPr="00E209DD">
        <w:rPr>
          <w:rFonts w:ascii="Arial" w:hAnsi="Arial" w:cs="Arial"/>
          <w:lang w:val="en-GB"/>
        </w:rPr>
        <w:t xml:space="preserve"> Farman</w:t>
      </w:r>
    </w:p>
    <w:p w14:paraId="42BA5E1D" w14:textId="30CBD778" w:rsidR="00C15627" w:rsidRPr="00E209DD" w:rsidRDefault="00C15627">
      <w:pPr>
        <w:pStyle w:val="fcase2metab"/>
        <w:rPr>
          <w:rFonts w:ascii="Arial" w:hAnsi="Arial" w:cs="Arial"/>
          <w:lang w:val="en-GB"/>
        </w:rPr>
      </w:pPr>
      <w:r w:rsidRPr="00E209DD">
        <w:rPr>
          <w:rFonts w:ascii="Arial" w:hAnsi="Arial" w:cs="Arial"/>
          <w:lang w:val="en-GB"/>
        </w:rPr>
        <w:t xml:space="preserve">75720 Paris </w:t>
      </w:r>
      <w:r w:rsidR="0074373C" w:rsidRPr="00E209DD">
        <w:rPr>
          <w:rFonts w:ascii="Arial" w:hAnsi="Arial" w:cs="Arial"/>
          <w:lang w:val="en-GB"/>
        </w:rPr>
        <w:t>Cedex</w:t>
      </w:r>
      <w:r w:rsidRPr="00E209DD">
        <w:rPr>
          <w:rFonts w:ascii="Arial" w:hAnsi="Arial" w:cs="Arial"/>
          <w:lang w:val="en-GB"/>
        </w:rPr>
        <w:t xml:space="preserve"> 15</w:t>
      </w:r>
    </w:p>
    <w:p w14:paraId="02B9656A" w14:textId="77777777" w:rsidR="00C15627" w:rsidRDefault="005B416C" w:rsidP="00C15627">
      <w:pPr>
        <w:pStyle w:val="fcase2metab"/>
        <w:ind w:left="0" w:firstLine="0"/>
        <w:rPr>
          <w:rFonts w:ascii="Arial" w:hAnsi="Arial" w:cs="Arial"/>
        </w:rPr>
      </w:pPr>
      <w:r>
        <w:rPr>
          <w:rFonts w:ascii="Arial" w:hAnsi="Arial" w:cs="Arial"/>
        </w:rPr>
        <w:t>Téléphone</w:t>
      </w:r>
      <w:r w:rsidR="00730D24">
        <w:rPr>
          <w:rFonts w:ascii="Arial" w:hAnsi="Arial" w:cs="Arial"/>
        </w:rPr>
        <w:t> </w:t>
      </w:r>
      <w:r>
        <w:rPr>
          <w:rFonts w:ascii="Arial" w:hAnsi="Arial" w:cs="Arial"/>
        </w:rPr>
        <w:t xml:space="preserve">: </w:t>
      </w:r>
      <w:r w:rsidR="00C15627">
        <w:rPr>
          <w:rFonts w:ascii="Arial" w:hAnsi="Arial" w:cs="Arial"/>
        </w:rPr>
        <w:t>01.58.09.46.76</w:t>
      </w:r>
      <w:r w:rsidR="00C15627" w:rsidRPr="00C15627">
        <w:rPr>
          <w:rFonts w:ascii="Arial" w:hAnsi="Arial" w:cs="Arial"/>
        </w:rPr>
        <w:t xml:space="preserve"> </w:t>
      </w:r>
    </w:p>
    <w:p w14:paraId="1D74560C"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w:t>
      </w:r>
      <w:r w:rsidR="00730D24">
        <w:rPr>
          <w:rFonts w:ascii="Arial" w:hAnsi="Arial" w:cs="Arial"/>
          <w:b/>
          <w:bCs/>
        </w:rPr>
        <w:t> </w:t>
      </w:r>
      <w:r w:rsidRPr="0050384D">
        <w:rPr>
          <w:rFonts w:ascii="Arial" w:hAnsi="Arial" w:cs="Arial"/>
          <w:b/>
          <w:bCs/>
        </w:rPr>
        <w:t>:</w:t>
      </w:r>
    </w:p>
    <w:p w14:paraId="1315C93B" w14:textId="09AF26A2"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w:t>
      </w:r>
      <w:r w:rsidR="00233E69">
        <w:rPr>
          <w:rFonts w:ascii="Arial" w:hAnsi="Arial" w:cs="Arial"/>
        </w:rPr>
        <w:t>4</w:t>
      </w:r>
    </w:p>
    <w:p w14:paraId="45D58FC2" w14:textId="77777777" w:rsidR="007D16C8" w:rsidRDefault="007D16C8">
      <w:pPr>
        <w:pStyle w:val="fcase2metab"/>
        <w:ind w:left="0" w:firstLine="0"/>
        <w:rPr>
          <w:rFonts w:ascii="Arial" w:hAnsi="Arial" w:cs="Arial"/>
        </w:rPr>
      </w:pPr>
    </w:p>
    <w:p w14:paraId="7C7EE5B0" w14:textId="77777777" w:rsidR="006A72AB" w:rsidRDefault="006A72AB">
      <w:pPr>
        <w:pStyle w:val="fcase2metab"/>
        <w:ind w:left="0" w:firstLine="0"/>
        <w:rPr>
          <w:rFonts w:ascii="Arial" w:hAnsi="Arial" w:cs="Arial"/>
        </w:rPr>
      </w:pPr>
    </w:p>
    <w:p w14:paraId="2B3E88AD" w14:textId="2CCD527E" w:rsidR="00356F79" w:rsidRDefault="00356F79">
      <w:pPr>
        <w:rPr>
          <w:rFonts w:ascii="Arial" w:hAnsi="Arial" w:cs="Arial"/>
        </w:rPr>
      </w:pPr>
      <w:r>
        <w:rPr>
          <w:rFonts w:ascii="Arial" w:hAnsi="Arial" w:cs="Arial"/>
        </w:rPr>
        <w:br w:type="page"/>
      </w:r>
    </w:p>
    <w:p w14:paraId="5BE275BA" w14:textId="77777777" w:rsidR="006A72AB" w:rsidRDefault="006A72AB">
      <w:pPr>
        <w:pStyle w:val="fcase2metab"/>
        <w:ind w:left="0" w:firstLine="0"/>
        <w:rPr>
          <w:rFonts w:ascii="Arial" w:hAnsi="Arial" w:cs="Arial"/>
        </w:rPr>
      </w:pPr>
    </w:p>
    <w:p w14:paraId="190E1284" w14:textId="77777777" w:rsidR="006A72AB" w:rsidRDefault="006A72AB">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117C56C2" w14:textId="77777777">
        <w:tc>
          <w:tcPr>
            <w:tcW w:w="10277" w:type="dxa"/>
            <w:tcBorders>
              <w:top w:val="nil"/>
              <w:left w:val="nil"/>
              <w:bottom w:val="nil"/>
              <w:right w:val="nil"/>
            </w:tcBorders>
            <w:shd w:val="solid" w:color="66CCFF" w:fill="auto"/>
          </w:tcPr>
          <w:p w14:paraId="5F1A5D5B"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w:t>
            </w:r>
            <w:r w:rsidR="00730D24">
              <w:rPr>
                <w:rFonts w:ascii="Arial" w:hAnsi="Arial" w:cs="Arial"/>
                <w:b/>
                <w:bCs/>
                <w:sz w:val="22"/>
                <w:szCs w:val="22"/>
              </w:rPr>
              <w:t>–</w:t>
            </w:r>
            <w:r>
              <w:rPr>
                <w:rFonts w:ascii="Arial" w:hAnsi="Arial" w:cs="Arial"/>
                <w:b/>
                <w:bCs/>
                <w:sz w:val="22"/>
                <w:szCs w:val="22"/>
              </w:rPr>
              <w:t xml:space="preserve"> Décision du pouvoir adjudicateur </w:t>
            </w:r>
          </w:p>
        </w:tc>
      </w:tr>
    </w:tbl>
    <w:p w14:paraId="7A06337E" w14:textId="5DC405B3" w:rsidR="000330B6" w:rsidRPr="00AE2B33" w:rsidRDefault="00B02B0F" w:rsidP="00B02B0F">
      <w:pPr>
        <w:spacing w:before="240" w:after="240"/>
        <w:rPr>
          <w:rFonts w:ascii="Arial" w:hAnsi="Arial" w:cs="Arial"/>
          <w:b/>
          <w:bCs/>
          <w:sz w:val="22"/>
          <w:szCs w:val="22"/>
        </w:rPr>
      </w:pPr>
      <w:r>
        <w:rPr>
          <w:rFonts w:ascii="Arial" w:hAnsi="Arial" w:cs="Arial"/>
          <w:b/>
          <w:bCs/>
          <w:sz w:val="22"/>
          <w:szCs w:val="22"/>
        </w:rPr>
        <w:t>La présente offre est acceptée.</w:t>
      </w:r>
    </w:p>
    <w:p w14:paraId="5AF260E2" w14:textId="77777777" w:rsidR="000330B6" w:rsidRDefault="000330B6" w:rsidP="00B02B0F">
      <w:pPr>
        <w:spacing w:before="240" w:after="24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14:paraId="5B66303A" w14:textId="77777777" w:rsidTr="00205FCD">
        <w:trPr>
          <w:trHeight w:val="5783"/>
          <w:jc w:val="center"/>
        </w:trPr>
        <w:tc>
          <w:tcPr>
            <w:tcW w:w="5495" w:type="dxa"/>
            <w:tcBorders>
              <w:right w:val="single" w:sz="4" w:space="0" w:color="auto"/>
              <w:tl2br w:val="nil"/>
            </w:tcBorders>
            <w:shd w:val="clear" w:color="auto" w:fill="auto"/>
          </w:tcPr>
          <w:p w14:paraId="1F7B9E89" w14:textId="77777777" w:rsidR="00B02B0F" w:rsidRPr="007F587B" w:rsidRDefault="00B02B0F" w:rsidP="00AE3370">
            <w:pPr>
              <w:tabs>
                <w:tab w:val="left" w:pos="3402"/>
                <w:tab w:val="left" w:pos="6237"/>
                <w:tab w:val="left" w:pos="9072"/>
              </w:tabs>
              <w:jc w:val="both"/>
              <w:rPr>
                <w:rFonts w:ascii="Arial" w:hAnsi="Arial" w:cs="Arial"/>
                <w:b/>
                <w:bCs/>
                <w:caps/>
              </w:rPr>
            </w:pPr>
          </w:p>
          <w:p w14:paraId="647DBED7" w14:textId="77777777" w:rsidR="00B02B0F" w:rsidRPr="007F587B" w:rsidRDefault="00B02B0F" w:rsidP="00AE3370">
            <w:pPr>
              <w:tabs>
                <w:tab w:val="left" w:pos="3402"/>
                <w:tab w:val="left" w:pos="6237"/>
                <w:tab w:val="left" w:pos="9072"/>
              </w:tabs>
              <w:jc w:val="both"/>
              <w:rPr>
                <w:rFonts w:ascii="Arial" w:hAnsi="Arial" w:cs="Arial"/>
                <w:b/>
                <w:bCs/>
                <w:caps/>
              </w:rPr>
            </w:pPr>
          </w:p>
          <w:p w14:paraId="470F2C7A"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0521F9FF" w14:textId="77777777" w:rsidR="00B02B0F" w:rsidRPr="007F587B" w:rsidRDefault="00B02B0F" w:rsidP="00AE3370">
            <w:pPr>
              <w:tabs>
                <w:tab w:val="left" w:pos="3402"/>
                <w:tab w:val="left" w:pos="6237"/>
                <w:tab w:val="left" w:pos="9072"/>
              </w:tabs>
              <w:jc w:val="both"/>
              <w:rPr>
                <w:rFonts w:ascii="Arial" w:hAnsi="Arial" w:cs="Arial"/>
                <w:b/>
                <w:bCs/>
                <w:caps/>
              </w:rPr>
            </w:pPr>
          </w:p>
          <w:p w14:paraId="038066FC" w14:textId="77777777" w:rsidR="00B02B0F" w:rsidRPr="007F587B" w:rsidRDefault="00B02B0F" w:rsidP="00AE3370">
            <w:pPr>
              <w:tabs>
                <w:tab w:val="left" w:pos="3402"/>
                <w:tab w:val="left" w:pos="6237"/>
                <w:tab w:val="left" w:pos="9072"/>
              </w:tabs>
              <w:jc w:val="both"/>
              <w:rPr>
                <w:rFonts w:ascii="Arial" w:hAnsi="Arial" w:cs="Arial"/>
                <w:b/>
                <w:bCs/>
                <w:caps/>
              </w:rPr>
            </w:pPr>
          </w:p>
          <w:p w14:paraId="6FFB7FA0" w14:textId="77777777" w:rsidR="00B02B0F" w:rsidRDefault="00B02B0F" w:rsidP="00AE3370">
            <w:pPr>
              <w:jc w:val="center"/>
            </w:pPr>
          </w:p>
          <w:p w14:paraId="1E5C122A" w14:textId="77777777" w:rsidR="00B02B0F" w:rsidRPr="007F587B" w:rsidRDefault="00B02B0F" w:rsidP="00AE3370">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w:t>
            </w:r>
            <w:r w:rsidR="00730D24">
              <w:rPr>
                <w:rFonts w:ascii="Arial" w:hAnsi="Arial" w:cs="Arial"/>
                <w:b/>
                <w:bCs/>
                <w:i/>
              </w:rPr>
              <w:t> </w:t>
            </w:r>
            <w:r w:rsidRPr="007F587B">
              <w:rPr>
                <w:rFonts w:ascii="Arial" w:hAnsi="Arial" w:cs="Arial"/>
                <w:b/>
                <w:bCs/>
                <w:i/>
              </w:rPr>
              <w:t>:</w:t>
            </w:r>
          </w:p>
          <w:p w14:paraId="4D31A49B" w14:textId="3B22F6FB" w:rsidR="00B02B0F" w:rsidRPr="007F587B" w:rsidRDefault="00B02B0F" w:rsidP="00AE3370">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 xml:space="preserve">(Visa ou avis de l’autorité chargée du contrôle </w:t>
            </w:r>
            <w:r w:rsidR="00356F79">
              <w:rPr>
                <w:rFonts w:ascii="Arial" w:hAnsi="Arial" w:cs="Arial"/>
                <w:b/>
                <w:i/>
                <w:iCs/>
                <w:sz w:val="18"/>
                <w:szCs w:val="18"/>
              </w:rPr>
              <w:t>budgétaire</w:t>
            </w:r>
            <w:r w:rsidRPr="007F587B">
              <w:rPr>
                <w:rFonts w:ascii="Arial" w:hAnsi="Arial" w:cs="Arial"/>
                <w:b/>
                <w:i/>
                <w:iCs/>
                <w:sz w:val="18"/>
                <w:szCs w:val="18"/>
              </w:rPr>
              <w:t>)</w:t>
            </w:r>
          </w:p>
          <w:p w14:paraId="0484B5DD" w14:textId="77777777" w:rsidR="00B02B0F" w:rsidRPr="007F587B" w:rsidRDefault="00B02B0F" w:rsidP="00AE3370">
            <w:pPr>
              <w:jc w:val="center"/>
              <w:rPr>
                <w:rFonts w:ascii="Arial" w:hAnsi="Arial" w:cs="Arial"/>
                <w:b/>
              </w:rPr>
            </w:pPr>
          </w:p>
          <w:p w14:paraId="724193CF" w14:textId="77777777" w:rsidR="00B02B0F" w:rsidRPr="007F587B" w:rsidRDefault="00B02B0F" w:rsidP="00AE3370">
            <w:pPr>
              <w:rPr>
                <w:rFonts w:ascii="Arial" w:hAnsi="Arial" w:cs="Arial"/>
              </w:rPr>
            </w:pPr>
            <w:r w:rsidRPr="007F587B" w:rsidDel="002A1C99">
              <w:rPr>
                <w:rFonts w:ascii="Arial" w:hAnsi="Arial" w:cs="Arial"/>
                <w:b/>
                <w:bCs/>
                <w:caps/>
              </w:rPr>
              <w:t xml:space="preserve"> </w:t>
            </w:r>
          </w:p>
        </w:tc>
        <w:tc>
          <w:tcPr>
            <w:tcW w:w="4926" w:type="dxa"/>
            <w:tcBorders>
              <w:top w:val="single" w:sz="4" w:space="0" w:color="auto"/>
              <w:left w:val="single" w:sz="4" w:space="0" w:color="auto"/>
              <w:bottom w:val="single" w:sz="4" w:space="0" w:color="auto"/>
              <w:right w:val="single" w:sz="4" w:space="0" w:color="auto"/>
              <w:tl2br w:val="nil"/>
            </w:tcBorders>
            <w:shd w:val="clear" w:color="auto" w:fill="auto"/>
          </w:tcPr>
          <w:p w14:paraId="58D052B3" w14:textId="77777777" w:rsidR="00B02B0F" w:rsidRPr="007F587B" w:rsidRDefault="00B02B0F" w:rsidP="00AE3370">
            <w:pPr>
              <w:tabs>
                <w:tab w:val="left" w:pos="5245"/>
                <w:tab w:val="left" w:pos="7371"/>
                <w:tab w:val="left" w:pos="7655"/>
              </w:tabs>
              <w:jc w:val="both"/>
              <w:rPr>
                <w:rFonts w:ascii="Arial" w:hAnsi="Arial" w:cs="Arial"/>
              </w:rPr>
            </w:pPr>
          </w:p>
          <w:p w14:paraId="4B018973" w14:textId="77777777" w:rsidR="00B02B0F" w:rsidRPr="007F587B" w:rsidRDefault="00B02B0F" w:rsidP="00AE3370">
            <w:pPr>
              <w:tabs>
                <w:tab w:val="left" w:pos="5245"/>
                <w:tab w:val="left" w:pos="7371"/>
                <w:tab w:val="left" w:pos="7655"/>
              </w:tabs>
              <w:jc w:val="both"/>
              <w:rPr>
                <w:rFonts w:ascii="Arial" w:hAnsi="Arial" w:cs="Arial"/>
              </w:rPr>
            </w:pPr>
          </w:p>
          <w:p w14:paraId="1502D440" w14:textId="77777777" w:rsidR="00B02B0F" w:rsidRPr="007F587B" w:rsidRDefault="00B02B0F" w:rsidP="00AE3370">
            <w:pPr>
              <w:tabs>
                <w:tab w:val="left" w:pos="5245"/>
                <w:tab w:val="left" w:pos="7371"/>
                <w:tab w:val="left" w:pos="7655"/>
              </w:tabs>
              <w:jc w:val="both"/>
              <w:rPr>
                <w:rFonts w:ascii="Arial" w:hAnsi="Arial" w:cs="Arial"/>
              </w:rPr>
            </w:pPr>
            <w:r w:rsidRPr="007F587B">
              <w:rPr>
                <w:rFonts w:ascii="Arial" w:hAnsi="Arial" w:cs="Arial"/>
              </w:rPr>
              <w:t>A</w:t>
            </w:r>
            <w:r w:rsidR="00730D24">
              <w:rPr>
                <w:rFonts w:ascii="Arial" w:hAnsi="Arial" w:cs="Arial"/>
              </w:rPr>
              <w:t> </w:t>
            </w:r>
            <w:r w:rsidRPr="007F587B">
              <w:rPr>
                <w:rFonts w:ascii="Arial" w:hAnsi="Arial" w:cs="Arial"/>
              </w:rPr>
              <w:t>: Paris, le …………………</w:t>
            </w:r>
          </w:p>
          <w:p w14:paraId="1FF9E562" w14:textId="77777777" w:rsidR="00B02B0F" w:rsidRDefault="00B02B0F" w:rsidP="00AE3370"/>
          <w:p w14:paraId="50E1AE27" w14:textId="77777777" w:rsidR="00B02B0F" w:rsidRDefault="00B02B0F" w:rsidP="00AE3370"/>
          <w:p w14:paraId="2B5AFED4" w14:textId="77777777" w:rsidR="00B02B0F" w:rsidRDefault="00B02B0F" w:rsidP="00AE3370">
            <w:pPr>
              <w:jc w:val="center"/>
            </w:pPr>
          </w:p>
          <w:p w14:paraId="5CEEC2FC" w14:textId="06D0AB98" w:rsidR="00B02B0F" w:rsidRDefault="00B02B0F" w:rsidP="00AE3370">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w:t>
            </w:r>
          </w:p>
          <w:p w14:paraId="364DA995" w14:textId="77777777" w:rsidR="00205FCD" w:rsidRPr="007F587B" w:rsidRDefault="00205FCD" w:rsidP="00AE3370">
            <w:pPr>
              <w:jc w:val="center"/>
              <w:rPr>
                <w:rFonts w:ascii="Arial" w:hAnsi="Arial" w:cs="Arial"/>
                <w:b/>
                <w:i/>
                <w:sz w:val="18"/>
                <w:szCs w:val="18"/>
              </w:rPr>
            </w:pPr>
          </w:p>
          <w:p w14:paraId="4EBB31AF" w14:textId="77777777" w:rsidR="00B02B0F" w:rsidRPr="007F587B" w:rsidRDefault="00B02B0F" w:rsidP="00AE3370">
            <w:pPr>
              <w:ind w:left="6804"/>
              <w:jc w:val="both"/>
              <w:rPr>
                <w:rFonts w:ascii="Arial" w:hAnsi="Arial" w:cs="Arial"/>
              </w:rPr>
            </w:pPr>
            <w:r w:rsidRPr="007F587B">
              <w:rPr>
                <w:rFonts w:ascii="Arial" w:hAnsi="Arial" w:cs="Arial"/>
              </w:rPr>
              <w:t>Signature</w:t>
            </w:r>
          </w:p>
          <w:p w14:paraId="7E6DF53D" w14:textId="77777777" w:rsidR="00B02B0F" w:rsidRPr="007F587B" w:rsidRDefault="00B02B0F" w:rsidP="00AE3370">
            <w:pPr>
              <w:ind w:left="4820"/>
              <w:rPr>
                <w:rFonts w:ascii="Arial" w:hAnsi="Arial" w:cs="Arial"/>
              </w:rPr>
            </w:pPr>
          </w:p>
        </w:tc>
      </w:tr>
    </w:tbl>
    <w:p w14:paraId="7A54FFB4" w14:textId="77777777" w:rsidR="00B02B0F" w:rsidRDefault="00B02B0F" w:rsidP="00B02B0F">
      <w:pPr>
        <w:rPr>
          <w:rFonts w:ascii="Arial" w:hAnsi="Arial" w:cs="Arial"/>
        </w:rPr>
      </w:pPr>
    </w:p>
    <w:p w14:paraId="29E2860B" w14:textId="55DBEAB3" w:rsidR="00B02B0F" w:rsidRDefault="00B02B0F" w:rsidP="00B02B0F">
      <w:pPr>
        <w:rPr>
          <w:rFonts w:ascii="Arial" w:hAnsi="Arial" w:cs="Arial"/>
          <w:b/>
          <w:bCs/>
          <w:caps/>
        </w:rPr>
      </w:pPr>
    </w:p>
    <w:p w14:paraId="723D0BF7" w14:textId="77777777" w:rsidR="000330B6" w:rsidRDefault="000330B6" w:rsidP="00B02B0F">
      <w:pPr>
        <w:rPr>
          <w:rFonts w:ascii="Arial" w:hAnsi="Arial" w:cs="Arial"/>
        </w:rPr>
      </w:pPr>
    </w:p>
    <w:p w14:paraId="2B00F6DF" w14:textId="77777777" w:rsidR="000330B6" w:rsidRDefault="000330B6" w:rsidP="00B02B0F">
      <w:pPr>
        <w:rPr>
          <w:rFonts w:ascii="Arial" w:hAnsi="Arial" w:cs="Arial"/>
        </w:rPr>
      </w:pPr>
    </w:p>
    <w:p w14:paraId="5F0B9177" w14:textId="77777777" w:rsidR="000330B6" w:rsidRDefault="000330B6" w:rsidP="00B02B0F">
      <w:pPr>
        <w:rPr>
          <w:rFonts w:ascii="Arial" w:hAnsi="Arial" w:cs="Arial"/>
        </w:rPr>
      </w:pPr>
    </w:p>
    <w:p w14:paraId="59D874DF" w14:textId="77777777" w:rsidR="00B02B0F" w:rsidRDefault="00B02B0F" w:rsidP="00B02B0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3D270AD1" w14:textId="77777777">
        <w:tc>
          <w:tcPr>
            <w:tcW w:w="10277" w:type="dxa"/>
            <w:tcBorders>
              <w:top w:val="nil"/>
              <w:left w:val="nil"/>
              <w:bottom w:val="nil"/>
              <w:right w:val="nil"/>
            </w:tcBorders>
            <w:shd w:val="solid" w:color="66CCFF" w:fill="auto"/>
          </w:tcPr>
          <w:p w14:paraId="60086567"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DD6CB12"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w:t>
      </w:r>
      <w:r w:rsidR="00730D24">
        <w:rPr>
          <w:rFonts w:ascii="Arial" w:hAnsi="Arial" w:cs="Arial"/>
        </w:rPr>
        <w:t>’</w:t>
      </w:r>
      <w:r>
        <w:rPr>
          <w:rFonts w:ascii="Arial" w:hAnsi="Arial" w:cs="Arial"/>
        </w:rPr>
        <w:t>établissement de crédit en cas de cession ou de nantissement de créance de</w:t>
      </w:r>
      <w:r w:rsidR="00730D24">
        <w:rPr>
          <w:rFonts w:ascii="Arial" w:hAnsi="Arial" w:cs="Arial"/>
        </w:rPr>
        <w:t> </w:t>
      </w:r>
      <w:r>
        <w:rPr>
          <w:rFonts w:ascii="Arial" w:hAnsi="Arial" w:cs="Arial"/>
        </w:rPr>
        <w:t xml:space="preserve">: </w:t>
      </w:r>
    </w:p>
    <w:p w14:paraId="54392E88"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32464">
        <w:rPr>
          <w:rFonts w:ascii="Arial" w:hAnsi="Arial" w:cs="Arial"/>
        </w:rPr>
      </w:r>
      <w:r w:rsidR="00D32464">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w:t>
      </w:r>
      <w:r w:rsidR="00730D24">
        <w:rPr>
          <w:rFonts w:ascii="Arial" w:hAnsi="Arial" w:cs="Arial"/>
        </w:rPr>
        <w:t> </w:t>
      </w:r>
      <w:r>
        <w:rPr>
          <w:rFonts w:ascii="Arial" w:hAnsi="Arial" w:cs="Arial"/>
        </w:rPr>
        <w:t xml:space="preserve">: </w:t>
      </w:r>
      <w:r>
        <w:rPr>
          <w:rFonts w:ascii="Arial" w:hAnsi="Arial" w:cs="Arial"/>
          <w:i/>
          <w:iCs/>
          <w:sz w:val="16"/>
          <w:szCs w:val="16"/>
        </w:rPr>
        <w:t>(indiquer le montant en chiffres et en lettres</w:t>
      </w:r>
      <w:r>
        <w:rPr>
          <w:rFonts w:ascii="Arial" w:hAnsi="Arial" w:cs="Arial"/>
          <w:sz w:val="16"/>
          <w:szCs w:val="16"/>
        </w:rPr>
        <w:t>)</w:t>
      </w:r>
    </w:p>
    <w:p w14:paraId="30BAEBB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r>
      <w:r w:rsidR="00730D24">
        <w:rPr>
          <w:rFonts w:ascii="Arial" w:hAnsi="Arial" w:cs="Arial"/>
        </w:rPr>
        <w:t>…</w:t>
      </w:r>
      <w:r>
        <w:rPr>
          <w:rFonts w:ascii="Arial" w:hAnsi="Arial" w:cs="Arial"/>
        </w:rPr>
        <w:t>......................................................................................................................................................................</w:t>
      </w:r>
    </w:p>
    <w:p w14:paraId="0DF11922" w14:textId="77777777" w:rsidR="007506A7" w:rsidRDefault="007506A7" w:rsidP="007506A7">
      <w:pPr>
        <w:pStyle w:val="fcasegauche"/>
        <w:tabs>
          <w:tab w:val="left" w:pos="567"/>
        </w:tabs>
        <w:spacing w:after="240"/>
        <w:ind w:left="0" w:firstLine="0"/>
        <w:rPr>
          <w:rFonts w:ascii="Arial" w:hAnsi="Arial" w:cs="Arial"/>
        </w:rPr>
      </w:pPr>
    </w:p>
    <w:p w14:paraId="755DDE6D"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32464">
        <w:rPr>
          <w:rFonts w:ascii="Arial" w:hAnsi="Arial" w:cs="Arial"/>
        </w:rPr>
      </w:r>
      <w:r w:rsidR="00D32464">
        <w:rPr>
          <w:rFonts w:ascii="Arial" w:hAnsi="Arial" w:cs="Arial"/>
        </w:rPr>
        <w:fldChar w:fldCharType="separate"/>
      </w:r>
      <w:r>
        <w:rPr>
          <w:rFonts w:ascii="Arial" w:hAnsi="Arial" w:cs="Arial"/>
        </w:rPr>
        <w:fldChar w:fldCharType="end"/>
      </w:r>
      <w:r>
        <w:rPr>
          <w:rFonts w:ascii="Arial" w:hAnsi="Arial" w:cs="Arial"/>
        </w:rPr>
        <w:t xml:space="preserve"> La totalité du bon de commande n° </w:t>
      </w:r>
      <w:r w:rsidR="00730D24">
        <w:rPr>
          <w:rFonts w:ascii="Arial" w:hAnsi="Arial" w:cs="Arial"/>
        </w:rPr>
        <w:t>…</w:t>
      </w:r>
      <w:r>
        <w:rPr>
          <w:rFonts w:ascii="Arial" w:hAnsi="Arial" w:cs="Arial"/>
        </w:rPr>
        <w:t>...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w:t>
      </w:r>
      <w:r w:rsidR="00730D24">
        <w:rPr>
          <w:rFonts w:ascii="Arial" w:hAnsi="Arial" w:cs="Arial"/>
          <w:sz w:val="16"/>
          <w:szCs w:val="16"/>
        </w:rPr>
        <w:t> </w:t>
      </w:r>
      <w:r>
        <w:rPr>
          <w:rFonts w:ascii="Arial" w:hAnsi="Arial" w:cs="Arial"/>
        </w:rPr>
        <w:t>:</w:t>
      </w:r>
    </w:p>
    <w:p w14:paraId="2D2AFAD4"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64E55AF9" w14:textId="77777777" w:rsidR="007506A7" w:rsidRDefault="007506A7" w:rsidP="007506A7">
      <w:pPr>
        <w:pStyle w:val="fcasegauche"/>
        <w:spacing w:after="240"/>
        <w:ind w:left="0" w:firstLine="0"/>
        <w:rPr>
          <w:rFonts w:ascii="Arial" w:hAnsi="Arial" w:cs="Arial"/>
        </w:rPr>
      </w:pPr>
    </w:p>
    <w:p w14:paraId="4DDFF8FE"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32464">
        <w:rPr>
          <w:rFonts w:ascii="Arial" w:hAnsi="Arial" w:cs="Arial"/>
        </w:rPr>
      </w:r>
      <w:r w:rsidR="00D32464">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24600FC0"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14490CAC" w14:textId="77777777" w:rsidR="007506A7" w:rsidRDefault="007506A7" w:rsidP="007506A7">
      <w:pPr>
        <w:pStyle w:val="fcasegauche"/>
        <w:spacing w:after="240"/>
        <w:ind w:left="567" w:firstLine="0"/>
        <w:rPr>
          <w:rFonts w:ascii="Arial" w:hAnsi="Arial" w:cs="Arial"/>
        </w:rPr>
      </w:pPr>
    </w:p>
    <w:p w14:paraId="5177E6BE"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32464">
        <w:rPr>
          <w:rFonts w:ascii="Arial" w:hAnsi="Arial" w:cs="Arial"/>
        </w:rPr>
      </w:r>
      <w:r w:rsidR="00D32464">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sidR="00730D24">
        <w:rPr>
          <w:rFonts w:ascii="Arial" w:hAnsi="Arial" w:cs="Arial"/>
        </w:rPr>
        <w:t> </w:t>
      </w:r>
      <w:r>
        <w:rPr>
          <w:rFonts w:ascii="Arial" w:hAnsi="Arial" w:cs="Arial"/>
        </w:rPr>
        <w:t xml:space="preserve">: </w:t>
      </w:r>
    </w:p>
    <w:p w14:paraId="7FDBF311" w14:textId="77777777" w:rsidR="007506A7" w:rsidRDefault="00730D24" w:rsidP="007506A7">
      <w:pPr>
        <w:pStyle w:val="fcasegauche"/>
        <w:spacing w:after="240"/>
        <w:ind w:left="567" w:firstLine="0"/>
        <w:rPr>
          <w:rFonts w:ascii="Arial" w:hAnsi="Arial" w:cs="Arial"/>
        </w:rPr>
      </w:pPr>
      <w:r>
        <w:rPr>
          <w:rFonts w:ascii="Arial" w:hAnsi="Arial" w:cs="Arial"/>
        </w:rPr>
        <w:t>…</w:t>
      </w:r>
      <w:r w:rsidR="007506A7">
        <w:rPr>
          <w:rFonts w:ascii="Arial" w:hAnsi="Arial" w:cs="Arial"/>
        </w:rPr>
        <w:t>..........................................................................................................................................................................</w:t>
      </w:r>
    </w:p>
    <w:p w14:paraId="3408D088" w14:textId="77777777" w:rsidR="007506A7" w:rsidRDefault="007506A7" w:rsidP="007506A7">
      <w:pPr>
        <w:pStyle w:val="fcasegauche"/>
        <w:spacing w:after="240"/>
        <w:ind w:left="567" w:firstLine="0"/>
        <w:rPr>
          <w:rFonts w:ascii="Arial" w:hAnsi="Arial" w:cs="Arial"/>
        </w:rPr>
      </w:pPr>
      <w:r>
        <w:rPr>
          <w:rFonts w:ascii="Arial" w:hAnsi="Arial" w:cs="Arial"/>
        </w:rPr>
        <w:t xml:space="preserve">et devant être exécutée par </w:t>
      </w:r>
      <w:r w:rsidR="00730D24">
        <w:rPr>
          <w:rFonts w:ascii="Arial" w:hAnsi="Arial" w:cs="Arial"/>
        </w:rPr>
        <w:t>…</w:t>
      </w:r>
      <w:r>
        <w:rPr>
          <w:rFonts w:ascii="Arial" w:hAnsi="Arial" w:cs="Arial"/>
        </w:rPr>
        <w:t>......................................................................................en qualité de</w:t>
      </w:r>
      <w:r w:rsidR="00730D24">
        <w:rPr>
          <w:rFonts w:ascii="Arial" w:hAnsi="Arial" w:cs="Arial"/>
        </w:rPr>
        <w:t> </w:t>
      </w:r>
      <w:r>
        <w:rPr>
          <w:rFonts w:ascii="Arial" w:hAnsi="Arial" w:cs="Arial"/>
        </w:rPr>
        <w:t>:</w:t>
      </w:r>
    </w:p>
    <w:p w14:paraId="5134C6E6"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D32464">
        <w:rPr>
          <w:rFonts w:ascii="Arial" w:hAnsi="Arial" w:cs="Arial"/>
        </w:rPr>
      </w:r>
      <w:r w:rsidR="00D32464">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D32464">
        <w:rPr>
          <w:rFonts w:ascii="Arial" w:hAnsi="Arial" w:cs="Arial"/>
        </w:rPr>
      </w:r>
      <w:r w:rsidR="00D32464">
        <w:rPr>
          <w:rFonts w:ascii="Arial" w:hAnsi="Arial" w:cs="Arial"/>
        </w:rPr>
        <w:fldChar w:fldCharType="separate"/>
      </w:r>
      <w:r>
        <w:rPr>
          <w:rFonts w:ascii="Arial" w:hAnsi="Arial" w:cs="Arial"/>
        </w:rPr>
        <w:fldChar w:fldCharType="end"/>
      </w:r>
      <w:bookmarkEnd w:id="3"/>
      <w:r>
        <w:rPr>
          <w:rFonts w:ascii="Arial" w:hAnsi="Arial" w:cs="Arial"/>
        </w:rPr>
        <w:tab/>
        <w:t>sous-traitant</w:t>
      </w:r>
    </w:p>
    <w:p w14:paraId="70BF490F" w14:textId="77777777" w:rsidR="007506A7" w:rsidRDefault="007506A7" w:rsidP="007506A7">
      <w:pPr>
        <w:tabs>
          <w:tab w:val="left" w:pos="720"/>
        </w:tabs>
        <w:jc w:val="both"/>
        <w:rPr>
          <w:rFonts w:ascii="Arial" w:hAnsi="Arial" w:cs="Arial"/>
        </w:rPr>
      </w:pPr>
    </w:p>
    <w:p w14:paraId="7562A6AD" w14:textId="77777777" w:rsidR="007506A7" w:rsidRDefault="007506A7" w:rsidP="007506A7">
      <w:pPr>
        <w:tabs>
          <w:tab w:val="left" w:pos="720"/>
        </w:tabs>
        <w:jc w:val="both"/>
        <w:rPr>
          <w:rFonts w:ascii="Arial" w:hAnsi="Arial" w:cs="Arial"/>
        </w:rPr>
      </w:pPr>
    </w:p>
    <w:p w14:paraId="64A14025"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1926AAAE"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B6E8383" w14:textId="77777777" w:rsidR="007506A7" w:rsidRDefault="007506A7" w:rsidP="007506A7">
      <w:pPr>
        <w:spacing w:after="120"/>
        <w:jc w:val="both"/>
        <w:rPr>
          <w:rFonts w:ascii="Arial" w:hAnsi="Arial" w:cs="Arial"/>
        </w:rPr>
      </w:pPr>
    </w:p>
    <w:p w14:paraId="59B84288" w14:textId="77777777" w:rsidR="007506A7" w:rsidRDefault="007506A7" w:rsidP="007506A7">
      <w:pPr>
        <w:spacing w:after="120"/>
        <w:jc w:val="both"/>
        <w:rPr>
          <w:rFonts w:ascii="Arial" w:hAnsi="Arial" w:cs="Arial"/>
        </w:rPr>
      </w:pPr>
    </w:p>
    <w:p w14:paraId="0CDD44AF" w14:textId="77777777" w:rsidR="007506A7" w:rsidRDefault="007506A7" w:rsidP="007506A7">
      <w:pPr>
        <w:spacing w:after="120"/>
        <w:jc w:val="both"/>
        <w:rPr>
          <w:rFonts w:ascii="Arial" w:hAnsi="Arial" w:cs="Arial"/>
        </w:rPr>
      </w:pPr>
    </w:p>
    <w:p w14:paraId="1FA0A8EB" w14:textId="77777777" w:rsidR="007506A7" w:rsidRDefault="007506A7" w:rsidP="007506A7">
      <w:pPr>
        <w:spacing w:after="120"/>
        <w:jc w:val="both"/>
        <w:rPr>
          <w:rFonts w:ascii="Arial" w:hAnsi="Arial" w:cs="Arial"/>
        </w:rPr>
      </w:pPr>
    </w:p>
    <w:p w14:paraId="717D13D0" w14:textId="77777777"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666E0799" w14:textId="77777777" w:rsidR="007506A7" w:rsidRDefault="007506A7" w:rsidP="007506A7">
      <w:pPr>
        <w:pStyle w:val="Titre1"/>
        <w:ind w:left="0"/>
        <w:rPr>
          <w:rFonts w:ascii="Arial" w:hAnsi="Arial" w:cs="Arial"/>
          <w:b w:val="0"/>
          <w:bCs w:val="0"/>
          <w:sz w:val="16"/>
          <w:szCs w:val="16"/>
        </w:rPr>
      </w:pPr>
    </w:p>
    <w:p w14:paraId="26266E4C" w14:textId="77777777" w:rsidR="007506A7" w:rsidRDefault="007506A7" w:rsidP="007506A7">
      <w:pPr>
        <w:tabs>
          <w:tab w:val="left" w:pos="576"/>
          <w:tab w:val="left" w:leader="dot" w:pos="10206"/>
        </w:tabs>
        <w:jc w:val="both"/>
        <w:rPr>
          <w:rFonts w:ascii="Arial" w:hAnsi="Arial" w:cs="Arial"/>
          <w:i/>
          <w:iCs/>
        </w:rPr>
      </w:pPr>
      <w:r>
        <w:rPr>
          <w:rFonts w:ascii="Arial" w:hAnsi="Arial" w:cs="Arial"/>
        </w:rPr>
        <w:t>La part de prestations que le titulaire n</w:t>
      </w:r>
      <w:r w:rsidR="00730D24">
        <w:rPr>
          <w:rFonts w:ascii="Arial" w:hAnsi="Arial" w:cs="Arial"/>
        </w:rPr>
        <w:t>’</w:t>
      </w:r>
      <w:r>
        <w:rPr>
          <w:rFonts w:ascii="Arial" w:hAnsi="Arial" w:cs="Arial"/>
        </w:rPr>
        <w:t xml:space="preserve">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à</w:t>
      </w:r>
      <w:r w:rsidR="00730D24">
        <w:rPr>
          <w:rFonts w:ascii="Arial" w:hAnsi="Arial" w:cs="Arial"/>
        </w:rPr>
        <w:t> </w:t>
      </w:r>
      <w:r>
        <w:rPr>
          <w:rFonts w:ascii="Arial" w:hAnsi="Arial" w:cs="Arial"/>
        </w:rPr>
        <w:t xml:space="preserve">: </w:t>
      </w:r>
    </w:p>
    <w:p w14:paraId="2B621ACC" w14:textId="77777777" w:rsidR="007506A7" w:rsidRPr="00A434C3" w:rsidRDefault="00730D24" w:rsidP="007506A7">
      <w:pPr>
        <w:tabs>
          <w:tab w:val="left" w:pos="576"/>
          <w:tab w:val="left" w:leader="dot" w:pos="9923"/>
        </w:tabs>
        <w:jc w:val="both"/>
        <w:rPr>
          <w:rFonts w:ascii="Arial" w:hAnsi="Arial" w:cs="Arial"/>
        </w:rPr>
      </w:pPr>
      <w:r>
        <w:rPr>
          <w:rFonts w:ascii="Arial" w:hAnsi="Arial" w:cs="Arial"/>
          <w:i/>
          <w:iCs/>
        </w:rPr>
        <w:t>…</w:t>
      </w:r>
      <w:r w:rsidR="007506A7" w:rsidRPr="00A434C3">
        <w:rPr>
          <w:rFonts w:ascii="Arial" w:hAnsi="Arial" w:cs="Arial"/>
          <w:i/>
          <w:iCs/>
        </w:rPr>
        <w:t>...........................................................................................................................................................................................................................................................................................................................................................................</w:t>
      </w:r>
    </w:p>
    <w:p w14:paraId="6DAADEFF"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Montant initial</w:t>
      </w:r>
      <w:r w:rsidR="00730D24">
        <w:rPr>
          <w:rFonts w:ascii="Arial" w:hAnsi="Arial" w:cs="Arial"/>
        </w:rPr>
        <w:t> </w:t>
      </w:r>
      <w:r w:rsidRPr="00A434C3">
        <w:rPr>
          <w:rFonts w:ascii="Arial" w:hAnsi="Arial" w:cs="Arial"/>
        </w:rPr>
        <w:t xml:space="preserve">: </w:t>
      </w:r>
    </w:p>
    <w:p w14:paraId="4F39C323"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Ramené à</w:t>
      </w:r>
      <w:r w:rsidR="00730D24">
        <w:rPr>
          <w:rFonts w:ascii="Arial" w:hAnsi="Arial" w:cs="Arial"/>
        </w:rPr>
        <w:t> </w:t>
      </w:r>
      <w:r w:rsidRPr="00A434C3">
        <w:rPr>
          <w:rFonts w:ascii="Arial" w:hAnsi="Arial" w:cs="Arial"/>
        </w:rPr>
        <w:t xml:space="preserve">: </w:t>
      </w:r>
    </w:p>
    <w:p w14:paraId="76000222"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Porté à</w:t>
      </w:r>
      <w:r w:rsidR="00730D24">
        <w:rPr>
          <w:rFonts w:ascii="Arial" w:hAnsi="Arial" w:cs="Arial"/>
        </w:rPr>
        <w:t> </w:t>
      </w:r>
      <w:r w:rsidRPr="00A434C3">
        <w:rPr>
          <w:rFonts w:ascii="Arial" w:hAnsi="Arial" w:cs="Arial"/>
        </w:rPr>
        <w:t xml:space="preserve">: </w:t>
      </w:r>
      <w:r w:rsidRPr="00A434C3">
        <w:rPr>
          <w:rFonts w:ascii="Arial" w:hAnsi="Arial" w:cs="Arial"/>
        </w:rPr>
        <w:tab/>
      </w:r>
    </w:p>
    <w:p w14:paraId="795ECC2F"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44CC0E66"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63514B79"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40C95ACA" w14:textId="77777777" w:rsidR="00C87B9B" w:rsidRDefault="00831B52" w:rsidP="00C87B9B">
      <w:pPr>
        <w:rPr>
          <w:rFonts w:ascii="Arial" w:hAnsi="Arial" w:cs="Arial"/>
        </w:rPr>
      </w:pPr>
      <w:r>
        <w:rPr>
          <w:rFonts w:ascii="Arial" w:hAnsi="Arial" w:cs="Arial"/>
        </w:rPr>
        <w:br w:type="page"/>
      </w:r>
    </w:p>
    <w:p w14:paraId="121DDE48" w14:textId="77777777" w:rsidR="00720570" w:rsidRDefault="00720570" w:rsidP="00440DA4">
      <w:pPr>
        <w:rPr>
          <w:rFonts w:ascii="Arial" w:hAnsi="Arial" w:cs="Arial"/>
        </w:rPr>
        <w:sectPr w:rsidR="00720570" w:rsidSect="00205FCD">
          <w:headerReference w:type="default" r:id="rId10"/>
          <w:footerReference w:type="default" r:id="rId11"/>
          <w:type w:val="continuous"/>
          <w:pgSz w:w="11907" w:h="16840" w:code="9"/>
          <w:pgMar w:top="409" w:right="851" w:bottom="851" w:left="851" w:header="454" w:footer="151" w:gutter="0"/>
          <w:cols w:space="720"/>
        </w:sectPr>
      </w:pPr>
    </w:p>
    <w:p w14:paraId="4E63A79B" w14:textId="77777777" w:rsidR="00BD782B" w:rsidRPr="00BD782B" w:rsidRDefault="00BD782B" w:rsidP="00BD782B">
      <w:pPr>
        <w:spacing w:before="120"/>
        <w:jc w:val="center"/>
        <w:rPr>
          <w:rFonts w:ascii="Arial" w:hAnsi="Arial" w:cs="Arial"/>
        </w:rPr>
      </w:pPr>
      <w:bookmarkStart w:id="4" w:name="_Hlk193706389"/>
      <w:bookmarkStart w:id="5" w:name="_Hlk193705956"/>
      <w:r w:rsidRPr="00BD782B">
        <w:rPr>
          <w:rFonts w:ascii="Arial" w:hAnsi="Arial" w:cs="Arial"/>
        </w:rPr>
        <w:lastRenderedPageBreak/>
        <w:t>Étalonnage et vérification de matériel de mesure</w:t>
      </w:r>
    </w:p>
    <w:p w14:paraId="6021B16F" w14:textId="1F39BF3F" w:rsidR="00BD782B" w:rsidRPr="00BD782B" w:rsidRDefault="00BD782B" w:rsidP="00BD782B">
      <w:pPr>
        <w:jc w:val="center"/>
        <w:rPr>
          <w:rFonts w:ascii="Arial" w:hAnsi="Arial" w:cs="Arial"/>
        </w:rPr>
      </w:pPr>
      <w:r w:rsidRPr="00BD782B">
        <w:rPr>
          <w:rFonts w:ascii="Arial" w:hAnsi="Arial" w:cs="Arial"/>
        </w:rPr>
        <w:t xml:space="preserve">LOT </w:t>
      </w:r>
      <w:r w:rsidR="001F4E2B">
        <w:rPr>
          <w:rFonts w:ascii="Arial" w:hAnsi="Arial" w:cs="Arial"/>
        </w:rPr>
        <w:t>1</w:t>
      </w:r>
      <w:r w:rsidRPr="00BD782B">
        <w:rPr>
          <w:rFonts w:ascii="Arial" w:hAnsi="Arial" w:cs="Arial"/>
        </w:rPr>
        <w:t xml:space="preserve"> : Domaine </w:t>
      </w:r>
      <w:r w:rsidRPr="00BD782B">
        <w:rPr>
          <w:rFonts w:ascii="Arial" w:hAnsi="Arial" w:cs="Arial"/>
          <w:b/>
          <w:bCs/>
        </w:rPr>
        <w:t>« Acoustique et ultrasons »</w:t>
      </w:r>
    </w:p>
    <w:p w14:paraId="2100B49E" w14:textId="309F5FF8" w:rsidR="00495D60" w:rsidRPr="00BD782B" w:rsidRDefault="00BD782B" w:rsidP="00BD782B">
      <w:pPr>
        <w:jc w:val="center"/>
        <w:rPr>
          <w:rFonts w:ascii="Arial" w:hAnsi="Arial" w:cs="Arial"/>
          <w:i/>
          <w:iCs/>
        </w:rPr>
      </w:pPr>
      <w:r w:rsidRPr="00BD782B">
        <w:rPr>
          <w:rFonts w:ascii="Arial" w:hAnsi="Arial" w:cs="Arial"/>
        </w:rPr>
        <w:t xml:space="preserve">Familles </w:t>
      </w:r>
      <w:r w:rsidRPr="00BD782B">
        <w:rPr>
          <w:rFonts w:ascii="Arial" w:hAnsi="Arial" w:cs="Arial"/>
          <w:b/>
          <w:bCs/>
        </w:rPr>
        <w:t xml:space="preserve">« </w:t>
      </w:r>
      <w:proofErr w:type="spellStart"/>
      <w:r w:rsidRPr="00BD782B">
        <w:rPr>
          <w:rFonts w:ascii="Arial" w:hAnsi="Arial" w:cs="Arial"/>
          <w:b/>
          <w:bCs/>
        </w:rPr>
        <w:t>Calibrateurs</w:t>
      </w:r>
      <w:proofErr w:type="spellEnd"/>
      <w:r w:rsidRPr="00BD782B">
        <w:rPr>
          <w:rFonts w:ascii="Arial" w:hAnsi="Arial" w:cs="Arial"/>
          <w:b/>
          <w:bCs/>
        </w:rPr>
        <w:t xml:space="preserve"> acoustiques » </w:t>
      </w:r>
      <w:r w:rsidRPr="00BD782B">
        <w:rPr>
          <w:rFonts w:ascii="Arial" w:hAnsi="Arial" w:cs="Arial"/>
          <w:b/>
          <w:bCs/>
          <w:i/>
          <w:iCs/>
        </w:rPr>
        <w:t>(</w:t>
      </w:r>
      <w:proofErr w:type="spellStart"/>
      <w:r w:rsidRPr="00BD782B">
        <w:rPr>
          <w:rFonts w:ascii="Arial" w:hAnsi="Arial" w:cs="Arial"/>
          <w:b/>
          <w:bCs/>
          <w:i/>
          <w:iCs/>
        </w:rPr>
        <w:t>calibrateurs</w:t>
      </w:r>
      <w:proofErr w:type="spellEnd"/>
      <w:r w:rsidRPr="00BD782B">
        <w:rPr>
          <w:rFonts w:ascii="Arial" w:hAnsi="Arial" w:cs="Arial"/>
          <w:b/>
          <w:bCs/>
          <w:i/>
          <w:iCs/>
        </w:rPr>
        <w:t xml:space="preserve"> multifonctions)</w:t>
      </w:r>
      <w:r w:rsidRPr="00BD782B">
        <w:rPr>
          <w:rFonts w:ascii="Arial" w:hAnsi="Arial" w:cs="Arial"/>
          <w:b/>
          <w:bCs/>
        </w:rPr>
        <w:t xml:space="preserve"> / « Systèmes de mesures acoustiques » </w:t>
      </w:r>
      <w:r w:rsidRPr="00BD782B">
        <w:rPr>
          <w:rFonts w:ascii="Arial" w:hAnsi="Arial" w:cs="Arial"/>
          <w:b/>
          <w:bCs/>
          <w:i/>
          <w:iCs/>
        </w:rPr>
        <w:t>(</w:t>
      </w:r>
      <w:r w:rsidR="001F4E2B" w:rsidRPr="001F4E2B">
        <w:rPr>
          <w:rFonts w:ascii="Arial" w:hAnsi="Arial" w:cs="Arial"/>
          <w:b/>
          <w:bCs/>
          <w:i/>
          <w:iCs/>
        </w:rPr>
        <w:t>sonomètres</w:t>
      </w:r>
      <w:r w:rsidRPr="00BD782B">
        <w:rPr>
          <w:rFonts w:ascii="Arial" w:hAnsi="Arial" w:cs="Arial"/>
          <w:b/>
          <w:bCs/>
          <w:i/>
          <w:iCs/>
        </w:rPr>
        <w:t>)</w:t>
      </w:r>
    </w:p>
    <w:p w14:paraId="6E89BA66" w14:textId="77777777" w:rsidR="003E12A2" w:rsidRDefault="003E12A2" w:rsidP="006B4081">
      <w:pPr>
        <w:tabs>
          <w:tab w:val="left" w:pos="3600"/>
        </w:tabs>
        <w:jc w:val="center"/>
        <w:rPr>
          <w:rFonts w:ascii="Arial" w:hAnsi="Arial" w:cs="Arial"/>
          <w:b/>
          <w:bCs/>
        </w:rPr>
      </w:pPr>
    </w:p>
    <w:p w14:paraId="1EA244F8" w14:textId="77777777" w:rsidR="003E12A2" w:rsidRPr="00D32464" w:rsidRDefault="003E12A2" w:rsidP="003E12A2">
      <w:pPr>
        <w:tabs>
          <w:tab w:val="left" w:pos="3600"/>
        </w:tabs>
        <w:rPr>
          <w:rFonts w:ascii="Arial" w:hAnsi="Arial" w:cs="Arial"/>
          <w:b/>
          <w:bCs/>
          <w:color w:val="000000" w:themeColor="text1"/>
          <w:sz w:val="28"/>
          <w:szCs w:val="28"/>
        </w:rPr>
      </w:pPr>
      <w:r w:rsidRPr="00D32464">
        <w:rPr>
          <w:rFonts w:ascii="Arial" w:hAnsi="Arial" w:cs="Arial"/>
          <w:b/>
          <w:bCs/>
          <w:color w:val="000000" w:themeColor="text1"/>
          <w:sz w:val="28"/>
          <w:szCs w:val="28"/>
          <w:u w:val="single"/>
        </w:rPr>
        <w:t>Attention</w:t>
      </w:r>
      <w:r w:rsidRPr="00D32464">
        <w:rPr>
          <w:rFonts w:ascii="Arial" w:hAnsi="Arial" w:cs="Arial"/>
          <w:b/>
          <w:bCs/>
          <w:color w:val="000000" w:themeColor="text1"/>
          <w:sz w:val="28"/>
          <w:szCs w:val="28"/>
        </w:rPr>
        <w:t xml:space="preserve"> :</w:t>
      </w:r>
    </w:p>
    <w:p w14:paraId="7844C43C" w14:textId="77777777" w:rsidR="003E12A2" w:rsidRPr="00D32464" w:rsidRDefault="003E12A2" w:rsidP="003E12A2">
      <w:pPr>
        <w:tabs>
          <w:tab w:val="left" w:pos="3600"/>
        </w:tabs>
        <w:jc w:val="both"/>
        <w:rPr>
          <w:rFonts w:ascii="Arial" w:hAnsi="Arial" w:cs="Arial"/>
          <w:color w:val="000000" w:themeColor="text1"/>
        </w:rPr>
      </w:pPr>
      <w:r w:rsidRPr="00D32464">
        <w:rPr>
          <w:rFonts w:ascii="Arial" w:hAnsi="Arial" w:cs="Arial"/>
          <w:color w:val="000000" w:themeColor="text1"/>
        </w:rPr>
        <w:t>Le candidat renseignera l'ensemble des lignes. L’absence d’un des prix dans la présente annexe entraînera le rejet de la totalité de l’offre.</w:t>
      </w:r>
    </w:p>
    <w:p w14:paraId="01292856" w14:textId="77777777" w:rsidR="003E12A2" w:rsidRPr="00D32464" w:rsidRDefault="003E12A2" w:rsidP="003E12A2">
      <w:pPr>
        <w:tabs>
          <w:tab w:val="left" w:pos="3600"/>
        </w:tabs>
        <w:jc w:val="both"/>
        <w:rPr>
          <w:rFonts w:ascii="Arial" w:hAnsi="Arial" w:cs="Arial"/>
          <w:color w:val="000000" w:themeColor="text1"/>
        </w:rPr>
      </w:pPr>
      <w:r w:rsidRPr="00D32464">
        <w:rPr>
          <w:rFonts w:ascii="Arial" w:hAnsi="Arial" w:cs="Arial"/>
          <w:color w:val="000000" w:themeColor="text1"/>
        </w:rPr>
        <w:t>Les candidats devront compléter ce document tel que fourni par l’administration dans le cadre de la présente consultation. En cas de modification de ce dernier par le candidat, l’offre de ce dernier sera déclarée irrecevable et sera donc rejetée.</w:t>
      </w:r>
    </w:p>
    <w:p w14:paraId="22FD2C82" w14:textId="77777777" w:rsidR="003E12A2" w:rsidRPr="00D32464" w:rsidRDefault="003E12A2" w:rsidP="003E12A2">
      <w:pPr>
        <w:tabs>
          <w:tab w:val="left" w:pos="3600"/>
        </w:tabs>
        <w:jc w:val="both"/>
        <w:rPr>
          <w:rFonts w:ascii="Arial" w:hAnsi="Arial" w:cs="Arial"/>
          <w:color w:val="000000" w:themeColor="text1"/>
        </w:rPr>
      </w:pPr>
    </w:p>
    <w:p w14:paraId="4E25D66D" w14:textId="659F1F2F" w:rsidR="009C6A42" w:rsidRPr="00D32464" w:rsidRDefault="003E12A2" w:rsidP="003E12A2">
      <w:pPr>
        <w:tabs>
          <w:tab w:val="left" w:pos="3600"/>
        </w:tabs>
        <w:jc w:val="both"/>
        <w:rPr>
          <w:rFonts w:ascii="Arial" w:hAnsi="Arial" w:cs="Arial"/>
          <w:color w:val="000000" w:themeColor="text1"/>
        </w:rPr>
      </w:pPr>
      <w:r w:rsidRPr="00D32464">
        <w:rPr>
          <w:rFonts w:ascii="Arial" w:hAnsi="Arial" w:cs="Arial"/>
          <w:color w:val="000000" w:themeColor="text1"/>
        </w:rPr>
        <w:t xml:space="preserve">Les prix sont </w:t>
      </w:r>
      <w:r w:rsidR="00D32464" w:rsidRPr="00D32464">
        <w:rPr>
          <w:rFonts w:ascii="Arial" w:hAnsi="Arial" w:cs="Arial"/>
          <w:b/>
          <w:bCs/>
          <w:color w:val="FF0000"/>
          <w:u w:val="single"/>
        </w:rPr>
        <w:t xml:space="preserve">UNITAIRES </w:t>
      </w:r>
      <w:r w:rsidR="00D32464" w:rsidRPr="00D32464">
        <w:rPr>
          <w:rFonts w:ascii="Arial" w:hAnsi="Arial" w:cs="Arial"/>
          <w:color w:val="000000" w:themeColor="text1"/>
        </w:rPr>
        <w:t>et sont</w:t>
      </w:r>
      <w:r w:rsidR="00D32464">
        <w:rPr>
          <w:rFonts w:ascii="Arial" w:hAnsi="Arial" w:cs="Arial"/>
          <w:color w:val="000000" w:themeColor="text1"/>
        </w:rPr>
        <w:t xml:space="preserve"> </w:t>
      </w:r>
      <w:r w:rsidRPr="00D32464">
        <w:rPr>
          <w:rFonts w:ascii="Arial" w:hAnsi="Arial" w:cs="Arial"/>
          <w:color w:val="000000" w:themeColor="text1"/>
        </w:rPr>
        <w:t>indiqués en € (EUROS), Hors Taxes (HT),</w:t>
      </w:r>
      <w:r w:rsidR="00E34463" w:rsidRPr="00D32464">
        <w:rPr>
          <w:rFonts w:ascii="Arial" w:hAnsi="Arial" w:cs="Arial"/>
          <w:color w:val="000000" w:themeColor="text1"/>
        </w:rPr>
        <w:t xml:space="preserve"> et Toutes Taxes Comprises (TTC) et</w:t>
      </w:r>
      <w:r w:rsidRPr="00D32464">
        <w:rPr>
          <w:rFonts w:ascii="Arial" w:hAnsi="Arial" w:cs="Arial"/>
          <w:color w:val="000000" w:themeColor="text1"/>
        </w:rPr>
        <w:t xml:space="preserve"> chaque prix est donné avec deux (2) chiffres après la virgule (selon la règle d'arrondi du fournisseur).</w:t>
      </w:r>
      <w:r w:rsidR="00E34463" w:rsidRPr="00D32464">
        <w:rPr>
          <w:rFonts w:ascii="Arial" w:hAnsi="Arial" w:cs="Arial"/>
          <w:color w:val="000000" w:themeColor="text1"/>
        </w:rPr>
        <w:t xml:space="preserve"> Le taux de TVA est indiqué en pourcentage. </w:t>
      </w:r>
    </w:p>
    <w:bookmarkEnd w:id="4"/>
    <w:p w14:paraId="49EBB9B4" w14:textId="77777777" w:rsidR="00E209DD" w:rsidRDefault="00E209DD" w:rsidP="003E12A2">
      <w:pPr>
        <w:tabs>
          <w:tab w:val="left" w:pos="3600"/>
        </w:tabs>
        <w:jc w:val="both"/>
      </w:pPr>
    </w:p>
    <w:p w14:paraId="7B8E2555" w14:textId="173B3653" w:rsidR="00E209DD" w:rsidRPr="00E34463" w:rsidRDefault="00E209DD" w:rsidP="003E12A2">
      <w:pPr>
        <w:tabs>
          <w:tab w:val="left" w:pos="3600"/>
        </w:tabs>
        <w:jc w:val="both"/>
        <w:rPr>
          <w:sz w:val="32"/>
          <w:szCs w:val="32"/>
          <w:u w:val="single"/>
        </w:rPr>
      </w:pPr>
      <w:r w:rsidRPr="00E34463">
        <w:rPr>
          <w:rFonts w:ascii="Arial" w:hAnsi="Arial" w:cs="Arial"/>
          <w:b/>
          <w:bCs/>
          <w:sz w:val="32"/>
          <w:szCs w:val="32"/>
          <w:u w:val="single"/>
        </w:rPr>
        <w:t>Prestation réalisée chez le prestataire</w:t>
      </w:r>
    </w:p>
    <w:p w14:paraId="0BF4954B" w14:textId="5B72AB04" w:rsidR="00E209DD" w:rsidRPr="00453B27" w:rsidRDefault="00E209DD" w:rsidP="003E12A2">
      <w:pPr>
        <w:tabs>
          <w:tab w:val="left" w:pos="3600"/>
        </w:tabs>
        <w:jc w:val="both"/>
        <w:rPr>
          <w:rFonts w:ascii="Arial" w:hAnsi="Arial" w:cs="Arial"/>
        </w:rPr>
      </w:pPr>
    </w:p>
    <w:tbl>
      <w:tblPr>
        <w:tblW w:w="10627" w:type="dxa"/>
        <w:tblLayout w:type="fixed"/>
        <w:tblCellMar>
          <w:left w:w="70" w:type="dxa"/>
          <w:right w:w="70" w:type="dxa"/>
        </w:tblCellMar>
        <w:tblLook w:val="04A0" w:firstRow="1" w:lastRow="0" w:firstColumn="1" w:lastColumn="0" w:noHBand="0" w:noVBand="1"/>
      </w:tblPr>
      <w:tblGrid>
        <w:gridCol w:w="2972"/>
        <w:gridCol w:w="1644"/>
        <w:gridCol w:w="1644"/>
        <w:gridCol w:w="1644"/>
        <w:gridCol w:w="2723"/>
      </w:tblGrid>
      <w:tr w:rsidR="00E34463" w:rsidRPr="001F4E2B" w14:paraId="2FCCBC95" w14:textId="77777777" w:rsidTr="00047AB3">
        <w:trPr>
          <w:trHeight w:val="600"/>
        </w:trPr>
        <w:tc>
          <w:tcPr>
            <w:tcW w:w="29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A52520C" w14:textId="75054F2E" w:rsidR="00E209DD" w:rsidRPr="001F4E2B" w:rsidRDefault="00E209DD" w:rsidP="00E209DD">
            <w:pPr>
              <w:jc w:val="center"/>
              <w:rPr>
                <w:rFonts w:ascii="Arial" w:hAnsi="Arial" w:cs="Arial"/>
                <w:b/>
                <w:bCs/>
              </w:rPr>
            </w:pPr>
            <w:r w:rsidRPr="001F4E2B">
              <w:rPr>
                <w:rFonts w:ascii="Arial" w:hAnsi="Arial" w:cs="Arial"/>
                <w:b/>
                <w:bCs/>
              </w:rPr>
              <w:t>Libellé de la prestation</w:t>
            </w:r>
          </w:p>
        </w:tc>
        <w:tc>
          <w:tcPr>
            <w:tcW w:w="1644" w:type="dxa"/>
            <w:tcBorders>
              <w:top w:val="single" w:sz="4" w:space="0" w:color="auto"/>
              <w:left w:val="nil"/>
              <w:bottom w:val="single" w:sz="4" w:space="0" w:color="auto"/>
              <w:right w:val="single" w:sz="4" w:space="0" w:color="auto"/>
            </w:tcBorders>
            <w:shd w:val="clear" w:color="000000" w:fill="BFBFBF"/>
            <w:vAlign w:val="center"/>
          </w:tcPr>
          <w:p w14:paraId="385A6C00" w14:textId="1B3EFE77" w:rsidR="00E209DD" w:rsidRDefault="00E209DD" w:rsidP="00E209DD">
            <w:pPr>
              <w:jc w:val="center"/>
              <w:rPr>
                <w:rFonts w:ascii="Arial" w:hAnsi="Arial" w:cs="Arial"/>
                <w:b/>
                <w:bCs/>
              </w:rPr>
            </w:pPr>
            <w:r>
              <w:rPr>
                <w:rFonts w:ascii="Arial" w:hAnsi="Arial" w:cs="Arial"/>
                <w:b/>
                <w:bCs/>
              </w:rPr>
              <w:t>Montant en € HT</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226E1718" w14:textId="0BE9AB89" w:rsidR="00E209DD" w:rsidRPr="001F4E2B" w:rsidRDefault="00E34463" w:rsidP="00E209DD">
            <w:pPr>
              <w:jc w:val="center"/>
              <w:rPr>
                <w:rFonts w:ascii="Arial" w:hAnsi="Arial" w:cs="Arial"/>
                <w:b/>
                <w:bCs/>
              </w:rPr>
            </w:pPr>
            <w:r>
              <w:rPr>
                <w:rFonts w:ascii="Arial" w:hAnsi="Arial" w:cs="Arial"/>
                <w:b/>
                <w:bCs/>
              </w:rPr>
              <w:t>Taux</w:t>
            </w:r>
            <w:r w:rsidR="00E209DD">
              <w:rPr>
                <w:rFonts w:ascii="Arial" w:hAnsi="Arial" w:cs="Arial"/>
                <w:b/>
                <w:bCs/>
              </w:rPr>
              <w:t xml:space="preserve"> en % TVA</w:t>
            </w:r>
          </w:p>
        </w:tc>
        <w:tc>
          <w:tcPr>
            <w:tcW w:w="1644" w:type="dxa"/>
            <w:tcBorders>
              <w:top w:val="single" w:sz="4" w:space="0" w:color="auto"/>
              <w:left w:val="single" w:sz="4" w:space="0" w:color="auto"/>
              <w:bottom w:val="single" w:sz="4" w:space="0" w:color="auto"/>
              <w:right w:val="single" w:sz="4" w:space="0" w:color="auto"/>
            </w:tcBorders>
            <w:shd w:val="clear" w:color="000000" w:fill="BFBFBF"/>
            <w:vAlign w:val="center"/>
          </w:tcPr>
          <w:p w14:paraId="183BC9B9" w14:textId="49F43AF9" w:rsidR="00E209DD" w:rsidRPr="001F4E2B" w:rsidRDefault="00E209DD" w:rsidP="00E209DD">
            <w:pPr>
              <w:jc w:val="center"/>
              <w:rPr>
                <w:rFonts w:ascii="Arial" w:hAnsi="Arial" w:cs="Arial"/>
                <w:b/>
                <w:bCs/>
              </w:rPr>
            </w:pPr>
            <w:r>
              <w:rPr>
                <w:rFonts w:ascii="Arial" w:hAnsi="Arial" w:cs="Arial"/>
                <w:b/>
                <w:bCs/>
              </w:rPr>
              <w:t>Montant en € TTC</w:t>
            </w:r>
          </w:p>
        </w:tc>
        <w:tc>
          <w:tcPr>
            <w:tcW w:w="272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D97E3D" w14:textId="77777777" w:rsidR="00E209DD" w:rsidRPr="001F4E2B" w:rsidRDefault="00E209DD" w:rsidP="00E209DD">
            <w:pPr>
              <w:jc w:val="center"/>
              <w:rPr>
                <w:rFonts w:ascii="Arial" w:hAnsi="Arial" w:cs="Arial"/>
                <w:b/>
                <w:bCs/>
              </w:rPr>
            </w:pPr>
            <w:r w:rsidRPr="001F4E2B">
              <w:rPr>
                <w:rFonts w:ascii="Arial" w:hAnsi="Arial" w:cs="Arial"/>
                <w:b/>
                <w:bCs/>
              </w:rPr>
              <w:t>Remarques et informations du soumissionnaire</w:t>
            </w:r>
          </w:p>
        </w:tc>
      </w:tr>
      <w:tr w:rsidR="00807E15" w:rsidRPr="001F4E2B" w14:paraId="1430F27F" w14:textId="77777777" w:rsidTr="00F8511F">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D7C4A08" w14:textId="50B3AA5D" w:rsidR="00807E15" w:rsidRPr="008A7E30" w:rsidRDefault="00807E15" w:rsidP="008A7E30">
            <w:pPr>
              <w:tabs>
                <w:tab w:val="left" w:pos="3600"/>
              </w:tabs>
            </w:pPr>
            <w:r w:rsidRPr="001F4E2B">
              <w:rPr>
                <w:rFonts w:ascii="Arial" w:hAnsi="Arial" w:cs="Arial"/>
                <w:b/>
                <w:bCs/>
              </w:rPr>
              <w:t>Sonomètre 1 voie</w:t>
            </w:r>
          </w:p>
        </w:tc>
      </w:tr>
      <w:tr w:rsidR="00E34463" w:rsidRPr="001F4E2B" w14:paraId="7000CE3F" w14:textId="77777777" w:rsidTr="008A7E3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18945" w14:textId="77777777" w:rsidR="00E209DD" w:rsidRPr="001F4E2B" w:rsidRDefault="00E209DD" w:rsidP="00E209DD">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682104D5" w14:textId="77777777"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747F194" w14:textId="7FEDFD72"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nil"/>
            </w:tcBorders>
            <w:vAlign w:val="center"/>
          </w:tcPr>
          <w:p w14:paraId="1E6897D1" w14:textId="77777777" w:rsidR="00E209DD" w:rsidRPr="00047AB3" w:rsidRDefault="00E209DD" w:rsidP="00047AB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CC05A1" w14:textId="1893FFF9" w:rsidR="00E209DD" w:rsidRPr="00047AB3" w:rsidRDefault="00E209DD" w:rsidP="00E209DD">
            <w:pPr>
              <w:rPr>
                <w:rFonts w:ascii="Arial" w:hAnsi="Arial" w:cs="Arial"/>
              </w:rPr>
            </w:pPr>
          </w:p>
        </w:tc>
      </w:tr>
      <w:tr w:rsidR="00E209DD" w:rsidRPr="001F4E2B" w14:paraId="1C427CF4" w14:textId="77777777" w:rsidTr="008A7E3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9F54224" w14:textId="3035BA4D" w:rsidR="00E209DD" w:rsidRPr="001F4E2B" w:rsidRDefault="00E209DD" w:rsidP="00E209DD">
            <w:pPr>
              <w:rPr>
                <w:rFonts w:ascii="Arial" w:hAnsi="Arial" w:cs="Arial"/>
                <w:b/>
                <w:bCs/>
              </w:rPr>
            </w:pPr>
            <w:r w:rsidRPr="001F4E2B">
              <w:rPr>
                <w:rFonts w:ascii="Arial" w:hAnsi="Arial" w:cs="Arial"/>
                <w:b/>
                <w:bCs/>
              </w:rPr>
              <w:t>Vérification</w:t>
            </w:r>
          </w:p>
        </w:tc>
        <w:tc>
          <w:tcPr>
            <w:tcW w:w="1644" w:type="dxa"/>
            <w:tcBorders>
              <w:top w:val="single" w:sz="4" w:space="0" w:color="auto"/>
              <w:left w:val="nil"/>
              <w:bottom w:val="single" w:sz="4" w:space="0" w:color="auto"/>
              <w:right w:val="single" w:sz="4" w:space="0" w:color="auto"/>
            </w:tcBorders>
            <w:vAlign w:val="center"/>
          </w:tcPr>
          <w:p w14:paraId="42733198" w14:textId="77777777"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21786022" w14:textId="55C35A7C"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nil"/>
            </w:tcBorders>
            <w:vAlign w:val="center"/>
          </w:tcPr>
          <w:p w14:paraId="44EFEFE4" w14:textId="77777777" w:rsidR="00E209DD" w:rsidRPr="00047AB3" w:rsidRDefault="00E209DD" w:rsidP="00047AB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626ED4" w14:textId="77777777" w:rsidR="00E209DD" w:rsidRPr="00047AB3" w:rsidRDefault="00E209DD" w:rsidP="00E209DD">
            <w:pPr>
              <w:rPr>
                <w:rFonts w:ascii="Arial" w:hAnsi="Arial" w:cs="Arial"/>
              </w:rPr>
            </w:pPr>
          </w:p>
        </w:tc>
      </w:tr>
      <w:tr w:rsidR="00807E15" w:rsidRPr="001F4E2B" w14:paraId="3B6DF3E5" w14:textId="77777777" w:rsidTr="0080760B">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9C3E67D" w14:textId="179B8A0E" w:rsidR="00807E15" w:rsidRPr="008A7E30" w:rsidRDefault="00807E15" w:rsidP="008A7E30">
            <w:pPr>
              <w:tabs>
                <w:tab w:val="left" w:pos="3600"/>
              </w:tabs>
            </w:pPr>
            <w:r w:rsidRPr="001F4E2B">
              <w:rPr>
                <w:rFonts w:ascii="Arial" w:hAnsi="Arial" w:cs="Arial"/>
                <w:b/>
                <w:bCs/>
              </w:rPr>
              <w:t>Sonomètre 2 voies</w:t>
            </w:r>
          </w:p>
        </w:tc>
      </w:tr>
      <w:tr w:rsidR="00E34463" w:rsidRPr="001F4E2B" w14:paraId="4AE99064" w14:textId="77777777" w:rsidTr="008A7E3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02E4B32" w14:textId="49C3D9CF" w:rsidR="00E209DD" w:rsidRPr="001F4E2B" w:rsidRDefault="00E209DD" w:rsidP="00E209DD">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093433BA" w14:textId="77777777"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5C8D25A6" w14:textId="5842794C"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nil"/>
            </w:tcBorders>
            <w:vAlign w:val="center"/>
          </w:tcPr>
          <w:p w14:paraId="08F0C095" w14:textId="77777777" w:rsidR="00E209DD" w:rsidRPr="00047AB3" w:rsidRDefault="00E209DD" w:rsidP="00047AB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4D7E0D" w14:textId="219EE05B" w:rsidR="00E209DD" w:rsidRPr="00047AB3" w:rsidRDefault="00E209DD" w:rsidP="00E209DD">
            <w:pPr>
              <w:rPr>
                <w:rFonts w:ascii="Arial" w:hAnsi="Arial" w:cs="Arial"/>
              </w:rPr>
            </w:pPr>
          </w:p>
        </w:tc>
      </w:tr>
      <w:tr w:rsidR="00E209DD" w:rsidRPr="001F4E2B" w14:paraId="0D1C2050" w14:textId="77777777" w:rsidTr="008A7E3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D552ABC" w14:textId="662D0FAA" w:rsidR="00E209DD" w:rsidRPr="001F4E2B" w:rsidRDefault="00E209DD" w:rsidP="00E209DD">
            <w:pPr>
              <w:rPr>
                <w:rFonts w:ascii="Arial" w:hAnsi="Arial" w:cs="Arial"/>
                <w:b/>
                <w:bCs/>
              </w:rPr>
            </w:pPr>
            <w:r w:rsidRPr="001F4E2B">
              <w:rPr>
                <w:rFonts w:ascii="Arial" w:hAnsi="Arial" w:cs="Arial"/>
                <w:b/>
                <w:bCs/>
              </w:rPr>
              <w:t>Vérification</w:t>
            </w:r>
          </w:p>
        </w:tc>
        <w:tc>
          <w:tcPr>
            <w:tcW w:w="1644" w:type="dxa"/>
            <w:tcBorders>
              <w:top w:val="single" w:sz="4" w:space="0" w:color="auto"/>
              <w:left w:val="nil"/>
              <w:bottom w:val="single" w:sz="4" w:space="0" w:color="auto"/>
              <w:right w:val="single" w:sz="4" w:space="0" w:color="auto"/>
            </w:tcBorders>
            <w:vAlign w:val="center"/>
          </w:tcPr>
          <w:p w14:paraId="4E89184F" w14:textId="77777777"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0F5D0FE3" w14:textId="32B11540"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nil"/>
            </w:tcBorders>
            <w:vAlign w:val="center"/>
          </w:tcPr>
          <w:p w14:paraId="2F1E1AEB" w14:textId="77777777" w:rsidR="00E209DD" w:rsidRPr="00047AB3" w:rsidRDefault="00E209DD" w:rsidP="00047AB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1AAD8035" w14:textId="77777777" w:rsidR="00E209DD" w:rsidRPr="00047AB3" w:rsidRDefault="00E209DD" w:rsidP="00E209DD">
            <w:pPr>
              <w:rPr>
                <w:rFonts w:ascii="Arial" w:hAnsi="Arial" w:cs="Arial"/>
              </w:rPr>
            </w:pPr>
          </w:p>
        </w:tc>
      </w:tr>
      <w:tr w:rsidR="00807E15" w:rsidRPr="001F4E2B" w14:paraId="1EB1FB72" w14:textId="77777777" w:rsidTr="008409AF">
        <w:trPr>
          <w:trHeight w:val="567"/>
        </w:trPr>
        <w:tc>
          <w:tcPr>
            <w:tcW w:w="10627"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62E7100" w14:textId="450BED83" w:rsidR="00807E15" w:rsidRPr="008A7E30" w:rsidRDefault="00807E15" w:rsidP="008A7E30">
            <w:pPr>
              <w:tabs>
                <w:tab w:val="left" w:pos="3600"/>
              </w:tabs>
            </w:pPr>
            <w:r w:rsidRPr="001F4E2B">
              <w:rPr>
                <w:rFonts w:ascii="Arial" w:hAnsi="Arial" w:cs="Arial"/>
                <w:b/>
                <w:bCs/>
              </w:rPr>
              <w:t>Calibreur acoustique</w:t>
            </w:r>
          </w:p>
        </w:tc>
      </w:tr>
      <w:tr w:rsidR="00E34463" w:rsidRPr="001F4E2B" w14:paraId="385B6FB3" w14:textId="77777777" w:rsidTr="008A7E3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BF68F4A" w14:textId="3B0B67DC" w:rsidR="00E209DD" w:rsidRPr="001F4E2B" w:rsidRDefault="00E209DD" w:rsidP="00E209DD">
            <w:pPr>
              <w:rPr>
                <w:rFonts w:ascii="Arial" w:hAnsi="Arial" w:cs="Arial"/>
                <w:b/>
                <w:bCs/>
              </w:rPr>
            </w:pPr>
            <w:r w:rsidRPr="001F4E2B">
              <w:rPr>
                <w:rFonts w:ascii="Arial" w:hAnsi="Arial" w:cs="Arial"/>
                <w:b/>
                <w:bCs/>
              </w:rPr>
              <w:t>Etalonnage</w:t>
            </w:r>
          </w:p>
        </w:tc>
        <w:tc>
          <w:tcPr>
            <w:tcW w:w="1644" w:type="dxa"/>
            <w:tcBorders>
              <w:top w:val="single" w:sz="4" w:space="0" w:color="auto"/>
              <w:left w:val="nil"/>
              <w:bottom w:val="single" w:sz="4" w:space="0" w:color="auto"/>
              <w:right w:val="single" w:sz="4" w:space="0" w:color="auto"/>
            </w:tcBorders>
            <w:vAlign w:val="center"/>
          </w:tcPr>
          <w:p w14:paraId="64CC10DB" w14:textId="77777777"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60E720AB" w14:textId="7C76634A"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nil"/>
            </w:tcBorders>
            <w:vAlign w:val="center"/>
          </w:tcPr>
          <w:p w14:paraId="3A0B35A1" w14:textId="77777777" w:rsidR="00E209DD" w:rsidRPr="00047AB3" w:rsidRDefault="00E209DD" w:rsidP="00047AB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20780B6F" w14:textId="1259676E" w:rsidR="00E209DD" w:rsidRPr="00047AB3" w:rsidRDefault="00E209DD" w:rsidP="00E209DD">
            <w:pPr>
              <w:rPr>
                <w:rFonts w:ascii="Arial" w:hAnsi="Arial" w:cs="Arial"/>
              </w:rPr>
            </w:pPr>
          </w:p>
        </w:tc>
      </w:tr>
      <w:tr w:rsidR="00E209DD" w:rsidRPr="001F4E2B" w14:paraId="5488A17A" w14:textId="77777777" w:rsidTr="008A7E30">
        <w:trPr>
          <w:trHeight w:val="8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6D8FFB8" w14:textId="7E7C853D" w:rsidR="00E209DD" w:rsidRPr="001F4E2B" w:rsidRDefault="00E209DD" w:rsidP="00E209DD">
            <w:pPr>
              <w:rPr>
                <w:rFonts w:ascii="Arial" w:hAnsi="Arial" w:cs="Arial"/>
                <w:b/>
                <w:bCs/>
              </w:rPr>
            </w:pPr>
            <w:r w:rsidRPr="001F4E2B">
              <w:rPr>
                <w:rFonts w:ascii="Arial" w:hAnsi="Arial" w:cs="Arial"/>
                <w:b/>
                <w:bCs/>
              </w:rPr>
              <w:t>Vérification</w:t>
            </w:r>
          </w:p>
        </w:tc>
        <w:tc>
          <w:tcPr>
            <w:tcW w:w="1644" w:type="dxa"/>
            <w:tcBorders>
              <w:top w:val="single" w:sz="4" w:space="0" w:color="auto"/>
              <w:left w:val="nil"/>
              <w:bottom w:val="single" w:sz="4" w:space="0" w:color="auto"/>
              <w:right w:val="single" w:sz="4" w:space="0" w:color="auto"/>
            </w:tcBorders>
            <w:vAlign w:val="center"/>
          </w:tcPr>
          <w:p w14:paraId="0109281B" w14:textId="77777777"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single" w:sz="4" w:space="0" w:color="auto"/>
            </w:tcBorders>
            <w:vAlign w:val="center"/>
          </w:tcPr>
          <w:p w14:paraId="479882A6" w14:textId="03AF8EE2" w:rsidR="00E209DD" w:rsidRPr="00047AB3" w:rsidRDefault="00E209DD" w:rsidP="00047AB3">
            <w:pPr>
              <w:jc w:val="center"/>
              <w:rPr>
                <w:rFonts w:ascii="Arial" w:hAnsi="Arial" w:cs="Arial"/>
              </w:rPr>
            </w:pPr>
          </w:p>
        </w:tc>
        <w:tc>
          <w:tcPr>
            <w:tcW w:w="1644" w:type="dxa"/>
            <w:tcBorders>
              <w:top w:val="single" w:sz="4" w:space="0" w:color="auto"/>
              <w:left w:val="single" w:sz="4" w:space="0" w:color="auto"/>
              <w:bottom w:val="single" w:sz="4" w:space="0" w:color="auto"/>
              <w:right w:val="nil"/>
            </w:tcBorders>
            <w:vAlign w:val="center"/>
          </w:tcPr>
          <w:p w14:paraId="56EB4A33" w14:textId="77777777" w:rsidR="00E209DD" w:rsidRPr="00047AB3" w:rsidRDefault="00E209DD" w:rsidP="00047AB3">
            <w:pPr>
              <w:jc w:val="center"/>
              <w:rPr>
                <w:rFonts w:ascii="Arial" w:hAnsi="Arial" w:cs="Arial"/>
              </w:rPr>
            </w:pPr>
          </w:p>
        </w:tc>
        <w:tc>
          <w:tcPr>
            <w:tcW w:w="2723" w:type="dxa"/>
            <w:tcBorders>
              <w:top w:val="single" w:sz="4" w:space="0" w:color="auto"/>
              <w:left w:val="single" w:sz="4" w:space="0" w:color="auto"/>
              <w:bottom w:val="single" w:sz="4" w:space="0" w:color="auto"/>
              <w:right w:val="single" w:sz="4" w:space="0" w:color="auto"/>
            </w:tcBorders>
            <w:shd w:val="clear" w:color="000000" w:fill="FFFFFF"/>
            <w:vAlign w:val="center"/>
          </w:tcPr>
          <w:p w14:paraId="53F0B626" w14:textId="77777777" w:rsidR="00E209DD" w:rsidRPr="00047AB3" w:rsidRDefault="00E209DD" w:rsidP="00E209DD">
            <w:pPr>
              <w:rPr>
                <w:rFonts w:ascii="Arial" w:hAnsi="Arial" w:cs="Arial"/>
              </w:rPr>
            </w:pPr>
          </w:p>
        </w:tc>
      </w:tr>
    </w:tbl>
    <w:p w14:paraId="6475B9D5" w14:textId="03446C40" w:rsidR="001F4E2B" w:rsidRDefault="001F4E2B" w:rsidP="003E12A2">
      <w:pPr>
        <w:tabs>
          <w:tab w:val="left" w:pos="3600"/>
        </w:tabs>
        <w:jc w:val="both"/>
        <w:rPr>
          <w:rFonts w:ascii="Arial" w:hAnsi="Arial" w:cs="Arial"/>
        </w:rPr>
      </w:pPr>
    </w:p>
    <w:bookmarkEnd w:id="5"/>
    <w:sectPr w:rsidR="001F4E2B" w:rsidSect="00E209DD">
      <w:headerReference w:type="default" r:id="rId12"/>
      <w:footerReference w:type="default" r:id="rId13"/>
      <w:pgSz w:w="11907" w:h="16840" w:code="9"/>
      <w:pgMar w:top="409" w:right="567" w:bottom="851" w:left="712" w:header="454" w:footer="1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42B3" w14:textId="77777777" w:rsidR="00C832CD" w:rsidRDefault="00C832CD">
      <w:r>
        <w:separator/>
      </w:r>
    </w:p>
  </w:endnote>
  <w:endnote w:type="continuationSeparator" w:id="0">
    <w:p w14:paraId="6E3372DC" w14:textId="77777777" w:rsidR="00C832CD" w:rsidRDefault="00C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AD08E2" w14:paraId="0107EB82" w14:textId="77777777" w:rsidTr="002F1B43">
      <w:trPr>
        <w:tblHeader/>
      </w:trPr>
      <w:tc>
        <w:tcPr>
          <w:tcW w:w="3190" w:type="dxa"/>
          <w:tcBorders>
            <w:top w:val="nil"/>
            <w:left w:val="nil"/>
            <w:bottom w:val="nil"/>
            <w:right w:val="nil"/>
          </w:tcBorders>
          <w:shd w:val="solid" w:color="66CCFF" w:fill="auto"/>
        </w:tcPr>
        <w:p w14:paraId="4055848C" w14:textId="0202D2CC" w:rsidR="00AD08E2" w:rsidRPr="007B3AAD" w:rsidRDefault="007B3AAD" w:rsidP="00C96259">
          <w:pPr>
            <w:rPr>
              <w:rFonts w:ascii="Arial" w:hAnsi="Arial" w:cs="Arial"/>
              <w:b/>
              <w:bCs/>
              <w:sz w:val="18"/>
              <w:szCs w:val="18"/>
            </w:rPr>
          </w:pPr>
          <w:r w:rsidRPr="007B3AAD">
            <w:rPr>
              <w:rFonts w:ascii="Arial" w:hAnsi="Arial" w:cs="Arial"/>
              <w:b/>
              <w:bCs/>
              <w:sz w:val="18"/>
              <w:szCs w:val="18"/>
            </w:rPr>
            <w:t xml:space="preserve">Acte d’engagement </w:t>
          </w:r>
          <w:r w:rsidR="00FD4353">
            <w:rPr>
              <w:rFonts w:ascii="Arial" w:hAnsi="Arial" w:cs="Arial"/>
              <w:b/>
              <w:bCs/>
              <w:sz w:val="18"/>
              <w:szCs w:val="18"/>
            </w:rPr>
            <w:t>Lot 1</w:t>
          </w:r>
        </w:p>
      </w:tc>
      <w:tc>
        <w:tcPr>
          <w:tcW w:w="4961" w:type="dxa"/>
          <w:tcBorders>
            <w:top w:val="nil"/>
            <w:left w:val="nil"/>
            <w:bottom w:val="nil"/>
            <w:right w:val="nil"/>
          </w:tcBorders>
          <w:shd w:val="solid" w:color="66CCFF" w:fill="auto"/>
        </w:tcPr>
        <w:p w14:paraId="2BCABCDC" w14:textId="67A4905A" w:rsidR="00AD08E2" w:rsidRPr="007B3AAD" w:rsidRDefault="005B416C" w:rsidP="00863AC7">
          <w:pPr>
            <w:jc w:val="center"/>
            <w:rPr>
              <w:rFonts w:ascii="Arial" w:hAnsi="Arial" w:cs="Arial"/>
              <w:b/>
              <w:bCs/>
              <w:iCs/>
              <w:sz w:val="18"/>
              <w:szCs w:val="18"/>
            </w:rPr>
          </w:pPr>
          <w:r w:rsidRPr="007B3AAD">
            <w:rPr>
              <w:rFonts w:ascii="Arial" w:hAnsi="Arial" w:cs="Arial"/>
              <w:b/>
              <w:bCs/>
              <w:iCs/>
              <w:sz w:val="18"/>
              <w:szCs w:val="18"/>
            </w:rPr>
            <w:t xml:space="preserve">Consultation </w:t>
          </w:r>
          <w:r w:rsidR="001F3280" w:rsidRPr="007B3AAD">
            <w:rPr>
              <w:rFonts w:ascii="Arial" w:hAnsi="Arial" w:cs="Arial"/>
              <w:b/>
              <w:bCs/>
              <w:iCs/>
              <w:sz w:val="18"/>
              <w:szCs w:val="18"/>
            </w:rPr>
            <w:t>20</w:t>
          </w:r>
          <w:r w:rsidR="00924258">
            <w:rPr>
              <w:rFonts w:ascii="Arial" w:hAnsi="Arial" w:cs="Arial"/>
              <w:b/>
              <w:bCs/>
              <w:iCs/>
              <w:sz w:val="18"/>
              <w:szCs w:val="18"/>
            </w:rPr>
            <w:t>2</w:t>
          </w:r>
          <w:r w:rsidR="00A21A10">
            <w:rPr>
              <w:rFonts w:ascii="Arial" w:hAnsi="Arial" w:cs="Arial"/>
              <w:b/>
              <w:bCs/>
              <w:iCs/>
              <w:sz w:val="18"/>
              <w:szCs w:val="18"/>
            </w:rPr>
            <w:t>5STAC01</w:t>
          </w:r>
        </w:p>
      </w:tc>
      <w:tc>
        <w:tcPr>
          <w:tcW w:w="896" w:type="dxa"/>
          <w:tcBorders>
            <w:top w:val="nil"/>
            <w:left w:val="nil"/>
            <w:bottom w:val="nil"/>
            <w:right w:val="nil"/>
          </w:tcBorders>
          <w:shd w:val="solid" w:color="66CCFF" w:fill="auto"/>
        </w:tcPr>
        <w:p w14:paraId="1BBC2123" w14:textId="77777777" w:rsidR="00AD08E2" w:rsidRPr="007B3AAD" w:rsidRDefault="00AD08E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1B4FEDB2"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645E7F0F" w14:textId="77777777" w:rsidR="00AD08E2" w:rsidRPr="007B3AAD" w:rsidRDefault="00AD08E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183D4189" w14:textId="77777777" w:rsidR="00AD08E2" w:rsidRPr="007B3AAD" w:rsidRDefault="00AD08E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0385E">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27E27953" w14:textId="77777777" w:rsidR="00AD08E2" w:rsidRPr="00205FCD" w:rsidRDefault="00AD08E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720570" w14:paraId="2B8CB60C" w14:textId="77777777" w:rsidTr="002F1B43">
      <w:trPr>
        <w:tblHeader/>
      </w:trPr>
      <w:tc>
        <w:tcPr>
          <w:tcW w:w="3190" w:type="dxa"/>
          <w:tcBorders>
            <w:top w:val="nil"/>
            <w:left w:val="nil"/>
            <w:bottom w:val="nil"/>
            <w:right w:val="nil"/>
          </w:tcBorders>
          <w:shd w:val="solid" w:color="66CCFF" w:fill="auto"/>
        </w:tcPr>
        <w:p w14:paraId="6C37E787" w14:textId="1F676E0D" w:rsidR="00720570" w:rsidRPr="007B3AAD" w:rsidRDefault="00720570" w:rsidP="00C96259">
          <w:pPr>
            <w:rPr>
              <w:rFonts w:ascii="Arial" w:hAnsi="Arial" w:cs="Arial"/>
              <w:b/>
              <w:bCs/>
              <w:sz w:val="18"/>
              <w:szCs w:val="18"/>
            </w:rPr>
          </w:pPr>
          <w:r w:rsidRPr="007B3AAD">
            <w:rPr>
              <w:rFonts w:ascii="Arial" w:hAnsi="Arial" w:cs="Arial"/>
              <w:b/>
              <w:bCs/>
              <w:sz w:val="18"/>
              <w:szCs w:val="18"/>
            </w:rPr>
            <w:t xml:space="preserve">Acte d’engagement </w:t>
          </w:r>
          <w:r w:rsidR="00734194">
            <w:rPr>
              <w:rFonts w:ascii="Arial" w:hAnsi="Arial" w:cs="Arial"/>
              <w:b/>
              <w:bCs/>
              <w:sz w:val="18"/>
              <w:szCs w:val="18"/>
            </w:rPr>
            <w:t>Lot 1</w:t>
          </w:r>
        </w:p>
      </w:tc>
      <w:tc>
        <w:tcPr>
          <w:tcW w:w="4961" w:type="dxa"/>
          <w:tcBorders>
            <w:top w:val="nil"/>
            <w:left w:val="nil"/>
            <w:bottom w:val="nil"/>
            <w:right w:val="nil"/>
          </w:tcBorders>
          <w:shd w:val="solid" w:color="66CCFF" w:fill="auto"/>
        </w:tcPr>
        <w:p w14:paraId="37BA0E92" w14:textId="167B944F" w:rsidR="00720570" w:rsidRPr="007B3AAD" w:rsidRDefault="00720570"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77CDB97F" w14:textId="77777777" w:rsidR="00720570" w:rsidRPr="007B3AAD" w:rsidRDefault="00720570">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2A5241C3" w14:textId="77777777" w:rsidR="00720570" w:rsidRPr="007B3AAD" w:rsidRDefault="00720570">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30B19CCC" w14:textId="77777777" w:rsidR="00720570" w:rsidRPr="007B3AAD" w:rsidRDefault="00720570">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28D9187A" w14:textId="77777777" w:rsidR="00720570" w:rsidRPr="007B3AAD" w:rsidRDefault="00720570">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5030A6E7" w14:textId="77777777" w:rsidR="00720570" w:rsidRPr="00205FCD" w:rsidRDefault="00720570">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720570" w14:paraId="6DBB8FDA" w14:textId="77777777" w:rsidTr="002F1B43">
      <w:trPr>
        <w:tblHeader/>
      </w:trPr>
      <w:tc>
        <w:tcPr>
          <w:tcW w:w="3190" w:type="dxa"/>
          <w:tcBorders>
            <w:top w:val="nil"/>
            <w:left w:val="nil"/>
            <w:bottom w:val="nil"/>
            <w:right w:val="nil"/>
          </w:tcBorders>
          <w:shd w:val="solid" w:color="66CCFF" w:fill="auto"/>
        </w:tcPr>
        <w:p w14:paraId="285D9F61" w14:textId="3E8D2A08" w:rsidR="00720570" w:rsidRPr="007B3AAD" w:rsidRDefault="00720570" w:rsidP="00C96259">
          <w:pPr>
            <w:rPr>
              <w:rFonts w:ascii="Arial" w:hAnsi="Arial" w:cs="Arial"/>
              <w:b/>
              <w:bCs/>
              <w:sz w:val="18"/>
              <w:szCs w:val="18"/>
            </w:rPr>
          </w:pPr>
          <w:r w:rsidRPr="007B3AAD">
            <w:rPr>
              <w:rFonts w:ascii="Arial" w:hAnsi="Arial" w:cs="Arial"/>
              <w:b/>
              <w:bCs/>
              <w:sz w:val="18"/>
              <w:szCs w:val="18"/>
            </w:rPr>
            <w:t xml:space="preserve">Acte d’engagement </w:t>
          </w:r>
          <w:r w:rsidR="008620F9">
            <w:rPr>
              <w:rFonts w:ascii="Arial" w:hAnsi="Arial" w:cs="Arial"/>
              <w:b/>
              <w:bCs/>
              <w:sz w:val="18"/>
              <w:szCs w:val="18"/>
            </w:rPr>
            <w:t>Lot 1</w:t>
          </w:r>
        </w:p>
      </w:tc>
      <w:tc>
        <w:tcPr>
          <w:tcW w:w="4961" w:type="dxa"/>
          <w:tcBorders>
            <w:top w:val="nil"/>
            <w:left w:val="nil"/>
            <w:bottom w:val="nil"/>
            <w:right w:val="nil"/>
          </w:tcBorders>
          <w:shd w:val="solid" w:color="66CCFF" w:fill="auto"/>
        </w:tcPr>
        <w:p w14:paraId="2AB81DD6" w14:textId="5DB10F2A" w:rsidR="00720570" w:rsidRPr="007B3AAD" w:rsidRDefault="00720570" w:rsidP="00863AC7">
          <w:pPr>
            <w:jc w:val="center"/>
            <w:rPr>
              <w:rFonts w:ascii="Arial" w:hAnsi="Arial" w:cs="Arial"/>
              <w:b/>
              <w:bCs/>
              <w:iCs/>
              <w:sz w:val="18"/>
              <w:szCs w:val="18"/>
            </w:rPr>
          </w:pPr>
          <w:r w:rsidRPr="007B3AAD">
            <w:rPr>
              <w:rFonts w:ascii="Arial" w:hAnsi="Arial" w:cs="Arial"/>
              <w:b/>
              <w:bCs/>
              <w:iCs/>
              <w:sz w:val="18"/>
              <w:szCs w:val="18"/>
            </w:rPr>
            <w:t>Consultation 20</w:t>
          </w:r>
          <w:r>
            <w:rPr>
              <w:rFonts w:ascii="Arial" w:hAnsi="Arial" w:cs="Arial"/>
              <w:b/>
              <w:bCs/>
              <w:iCs/>
              <w:sz w:val="18"/>
              <w:szCs w:val="18"/>
            </w:rPr>
            <w:t>25STAC01</w:t>
          </w:r>
        </w:p>
      </w:tc>
      <w:tc>
        <w:tcPr>
          <w:tcW w:w="896" w:type="dxa"/>
          <w:tcBorders>
            <w:top w:val="nil"/>
            <w:left w:val="nil"/>
            <w:bottom w:val="nil"/>
            <w:right w:val="nil"/>
          </w:tcBorders>
          <w:shd w:val="solid" w:color="66CCFF" w:fill="auto"/>
        </w:tcPr>
        <w:p w14:paraId="745D6D29" w14:textId="77777777" w:rsidR="00720570" w:rsidRPr="007B3AAD" w:rsidRDefault="00720570">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3F31B69B" w14:textId="77777777" w:rsidR="00720570" w:rsidRPr="007B3AAD" w:rsidRDefault="00720570">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5</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713723C2" w14:textId="77777777" w:rsidR="00720570" w:rsidRPr="007B3AAD" w:rsidRDefault="00720570">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6B63C64E" w14:textId="77777777" w:rsidR="00720570" w:rsidRPr="007B3AAD" w:rsidRDefault="00720570">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14:paraId="4F8A7F3A" w14:textId="77777777" w:rsidR="00720570" w:rsidRPr="00205FCD" w:rsidRDefault="0072057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C6BF" w14:textId="77777777" w:rsidR="00C832CD" w:rsidRDefault="00C832CD">
      <w:r>
        <w:separator/>
      </w:r>
    </w:p>
  </w:footnote>
  <w:footnote w:type="continuationSeparator" w:id="0">
    <w:p w14:paraId="097DB4AC" w14:textId="77777777" w:rsidR="00C832CD" w:rsidRDefault="00C832CD">
      <w:r>
        <w:continuationSeparator/>
      </w:r>
    </w:p>
  </w:footnote>
  <w:footnote w:id="1">
    <w:p w14:paraId="633A27E9"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4919F2C8" w14:textId="77777777" w:rsidR="00EE693D" w:rsidRDefault="007506A7"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0383B408" w14:textId="77777777" w:rsidR="00EE693D" w:rsidRDefault="00EE693D"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F7E9" w14:textId="5F6B4BED" w:rsidR="00AD08E2" w:rsidRPr="00AC3647" w:rsidRDefault="006F0858" w:rsidP="00831347">
    <w:pPr>
      <w:pStyle w:val="En-tte"/>
      <w:jc w:val="center"/>
      <w:rPr>
        <w:b/>
        <w:color w:val="000000"/>
      </w:rPr>
    </w:pPr>
    <w:r>
      <w:rPr>
        <w:rFonts w:ascii="Arial" w:hAnsi="Arial" w:cs="Arial"/>
        <w:noProof/>
      </w:rPr>
      <w:drawing>
        <wp:anchor distT="0" distB="0" distL="114300" distR="114300" simplePos="0" relativeHeight="251658240" behindDoc="1" locked="0" layoutInCell="1" allowOverlap="1" wp14:anchorId="4493D2E0" wp14:editId="7D50243E">
          <wp:simplePos x="0" y="0"/>
          <wp:positionH relativeFrom="margin">
            <wp:align>right</wp:align>
          </wp:positionH>
          <wp:positionV relativeFrom="paragraph">
            <wp:posOffset>-398145</wp:posOffset>
          </wp:positionV>
          <wp:extent cx="6525895" cy="1516380"/>
          <wp:effectExtent l="0" t="0" r="8255" b="7620"/>
          <wp:wrapNone/>
          <wp:docPr id="1194959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3C71" w14:textId="77777777" w:rsidR="00AD08E2" w:rsidRDefault="00AD08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1923" w14:textId="67D8B2F0" w:rsidR="00720570" w:rsidRPr="00BD782B" w:rsidRDefault="00BD782B" w:rsidP="00BD782B">
    <w:pPr>
      <w:shd w:val="clear" w:color="auto" w:fill="33CCFF"/>
      <w:jc w:val="center"/>
      <w:rPr>
        <w:rFonts w:ascii="Arial" w:hAnsi="Arial" w:cs="Arial"/>
        <w:b/>
        <w:bCs/>
        <w:sz w:val="28"/>
        <w:szCs w:val="28"/>
      </w:rPr>
    </w:pPr>
    <w:bookmarkStart w:id="6" w:name="_Hlk193705922"/>
    <w:bookmarkStart w:id="7" w:name="_Hlk193705923"/>
    <w:bookmarkStart w:id="8" w:name="_Hlk193706367"/>
    <w:bookmarkStart w:id="9" w:name="_Hlk193706368"/>
    <w:r w:rsidRPr="00BD782B">
      <w:rPr>
        <w:rFonts w:ascii="Arial" w:hAnsi="Arial" w:cs="Arial"/>
        <w:b/>
        <w:bCs/>
        <w:sz w:val="28"/>
        <w:szCs w:val="28"/>
      </w:rPr>
      <w:t>Annexe financière à l’acte d’engagement</w:t>
    </w:r>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5543E"/>
    <w:multiLevelType w:val="hybridMultilevel"/>
    <w:tmpl w:val="84D2D914"/>
    <w:lvl w:ilvl="0" w:tplc="C01A4B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0"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C6C6E49"/>
    <w:multiLevelType w:val="hybridMultilevel"/>
    <w:tmpl w:val="D1BCC642"/>
    <w:lvl w:ilvl="0" w:tplc="49862F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096639"/>
    <w:multiLevelType w:val="hybridMultilevel"/>
    <w:tmpl w:val="56240F0C"/>
    <w:lvl w:ilvl="0" w:tplc="D4681D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986399202">
    <w:abstractNumId w:val="8"/>
  </w:num>
  <w:num w:numId="2" w16cid:durableId="1864440402">
    <w:abstractNumId w:val="5"/>
  </w:num>
  <w:num w:numId="3" w16cid:durableId="1218784541">
    <w:abstractNumId w:val="9"/>
  </w:num>
  <w:num w:numId="4" w16cid:durableId="615913930">
    <w:abstractNumId w:val="3"/>
  </w:num>
  <w:num w:numId="5" w16cid:durableId="1049189105">
    <w:abstractNumId w:val="2"/>
  </w:num>
  <w:num w:numId="6" w16cid:durableId="740441309">
    <w:abstractNumId w:val="10"/>
  </w:num>
  <w:num w:numId="7" w16cid:durableId="1414742383">
    <w:abstractNumId w:val="0"/>
  </w:num>
  <w:num w:numId="8" w16cid:durableId="1721244593">
    <w:abstractNumId w:val="13"/>
  </w:num>
  <w:num w:numId="9" w16cid:durableId="1817649694">
    <w:abstractNumId w:val="14"/>
  </w:num>
  <w:num w:numId="10" w16cid:durableId="1145970418">
    <w:abstractNumId w:val="1"/>
  </w:num>
  <w:num w:numId="11" w16cid:durableId="194079873">
    <w:abstractNumId w:val="15"/>
  </w:num>
  <w:num w:numId="12" w16cid:durableId="2110082283">
    <w:abstractNumId w:val="6"/>
  </w:num>
  <w:num w:numId="13" w16cid:durableId="1150832749">
    <w:abstractNumId w:val="4"/>
  </w:num>
  <w:num w:numId="14" w16cid:durableId="920602289">
    <w:abstractNumId w:val="11"/>
  </w:num>
  <w:num w:numId="15" w16cid:durableId="1568690032">
    <w:abstractNumId w:val="7"/>
  </w:num>
  <w:num w:numId="16" w16cid:durableId="293061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99"/>
    <w:rsid w:val="000055B9"/>
    <w:rsid w:val="00006813"/>
    <w:rsid w:val="000121BB"/>
    <w:rsid w:val="00014C69"/>
    <w:rsid w:val="0002128E"/>
    <w:rsid w:val="00030802"/>
    <w:rsid w:val="000330B6"/>
    <w:rsid w:val="00047AB3"/>
    <w:rsid w:val="00053A74"/>
    <w:rsid w:val="0006314F"/>
    <w:rsid w:val="00066E3F"/>
    <w:rsid w:val="00073413"/>
    <w:rsid w:val="00086B67"/>
    <w:rsid w:val="00090810"/>
    <w:rsid w:val="00094967"/>
    <w:rsid w:val="000A1A76"/>
    <w:rsid w:val="000A2EBF"/>
    <w:rsid w:val="000A3DEB"/>
    <w:rsid w:val="000C2497"/>
    <w:rsid w:val="000C7E99"/>
    <w:rsid w:val="000E1460"/>
    <w:rsid w:val="000E25B0"/>
    <w:rsid w:val="000E7C4E"/>
    <w:rsid w:val="000F2FA2"/>
    <w:rsid w:val="000F3AEE"/>
    <w:rsid w:val="0010453C"/>
    <w:rsid w:val="00112C83"/>
    <w:rsid w:val="00115035"/>
    <w:rsid w:val="00117D18"/>
    <w:rsid w:val="00120D43"/>
    <w:rsid w:val="00124042"/>
    <w:rsid w:val="00130878"/>
    <w:rsid w:val="001334AB"/>
    <w:rsid w:val="00141790"/>
    <w:rsid w:val="00146E0A"/>
    <w:rsid w:val="00153497"/>
    <w:rsid w:val="00153E29"/>
    <w:rsid w:val="00177634"/>
    <w:rsid w:val="00183654"/>
    <w:rsid w:val="001A5743"/>
    <w:rsid w:val="001B4830"/>
    <w:rsid w:val="001B5187"/>
    <w:rsid w:val="001F2736"/>
    <w:rsid w:val="001F3280"/>
    <w:rsid w:val="001F4E2B"/>
    <w:rsid w:val="00205FCD"/>
    <w:rsid w:val="002121D1"/>
    <w:rsid w:val="00220814"/>
    <w:rsid w:val="002274F6"/>
    <w:rsid w:val="00233E69"/>
    <w:rsid w:val="00243A0B"/>
    <w:rsid w:val="00245B43"/>
    <w:rsid w:val="00254524"/>
    <w:rsid w:val="00257960"/>
    <w:rsid w:val="00262427"/>
    <w:rsid w:val="0026329D"/>
    <w:rsid w:val="00264805"/>
    <w:rsid w:val="00273E5A"/>
    <w:rsid w:val="00287668"/>
    <w:rsid w:val="00294CD1"/>
    <w:rsid w:val="002A1C99"/>
    <w:rsid w:val="002A73C1"/>
    <w:rsid w:val="002B65BC"/>
    <w:rsid w:val="002C782C"/>
    <w:rsid w:val="002E6B06"/>
    <w:rsid w:val="002F1B43"/>
    <w:rsid w:val="00312455"/>
    <w:rsid w:val="003177E7"/>
    <w:rsid w:val="00325347"/>
    <w:rsid w:val="00326269"/>
    <w:rsid w:val="0033655F"/>
    <w:rsid w:val="0035141E"/>
    <w:rsid w:val="00356F79"/>
    <w:rsid w:val="0036211E"/>
    <w:rsid w:val="003667B6"/>
    <w:rsid w:val="00370098"/>
    <w:rsid w:val="00381178"/>
    <w:rsid w:val="003825FC"/>
    <w:rsid w:val="00382AE1"/>
    <w:rsid w:val="00390663"/>
    <w:rsid w:val="00390CEA"/>
    <w:rsid w:val="0039536B"/>
    <w:rsid w:val="00396FF7"/>
    <w:rsid w:val="003C00DF"/>
    <w:rsid w:val="003C591A"/>
    <w:rsid w:val="003D298E"/>
    <w:rsid w:val="003D751F"/>
    <w:rsid w:val="003E12A2"/>
    <w:rsid w:val="003E1690"/>
    <w:rsid w:val="003E17A3"/>
    <w:rsid w:val="003E2153"/>
    <w:rsid w:val="003E4CCE"/>
    <w:rsid w:val="003F62B8"/>
    <w:rsid w:val="004072E6"/>
    <w:rsid w:val="00411AF7"/>
    <w:rsid w:val="004126E1"/>
    <w:rsid w:val="00414A52"/>
    <w:rsid w:val="004215F0"/>
    <w:rsid w:val="00440DA4"/>
    <w:rsid w:val="00451E66"/>
    <w:rsid w:val="00452DE2"/>
    <w:rsid w:val="00453B27"/>
    <w:rsid w:val="00455417"/>
    <w:rsid w:val="00456455"/>
    <w:rsid w:val="00456FDA"/>
    <w:rsid w:val="00460968"/>
    <w:rsid w:val="00465B42"/>
    <w:rsid w:val="004661B6"/>
    <w:rsid w:val="004769DD"/>
    <w:rsid w:val="00477A31"/>
    <w:rsid w:val="004909F2"/>
    <w:rsid w:val="00495D60"/>
    <w:rsid w:val="004A2FA1"/>
    <w:rsid w:val="004D5D7B"/>
    <w:rsid w:val="004D60EE"/>
    <w:rsid w:val="004D7C58"/>
    <w:rsid w:val="004E1560"/>
    <w:rsid w:val="004E72E9"/>
    <w:rsid w:val="004F0EDA"/>
    <w:rsid w:val="004F1A09"/>
    <w:rsid w:val="004F3170"/>
    <w:rsid w:val="004F69E4"/>
    <w:rsid w:val="0050184C"/>
    <w:rsid w:val="0050384D"/>
    <w:rsid w:val="00503D87"/>
    <w:rsid w:val="00511FEA"/>
    <w:rsid w:val="00515092"/>
    <w:rsid w:val="00517693"/>
    <w:rsid w:val="0051784A"/>
    <w:rsid w:val="00525549"/>
    <w:rsid w:val="00534613"/>
    <w:rsid w:val="00542460"/>
    <w:rsid w:val="00555B91"/>
    <w:rsid w:val="00562A7E"/>
    <w:rsid w:val="005647E3"/>
    <w:rsid w:val="005666BC"/>
    <w:rsid w:val="00566B3A"/>
    <w:rsid w:val="005714A2"/>
    <w:rsid w:val="005934D2"/>
    <w:rsid w:val="00594538"/>
    <w:rsid w:val="005A32D8"/>
    <w:rsid w:val="005A35AF"/>
    <w:rsid w:val="005A35D8"/>
    <w:rsid w:val="005B416C"/>
    <w:rsid w:val="005C34C5"/>
    <w:rsid w:val="005D29D6"/>
    <w:rsid w:val="005D60DB"/>
    <w:rsid w:val="005F7EA5"/>
    <w:rsid w:val="006016DE"/>
    <w:rsid w:val="006049AB"/>
    <w:rsid w:val="006069C3"/>
    <w:rsid w:val="00614AB7"/>
    <w:rsid w:val="00617184"/>
    <w:rsid w:val="006546B3"/>
    <w:rsid w:val="00661407"/>
    <w:rsid w:val="006666C0"/>
    <w:rsid w:val="00667358"/>
    <w:rsid w:val="006824A8"/>
    <w:rsid w:val="006825F2"/>
    <w:rsid w:val="0069030E"/>
    <w:rsid w:val="00695CD4"/>
    <w:rsid w:val="006A4D55"/>
    <w:rsid w:val="006A72AB"/>
    <w:rsid w:val="006B369B"/>
    <w:rsid w:val="006B4081"/>
    <w:rsid w:val="006B5E6B"/>
    <w:rsid w:val="006B6336"/>
    <w:rsid w:val="006C0923"/>
    <w:rsid w:val="006D0D3F"/>
    <w:rsid w:val="006D6CBC"/>
    <w:rsid w:val="006E0967"/>
    <w:rsid w:val="006E3D83"/>
    <w:rsid w:val="006E75A3"/>
    <w:rsid w:val="006F0858"/>
    <w:rsid w:val="00700D04"/>
    <w:rsid w:val="0070385E"/>
    <w:rsid w:val="00703EF1"/>
    <w:rsid w:val="00713E6F"/>
    <w:rsid w:val="0071784D"/>
    <w:rsid w:val="00720570"/>
    <w:rsid w:val="00730D24"/>
    <w:rsid w:val="00733BC1"/>
    <w:rsid w:val="00734194"/>
    <w:rsid w:val="0074373C"/>
    <w:rsid w:val="007506A7"/>
    <w:rsid w:val="007511AB"/>
    <w:rsid w:val="0075594F"/>
    <w:rsid w:val="00771C3A"/>
    <w:rsid w:val="00782C62"/>
    <w:rsid w:val="00783A74"/>
    <w:rsid w:val="00784714"/>
    <w:rsid w:val="00784A15"/>
    <w:rsid w:val="00792292"/>
    <w:rsid w:val="00792C36"/>
    <w:rsid w:val="007A168E"/>
    <w:rsid w:val="007B3AAD"/>
    <w:rsid w:val="007B6118"/>
    <w:rsid w:val="007C34AC"/>
    <w:rsid w:val="007C457C"/>
    <w:rsid w:val="007C4E4D"/>
    <w:rsid w:val="007C6A61"/>
    <w:rsid w:val="007D16C8"/>
    <w:rsid w:val="007E0613"/>
    <w:rsid w:val="007E116B"/>
    <w:rsid w:val="007E3F2C"/>
    <w:rsid w:val="007E665C"/>
    <w:rsid w:val="007E72BE"/>
    <w:rsid w:val="007F309C"/>
    <w:rsid w:val="007F3466"/>
    <w:rsid w:val="007F3A9A"/>
    <w:rsid w:val="007F587B"/>
    <w:rsid w:val="00802CEA"/>
    <w:rsid w:val="00803C06"/>
    <w:rsid w:val="00806688"/>
    <w:rsid w:val="00807E15"/>
    <w:rsid w:val="00810A18"/>
    <w:rsid w:val="0081653D"/>
    <w:rsid w:val="008205BD"/>
    <w:rsid w:val="00821A73"/>
    <w:rsid w:val="0082755C"/>
    <w:rsid w:val="00831347"/>
    <w:rsid w:val="00831B52"/>
    <w:rsid w:val="00834267"/>
    <w:rsid w:val="0084344D"/>
    <w:rsid w:val="00860B6A"/>
    <w:rsid w:val="008615DD"/>
    <w:rsid w:val="008620F9"/>
    <w:rsid w:val="00862E32"/>
    <w:rsid w:val="008637C2"/>
    <w:rsid w:val="00863AC7"/>
    <w:rsid w:val="00870D33"/>
    <w:rsid w:val="00871EFF"/>
    <w:rsid w:val="008761E6"/>
    <w:rsid w:val="008774D4"/>
    <w:rsid w:val="00886B2B"/>
    <w:rsid w:val="00887235"/>
    <w:rsid w:val="008A2F0F"/>
    <w:rsid w:val="008A6A6B"/>
    <w:rsid w:val="008A7E30"/>
    <w:rsid w:val="008B1A24"/>
    <w:rsid w:val="008B3776"/>
    <w:rsid w:val="008B52DB"/>
    <w:rsid w:val="008B75D1"/>
    <w:rsid w:val="008C4BAE"/>
    <w:rsid w:val="008C4EC0"/>
    <w:rsid w:val="008D03B8"/>
    <w:rsid w:val="008D1434"/>
    <w:rsid w:val="008D1C55"/>
    <w:rsid w:val="008D3072"/>
    <w:rsid w:val="008E067E"/>
    <w:rsid w:val="008E24C5"/>
    <w:rsid w:val="008E5D72"/>
    <w:rsid w:val="008F0715"/>
    <w:rsid w:val="0090004A"/>
    <w:rsid w:val="009006AC"/>
    <w:rsid w:val="009025D6"/>
    <w:rsid w:val="009049EF"/>
    <w:rsid w:val="00911713"/>
    <w:rsid w:val="00911C8C"/>
    <w:rsid w:val="00913DF7"/>
    <w:rsid w:val="009152FC"/>
    <w:rsid w:val="00924258"/>
    <w:rsid w:val="00925F64"/>
    <w:rsid w:val="0092604B"/>
    <w:rsid w:val="00927563"/>
    <w:rsid w:val="0093571C"/>
    <w:rsid w:val="00943507"/>
    <w:rsid w:val="00943524"/>
    <w:rsid w:val="00946431"/>
    <w:rsid w:val="00951DC3"/>
    <w:rsid w:val="00955CD4"/>
    <w:rsid w:val="00955E4A"/>
    <w:rsid w:val="009561A8"/>
    <w:rsid w:val="0096418C"/>
    <w:rsid w:val="00964CDA"/>
    <w:rsid w:val="009753CF"/>
    <w:rsid w:val="009818DC"/>
    <w:rsid w:val="009977AA"/>
    <w:rsid w:val="009A49BB"/>
    <w:rsid w:val="009A4E50"/>
    <w:rsid w:val="009C108F"/>
    <w:rsid w:val="009C32E8"/>
    <w:rsid w:val="009C6A42"/>
    <w:rsid w:val="009D61AF"/>
    <w:rsid w:val="009E68F6"/>
    <w:rsid w:val="009E73EC"/>
    <w:rsid w:val="009F62F0"/>
    <w:rsid w:val="009F6EF3"/>
    <w:rsid w:val="009F6F05"/>
    <w:rsid w:val="00A00E7E"/>
    <w:rsid w:val="00A012F2"/>
    <w:rsid w:val="00A02800"/>
    <w:rsid w:val="00A057EB"/>
    <w:rsid w:val="00A061B8"/>
    <w:rsid w:val="00A12DFB"/>
    <w:rsid w:val="00A15B7B"/>
    <w:rsid w:val="00A21A10"/>
    <w:rsid w:val="00A2530A"/>
    <w:rsid w:val="00A3371D"/>
    <w:rsid w:val="00A419D2"/>
    <w:rsid w:val="00A42C41"/>
    <w:rsid w:val="00A434C3"/>
    <w:rsid w:val="00A5185F"/>
    <w:rsid w:val="00A56D90"/>
    <w:rsid w:val="00A60A24"/>
    <w:rsid w:val="00A700AE"/>
    <w:rsid w:val="00A81901"/>
    <w:rsid w:val="00A90561"/>
    <w:rsid w:val="00A92A0A"/>
    <w:rsid w:val="00AA7ABA"/>
    <w:rsid w:val="00AC3647"/>
    <w:rsid w:val="00AC3CF5"/>
    <w:rsid w:val="00AD08E2"/>
    <w:rsid w:val="00AD4910"/>
    <w:rsid w:val="00AE0D5C"/>
    <w:rsid w:val="00AE10C1"/>
    <w:rsid w:val="00AE2B33"/>
    <w:rsid w:val="00AE6E8D"/>
    <w:rsid w:val="00AF00DE"/>
    <w:rsid w:val="00AF067F"/>
    <w:rsid w:val="00AF3ECF"/>
    <w:rsid w:val="00B02B0F"/>
    <w:rsid w:val="00B34AA7"/>
    <w:rsid w:val="00B362B9"/>
    <w:rsid w:val="00B46191"/>
    <w:rsid w:val="00B627AB"/>
    <w:rsid w:val="00B6698B"/>
    <w:rsid w:val="00B66CC9"/>
    <w:rsid w:val="00B75929"/>
    <w:rsid w:val="00B777FF"/>
    <w:rsid w:val="00B9197A"/>
    <w:rsid w:val="00B971C2"/>
    <w:rsid w:val="00BA34D8"/>
    <w:rsid w:val="00BA3F88"/>
    <w:rsid w:val="00BA7299"/>
    <w:rsid w:val="00BB1C2E"/>
    <w:rsid w:val="00BB3892"/>
    <w:rsid w:val="00BB49D0"/>
    <w:rsid w:val="00BC1AA9"/>
    <w:rsid w:val="00BC5178"/>
    <w:rsid w:val="00BC5D16"/>
    <w:rsid w:val="00BD182F"/>
    <w:rsid w:val="00BD239F"/>
    <w:rsid w:val="00BD57D8"/>
    <w:rsid w:val="00BD782B"/>
    <w:rsid w:val="00BE0A52"/>
    <w:rsid w:val="00BE38EF"/>
    <w:rsid w:val="00BE4954"/>
    <w:rsid w:val="00BF2674"/>
    <w:rsid w:val="00C0321C"/>
    <w:rsid w:val="00C03886"/>
    <w:rsid w:val="00C06427"/>
    <w:rsid w:val="00C07B2C"/>
    <w:rsid w:val="00C13E2E"/>
    <w:rsid w:val="00C15627"/>
    <w:rsid w:val="00C17A24"/>
    <w:rsid w:val="00C210AB"/>
    <w:rsid w:val="00C226AD"/>
    <w:rsid w:val="00C239DA"/>
    <w:rsid w:val="00C3319A"/>
    <w:rsid w:val="00C64328"/>
    <w:rsid w:val="00C6591C"/>
    <w:rsid w:val="00C716F1"/>
    <w:rsid w:val="00C732F8"/>
    <w:rsid w:val="00C77D41"/>
    <w:rsid w:val="00C81D42"/>
    <w:rsid w:val="00C832CD"/>
    <w:rsid w:val="00C87B9B"/>
    <w:rsid w:val="00C94407"/>
    <w:rsid w:val="00C96259"/>
    <w:rsid w:val="00CA38CF"/>
    <w:rsid w:val="00CA5EAC"/>
    <w:rsid w:val="00CB1991"/>
    <w:rsid w:val="00CB260E"/>
    <w:rsid w:val="00CC09D5"/>
    <w:rsid w:val="00CC5350"/>
    <w:rsid w:val="00CC6B49"/>
    <w:rsid w:val="00CD1696"/>
    <w:rsid w:val="00CE1812"/>
    <w:rsid w:val="00CE1C4F"/>
    <w:rsid w:val="00CE3838"/>
    <w:rsid w:val="00CE45FF"/>
    <w:rsid w:val="00CF4C90"/>
    <w:rsid w:val="00D00917"/>
    <w:rsid w:val="00D02B2E"/>
    <w:rsid w:val="00D06A0A"/>
    <w:rsid w:val="00D13636"/>
    <w:rsid w:val="00D14D4D"/>
    <w:rsid w:val="00D27F48"/>
    <w:rsid w:val="00D32464"/>
    <w:rsid w:val="00D3334A"/>
    <w:rsid w:val="00D416C3"/>
    <w:rsid w:val="00D426A3"/>
    <w:rsid w:val="00D46337"/>
    <w:rsid w:val="00D500A3"/>
    <w:rsid w:val="00D50BD1"/>
    <w:rsid w:val="00D53931"/>
    <w:rsid w:val="00D60905"/>
    <w:rsid w:val="00D66D7B"/>
    <w:rsid w:val="00D670F7"/>
    <w:rsid w:val="00D67554"/>
    <w:rsid w:val="00D8657C"/>
    <w:rsid w:val="00D86C8E"/>
    <w:rsid w:val="00D929F4"/>
    <w:rsid w:val="00D93EBE"/>
    <w:rsid w:val="00DA3A5F"/>
    <w:rsid w:val="00DD40EB"/>
    <w:rsid w:val="00DE7125"/>
    <w:rsid w:val="00DF55B5"/>
    <w:rsid w:val="00DF6278"/>
    <w:rsid w:val="00E06EE8"/>
    <w:rsid w:val="00E06FC9"/>
    <w:rsid w:val="00E161F9"/>
    <w:rsid w:val="00E209DD"/>
    <w:rsid w:val="00E24045"/>
    <w:rsid w:val="00E30AC9"/>
    <w:rsid w:val="00E31A1D"/>
    <w:rsid w:val="00E337B6"/>
    <w:rsid w:val="00E34463"/>
    <w:rsid w:val="00E4790C"/>
    <w:rsid w:val="00E5393F"/>
    <w:rsid w:val="00E601A5"/>
    <w:rsid w:val="00E61A64"/>
    <w:rsid w:val="00E621AB"/>
    <w:rsid w:val="00E64125"/>
    <w:rsid w:val="00E71C05"/>
    <w:rsid w:val="00E83F59"/>
    <w:rsid w:val="00E92D6F"/>
    <w:rsid w:val="00E965BA"/>
    <w:rsid w:val="00EA2EE8"/>
    <w:rsid w:val="00EA4B0F"/>
    <w:rsid w:val="00EA4DE1"/>
    <w:rsid w:val="00EC1244"/>
    <w:rsid w:val="00EC5148"/>
    <w:rsid w:val="00EC5E64"/>
    <w:rsid w:val="00EC7198"/>
    <w:rsid w:val="00ED66E6"/>
    <w:rsid w:val="00EE0DE4"/>
    <w:rsid w:val="00EE693D"/>
    <w:rsid w:val="00EF0649"/>
    <w:rsid w:val="00EF25AB"/>
    <w:rsid w:val="00EF50D6"/>
    <w:rsid w:val="00EF7833"/>
    <w:rsid w:val="00F07D69"/>
    <w:rsid w:val="00F2041A"/>
    <w:rsid w:val="00F27CCA"/>
    <w:rsid w:val="00F57F09"/>
    <w:rsid w:val="00F60DF1"/>
    <w:rsid w:val="00F708AC"/>
    <w:rsid w:val="00F70A50"/>
    <w:rsid w:val="00F724F1"/>
    <w:rsid w:val="00F82A75"/>
    <w:rsid w:val="00F86983"/>
    <w:rsid w:val="00F90C94"/>
    <w:rsid w:val="00F9726D"/>
    <w:rsid w:val="00F97533"/>
    <w:rsid w:val="00FA6F1E"/>
    <w:rsid w:val="00FB1C1E"/>
    <w:rsid w:val="00FB34FC"/>
    <w:rsid w:val="00FC1187"/>
    <w:rsid w:val="00FD00EA"/>
    <w:rsid w:val="00FD175B"/>
    <w:rsid w:val="00FD29CC"/>
    <w:rsid w:val="00FD4353"/>
    <w:rsid w:val="00FF1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95AE1"/>
  <w15:docId w15:val="{2687F5A2-C51E-4AA9-8FA9-EA3FD6E9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9DD"/>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 w:type="paragraph" w:styleId="Rvision">
    <w:name w:val="Revision"/>
    <w:hidden/>
    <w:uiPriority w:val="99"/>
    <w:semiHidden/>
    <w:rsid w:val="003C00DF"/>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39081950">
      <w:bodyDiv w:val="1"/>
      <w:marLeft w:val="0"/>
      <w:marRight w:val="0"/>
      <w:marTop w:val="0"/>
      <w:marBottom w:val="0"/>
      <w:divBdr>
        <w:top w:val="none" w:sz="0" w:space="0" w:color="auto"/>
        <w:left w:val="none" w:sz="0" w:space="0" w:color="auto"/>
        <w:bottom w:val="none" w:sz="0" w:space="0" w:color="auto"/>
        <w:right w:val="none" w:sz="0" w:space="0" w:color="auto"/>
      </w:divBdr>
    </w:div>
    <w:div w:id="309403455">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 w:id="701512400">
      <w:bodyDiv w:val="1"/>
      <w:marLeft w:val="0"/>
      <w:marRight w:val="0"/>
      <w:marTop w:val="0"/>
      <w:marBottom w:val="0"/>
      <w:divBdr>
        <w:top w:val="none" w:sz="0" w:space="0" w:color="auto"/>
        <w:left w:val="none" w:sz="0" w:space="0" w:color="auto"/>
        <w:bottom w:val="none" w:sz="0" w:space="0" w:color="auto"/>
        <w:right w:val="none" w:sz="0" w:space="0" w:color="auto"/>
      </w:divBdr>
    </w:div>
    <w:div w:id="1026977796">
      <w:bodyDiv w:val="1"/>
      <w:marLeft w:val="0"/>
      <w:marRight w:val="0"/>
      <w:marTop w:val="0"/>
      <w:marBottom w:val="0"/>
      <w:divBdr>
        <w:top w:val="none" w:sz="0" w:space="0" w:color="auto"/>
        <w:left w:val="none" w:sz="0" w:space="0" w:color="auto"/>
        <w:bottom w:val="none" w:sz="0" w:space="0" w:color="auto"/>
        <w:right w:val="none" w:sz="0" w:space="0" w:color="auto"/>
      </w:divBdr>
    </w:div>
    <w:div w:id="1385104654">
      <w:bodyDiv w:val="1"/>
      <w:marLeft w:val="0"/>
      <w:marRight w:val="0"/>
      <w:marTop w:val="0"/>
      <w:marBottom w:val="0"/>
      <w:divBdr>
        <w:top w:val="none" w:sz="0" w:space="0" w:color="auto"/>
        <w:left w:val="none" w:sz="0" w:space="0" w:color="auto"/>
        <w:bottom w:val="none" w:sz="0" w:space="0" w:color="auto"/>
        <w:right w:val="none" w:sz="0" w:space="0" w:color="auto"/>
      </w:divBdr>
    </w:div>
    <w:div w:id="1396734693">
      <w:bodyDiv w:val="1"/>
      <w:marLeft w:val="0"/>
      <w:marRight w:val="0"/>
      <w:marTop w:val="0"/>
      <w:marBottom w:val="0"/>
      <w:divBdr>
        <w:top w:val="none" w:sz="0" w:space="0" w:color="auto"/>
        <w:left w:val="none" w:sz="0" w:space="0" w:color="auto"/>
        <w:bottom w:val="none" w:sz="0" w:space="0" w:color="auto"/>
        <w:right w:val="none" w:sz="0" w:space="0" w:color="auto"/>
      </w:divBdr>
    </w:div>
    <w:div w:id="1488013926">
      <w:bodyDiv w:val="1"/>
      <w:marLeft w:val="0"/>
      <w:marRight w:val="0"/>
      <w:marTop w:val="0"/>
      <w:marBottom w:val="0"/>
      <w:divBdr>
        <w:top w:val="none" w:sz="0" w:space="0" w:color="auto"/>
        <w:left w:val="none" w:sz="0" w:space="0" w:color="auto"/>
        <w:bottom w:val="none" w:sz="0" w:space="0" w:color="auto"/>
        <w:right w:val="none" w:sz="0" w:space="0" w:color="auto"/>
      </w:divBdr>
    </w:div>
    <w:div w:id="159049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E2F91-D053-4046-98FB-E2DCC039B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180</TotalTime>
  <Pages>7</Pages>
  <Words>1424</Words>
  <Characters>9693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Christine Fuche</cp:lastModifiedBy>
  <cp:revision>10</cp:revision>
  <cp:lastPrinted>2019-11-21T08:47:00Z</cp:lastPrinted>
  <dcterms:created xsi:type="dcterms:W3CDTF">2025-05-26T09:19:00Z</dcterms:created>
  <dcterms:modified xsi:type="dcterms:W3CDTF">2025-05-27T08:15:00Z</dcterms:modified>
</cp:coreProperties>
</file>